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E6" w:rsidRPr="005930EE" w:rsidRDefault="00F831E6" w:rsidP="00C0749D">
      <w:pPr>
        <w:jc w:val="center"/>
        <w:rPr>
          <w:sz w:val="28"/>
          <w:szCs w:val="28"/>
        </w:rPr>
      </w:pPr>
      <w:r w:rsidRPr="00CE696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5" o:title=""/>
          </v:shape>
        </w:pict>
      </w:r>
    </w:p>
    <w:p w:rsidR="00F831E6" w:rsidRDefault="00F831E6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F831E6" w:rsidRDefault="00F831E6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F831E6" w:rsidRDefault="00F831E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F831E6" w:rsidRDefault="00F831E6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F831E6" w:rsidRDefault="00F831E6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F831E6" w:rsidRPr="001B13D6" w:rsidRDefault="00F831E6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F831E6" w:rsidRDefault="00F831E6">
      <w:pPr>
        <w:jc w:val="center"/>
        <w:rPr>
          <w:b/>
          <w:sz w:val="44"/>
          <w:szCs w:val="44"/>
        </w:rPr>
      </w:pPr>
    </w:p>
    <w:p w:rsidR="00F831E6" w:rsidRDefault="00F831E6">
      <w:pPr>
        <w:jc w:val="center"/>
        <w:rPr>
          <w:b/>
          <w:sz w:val="44"/>
          <w:szCs w:val="44"/>
        </w:rPr>
      </w:pPr>
    </w:p>
    <w:p w:rsidR="00F831E6" w:rsidRDefault="00F831E6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 xml:space="preserve">« </w:t>
      </w:r>
      <w:r>
        <w:rPr>
          <w:sz w:val="28"/>
          <w:szCs w:val="28"/>
        </w:rPr>
        <w:t>25</w:t>
      </w:r>
      <w:r w:rsidRPr="00AB6498">
        <w:rPr>
          <w:sz w:val="28"/>
          <w:szCs w:val="28"/>
        </w:rPr>
        <w:t xml:space="preserve"> » </w:t>
      </w:r>
      <w:r>
        <w:rPr>
          <w:sz w:val="28"/>
          <w:szCs w:val="28"/>
        </w:rPr>
        <w:t xml:space="preserve">декабря </w:t>
      </w:r>
      <w:r w:rsidRPr="00AB6498">
        <w:rPr>
          <w:sz w:val="28"/>
          <w:szCs w:val="28"/>
        </w:rPr>
        <w:t>2015 года  №</w:t>
      </w:r>
      <w:r>
        <w:rPr>
          <w:sz w:val="28"/>
          <w:szCs w:val="28"/>
        </w:rPr>
        <w:t>5-166</w:t>
      </w:r>
      <w:r w:rsidRPr="00AB6498">
        <w:rPr>
          <w:sz w:val="28"/>
          <w:szCs w:val="28"/>
        </w:rPr>
        <w:t xml:space="preserve">   </w:t>
      </w:r>
    </w:p>
    <w:p w:rsidR="00F831E6" w:rsidRDefault="00F831E6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F831E6" w:rsidRDefault="00F831E6" w:rsidP="00AB6498">
      <w:pPr>
        <w:rPr>
          <w:sz w:val="28"/>
          <w:szCs w:val="28"/>
        </w:rPr>
      </w:pPr>
    </w:p>
    <w:p w:rsidR="00F831E6" w:rsidRDefault="00F831E6" w:rsidP="00AB6498">
      <w:pPr>
        <w:rPr>
          <w:sz w:val="28"/>
          <w:szCs w:val="28"/>
        </w:rPr>
      </w:pPr>
      <w:bookmarkStart w:id="0" w:name="_GoBack"/>
      <w:bookmarkEnd w:id="0"/>
    </w:p>
    <w:p w:rsidR="00F831E6" w:rsidRDefault="00F831E6" w:rsidP="00D437FA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решениеот 18 декабря 2014 года  № 5-81«О бюджете Мглинского муниципального  района на 2015 год и наплановый период 2016 и2017 годов»</w:t>
      </w:r>
    </w:p>
    <w:p w:rsidR="00F831E6" w:rsidRDefault="00F831E6" w:rsidP="00AB6498">
      <w:pPr>
        <w:rPr>
          <w:sz w:val="28"/>
          <w:szCs w:val="28"/>
        </w:rPr>
      </w:pPr>
    </w:p>
    <w:p w:rsidR="00F831E6" w:rsidRDefault="00F831E6" w:rsidP="00AB6498">
      <w:pPr>
        <w:rPr>
          <w:sz w:val="28"/>
          <w:szCs w:val="28"/>
        </w:rPr>
      </w:pPr>
    </w:p>
    <w:p w:rsidR="00F831E6" w:rsidRDefault="00F831E6" w:rsidP="00D437FA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437FA">
        <w:rPr>
          <w:sz w:val="28"/>
          <w:szCs w:val="28"/>
        </w:rPr>
        <w:t>Внести в решение от 18 декабря 2014 года № 5-81 «О бюджетеМглинского муниципального района на 2015 год и на плановый период 2016 и 2017 годов»</w:t>
      </w:r>
      <w:r>
        <w:rPr>
          <w:sz w:val="28"/>
          <w:szCs w:val="28"/>
        </w:rPr>
        <w:t>(в редакции решений от 30.03.2015г. №5-122; от 11.06.2015г. №5-130; от 06.10.2015г. №5-138; от 10.11.2015г. №5-147; от 17.12.2015г. №5-164)</w:t>
      </w:r>
      <w:r w:rsidRPr="00D437FA">
        <w:rPr>
          <w:sz w:val="28"/>
          <w:szCs w:val="28"/>
        </w:rPr>
        <w:t>следующие изменения:</w:t>
      </w:r>
    </w:p>
    <w:p w:rsidR="00F831E6" w:rsidRPr="00D437FA" w:rsidRDefault="00F831E6" w:rsidP="00DE6206">
      <w:pPr>
        <w:pStyle w:val="ListParagraph"/>
        <w:ind w:left="0"/>
        <w:jc w:val="both"/>
        <w:rPr>
          <w:sz w:val="28"/>
          <w:szCs w:val="28"/>
        </w:rPr>
      </w:pPr>
    </w:p>
    <w:p w:rsidR="00F831E6" w:rsidRDefault="00F831E6" w:rsidP="00D437FA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решения в абзаце 2 и абзаце 3текст:</w:t>
      </w:r>
    </w:p>
    <w:p w:rsidR="00F831E6" w:rsidRDefault="00F831E6" w:rsidP="00D437FA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«прогнозируемый общий объем доходов бюджета района в сумме 252 030474 рубля25 копеек;</w:t>
      </w:r>
    </w:p>
    <w:p w:rsidR="00F831E6" w:rsidRDefault="00F831E6" w:rsidP="00D437FA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объемрасходов бюджета района в сумме  255 206726 рублей 51 копейка»</w:t>
      </w:r>
    </w:p>
    <w:p w:rsidR="00F831E6" w:rsidRDefault="00F831E6" w:rsidP="00C174D9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F831E6" w:rsidRDefault="00F831E6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«прогнозируемый общий объем доходов бюджета района в сумме 261193 313 рублей25 копеек;</w:t>
      </w:r>
    </w:p>
    <w:p w:rsidR="00F831E6" w:rsidRDefault="00F831E6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района в сумме 264 369565 рублей51 копейка»</w:t>
      </w:r>
    </w:p>
    <w:p w:rsidR="00F831E6" w:rsidRDefault="00F831E6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6B481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№1 «Прогнозируемые доходы бюджета муниципального района на 2015 год» изложить в новой редакции согласно приложению №1 к настоящему решению. </w:t>
      </w:r>
    </w:p>
    <w:p w:rsidR="00F831E6" w:rsidRPr="006B4814" w:rsidRDefault="00F831E6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№7 «Ведомственная структура расходов бюджета  муниципального района на 2015 год» изложить в новой редакции согласно приложению №2 к настоящему решению. </w:t>
      </w:r>
    </w:p>
    <w:p w:rsidR="00F831E6" w:rsidRDefault="00F831E6" w:rsidP="00A67F45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9 «Распределение расходов бюджета муниципального района целевым статьям (муниципальным программам и непрограммным направлениям деятельности), группам видов расходов на 2015 год» изложить в новой редакции согласно приложению № 3 к настоящему решению. </w:t>
      </w:r>
    </w:p>
    <w:p w:rsidR="00F831E6" w:rsidRDefault="00F831E6" w:rsidP="005830DD">
      <w:pPr>
        <w:pStyle w:val="ListParagraph"/>
        <w:numPr>
          <w:ilvl w:val="1"/>
          <w:numId w:val="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5 решения абзац 6 текста:</w:t>
      </w:r>
    </w:p>
    <w:p w:rsidR="00F831E6" w:rsidRPr="005830DD" w:rsidRDefault="00F831E6" w:rsidP="005830DD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общий объем бюджетных ассигнований на исполнение публичных нормативных обязательств на 2015 год в сумме 5 453 429 рублей, на 2016 год в сумме 5 900 229 рублей и на 2017 год в сумме 5 905 629 рублей»</w:t>
      </w:r>
    </w:p>
    <w:p w:rsidR="00F831E6" w:rsidRPr="006B4814" w:rsidRDefault="00F831E6" w:rsidP="005830DD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F831E6" w:rsidRPr="005830DD" w:rsidRDefault="00F831E6" w:rsidP="005830DD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общий объем бюджетных ассигнований на исполнение публичных нормативных обязательств на 2015 год в сумме 5 985 672 рубля 65 копеек, на 2016 год в сумме 5 900 229 рублей и на 2017 год в сумме 5 905 629 рублей»</w:t>
      </w:r>
    </w:p>
    <w:p w:rsidR="00F831E6" w:rsidRDefault="00F831E6" w:rsidP="004D68E6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6 решения абзац 1 текста:</w:t>
      </w:r>
    </w:p>
    <w:p w:rsidR="00F831E6" w:rsidRDefault="00F831E6" w:rsidP="00615D19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получаемых из других бюджетов, на 2015 год в сумме 195 525 907рублей 67 копеек, на 2016 год в сумме 191 638843 рубля  и на 2017 год в сумме 190 801 185 рублей»</w:t>
      </w:r>
    </w:p>
    <w:p w:rsidR="00F831E6" w:rsidRPr="006B4814" w:rsidRDefault="00F831E6" w:rsidP="0022037F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F831E6" w:rsidRDefault="00F831E6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получаемых из других бюджетов, на 2015 год  в сумме 201 288 746 рублей 67 копеек, на 2016 год в сумме 191 638 843 рубля 83 копейки и на 2017 год в сумме 190 801 185 рублей»</w:t>
      </w:r>
    </w:p>
    <w:p w:rsidR="00F831E6" w:rsidRDefault="00F831E6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В пункте 6 решения абзац 14 текста:</w:t>
      </w:r>
    </w:p>
    <w:p w:rsidR="00F831E6" w:rsidRDefault="00F831E6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предоставляемых бюджетам поселений на  2015 год в сумме 12 479 258 рублей, на 2016 год в сумме 12 668 140 рублей и на 2017 год в сумме 12 741 624 рубля»</w:t>
      </w:r>
    </w:p>
    <w:p w:rsidR="00F831E6" w:rsidRPr="006B4814" w:rsidRDefault="00F831E6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F831E6" w:rsidRDefault="00F831E6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предоставляемых бюджетам поселений на  2015 год в сумме 15 809301 рублей, на 2016 год в сумме 12 064 840 рублей и на 2017 год в сумме 12 126 624 рубля»</w:t>
      </w:r>
    </w:p>
    <w:p w:rsidR="00F831E6" w:rsidRPr="006B4814" w:rsidRDefault="00F831E6" w:rsidP="004D68E6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1  приложения № 11изложить в новой редакции согласно приложению № 4 к настоящему решению. </w:t>
      </w:r>
    </w:p>
    <w:p w:rsidR="00F831E6" w:rsidRPr="006B4814" w:rsidRDefault="00F831E6" w:rsidP="00B861BF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2 приложения № 11 изложить в новой редакции согласно приложению № 5 к настоящему решению. </w:t>
      </w:r>
    </w:p>
    <w:p w:rsidR="00F831E6" w:rsidRDefault="00F831E6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3  приложения № 11 изложить в новой редакции согласно приложению № 6 к настоящему решению. </w:t>
      </w:r>
    </w:p>
    <w:p w:rsidR="00F831E6" w:rsidRDefault="00F831E6" w:rsidP="00490D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№15 изложить в новой редакции согласно приложению № 7 к настоящему решению. </w:t>
      </w:r>
    </w:p>
    <w:p w:rsidR="00F831E6" w:rsidRDefault="00F831E6" w:rsidP="005830DD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№22 изложить в новой редакции согласно приложению № 8 к настоящему решению. </w:t>
      </w:r>
    </w:p>
    <w:p w:rsidR="00F831E6" w:rsidRDefault="00F831E6" w:rsidP="009F2290">
      <w:pPr>
        <w:jc w:val="both"/>
        <w:rPr>
          <w:sz w:val="28"/>
          <w:szCs w:val="28"/>
        </w:rPr>
      </w:pPr>
    </w:p>
    <w:p w:rsidR="00F831E6" w:rsidRPr="009F2290" w:rsidRDefault="00F831E6" w:rsidP="009F2290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F831E6" w:rsidRDefault="00F831E6" w:rsidP="00732AB2">
      <w:pPr>
        <w:pStyle w:val="ListParagraph"/>
        <w:ind w:left="142"/>
        <w:jc w:val="both"/>
        <w:rPr>
          <w:sz w:val="28"/>
          <w:szCs w:val="28"/>
        </w:rPr>
      </w:pPr>
    </w:p>
    <w:p w:rsidR="00F831E6" w:rsidRPr="0026200B" w:rsidRDefault="00F831E6" w:rsidP="0026200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6200B">
        <w:rPr>
          <w:sz w:val="28"/>
          <w:szCs w:val="28"/>
        </w:rPr>
        <w:t>Настоящее решение опубликовать в официальном печатном издании «Муниципальный вестник».</w:t>
      </w:r>
    </w:p>
    <w:p w:rsidR="00F831E6" w:rsidRDefault="00F831E6" w:rsidP="00732AB2">
      <w:pPr>
        <w:pStyle w:val="ListParagraph"/>
        <w:rPr>
          <w:sz w:val="28"/>
          <w:szCs w:val="28"/>
        </w:rPr>
      </w:pPr>
    </w:p>
    <w:p w:rsidR="00F831E6" w:rsidRPr="00732AB2" w:rsidRDefault="00F831E6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Н.В.Воликова</w:t>
      </w:r>
    </w:p>
    <w:p w:rsidR="00F831E6" w:rsidRPr="006B4814" w:rsidRDefault="00F831E6" w:rsidP="00732AB2">
      <w:pPr>
        <w:pStyle w:val="ListParagraph"/>
        <w:ind w:left="1004"/>
        <w:jc w:val="both"/>
        <w:rPr>
          <w:sz w:val="28"/>
          <w:szCs w:val="28"/>
        </w:rPr>
      </w:pPr>
    </w:p>
    <w:p w:rsidR="00F831E6" w:rsidRDefault="00F831E6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F831E6" w:rsidSect="002E35DF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A6212"/>
    <w:rsid w:val="0012491D"/>
    <w:rsid w:val="00136AE7"/>
    <w:rsid w:val="001A2C37"/>
    <w:rsid w:val="001B13D6"/>
    <w:rsid w:val="001D0B5A"/>
    <w:rsid w:val="0022037F"/>
    <w:rsid w:val="002462B2"/>
    <w:rsid w:val="002568F1"/>
    <w:rsid w:val="0026200B"/>
    <w:rsid w:val="002D0974"/>
    <w:rsid w:val="002E35DF"/>
    <w:rsid w:val="00350E9E"/>
    <w:rsid w:val="00357F9E"/>
    <w:rsid w:val="003962A0"/>
    <w:rsid w:val="00490D14"/>
    <w:rsid w:val="004A27BB"/>
    <w:rsid w:val="004D68E6"/>
    <w:rsid w:val="005762F5"/>
    <w:rsid w:val="005830DD"/>
    <w:rsid w:val="005930EE"/>
    <w:rsid w:val="005C5011"/>
    <w:rsid w:val="005C7E72"/>
    <w:rsid w:val="005D3735"/>
    <w:rsid w:val="00615D19"/>
    <w:rsid w:val="006B4814"/>
    <w:rsid w:val="006C7853"/>
    <w:rsid w:val="00732AB2"/>
    <w:rsid w:val="00775758"/>
    <w:rsid w:val="007A7042"/>
    <w:rsid w:val="00956D82"/>
    <w:rsid w:val="00957826"/>
    <w:rsid w:val="009E1299"/>
    <w:rsid w:val="009F2290"/>
    <w:rsid w:val="00A43241"/>
    <w:rsid w:val="00A67F45"/>
    <w:rsid w:val="00AA2A3F"/>
    <w:rsid w:val="00AA6FE4"/>
    <w:rsid w:val="00AB6498"/>
    <w:rsid w:val="00AF6B8E"/>
    <w:rsid w:val="00B015E3"/>
    <w:rsid w:val="00B03D30"/>
    <w:rsid w:val="00B14817"/>
    <w:rsid w:val="00B1636F"/>
    <w:rsid w:val="00B82937"/>
    <w:rsid w:val="00B861BF"/>
    <w:rsid w:val="00BE617C"/>
    <w:rsid w:val="00C0749D"/>
    <w:rsid w:val="00C174D9"/>
    <w:rsid w:val="00CC1FE9"/>
    <w:rsid w:val="00CC5C83"/>
    <w:rsid w:val="00CE41C8"/>
    <w:rsid w:val="00CE696A"/>
    <w:rsid w:val="00D33D19"/>
    <w:rsid w:val="00D437FA"/>
    <w:rsid w:val="00D7697B"/>
    <w:rsid w:val="00D90C14"/>
    <w:rsid w:val="00DA2573"/>
    <w:rsid w:val="00DE6206"/>
    <w:rsid w:val="00E31600"/>
    <w:rsid w:val="00E53A04"/>
    <w:rsid w:val="00E54F8F"/>
    <w:rsid w:val="00ED4C28"/>
    <w:rsid w:val="00F1771C"/>
    <w:rsid w:val="00F21940"/>
    <w:rsid w:val="00F8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547</Words>
  <Characters>3119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2015-12-31T11:28:00Z</cp:lastPrinted>
  <dcterms:created xsi:type="dcterms:W3CDTF">2016-01-11T13:25:00Z</dcterms:created>
  <dcterms:modified xsi:type="dcterms:W3CDTF">2015-12-31T11:28:00Z</dcterms:modified>
</cp:coreProperties>
</file>