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200" w:rsidRDefault="00FF7200" w:rsidP="00BF353F">
      <w:pPr>
        <w:ind w:right="-285" w:firstLine="3969"/>
        <w:rPr>
          <w:sz w:val="32"/>
        </w:rPr>
      </w:pPr>
      <w:r>
        <w:rPr>
          <w:color w:val="FFFF00"/>
        </w:rPr>
        <w:t xml:space="preserve">   </w:t>
      </w:r>
      <w:r w:rsidRPr="00151694">
        <w:rPr>
          <w:color w:val="FFFF00"/>
        </w:rPr>
        <w:object w:dxaOrig="1180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4.25pt" o:ole="" filled="t" fillcolor="yellow">
            <v:imagedata r:id="rId7" o:title=""/>
          </v:shape>
          <o:OLEObject Type="Embed" ProgID="Word.Picture.8" ShapeID="_x0000_i1025" DrawAspect="Content" ObjectID="_1780206050" r:id="rId8"/>
        </w:object>
      </w:r>
    </w:p>
    <w:p w:rsidR="00FF7200" w:rsidRDefault="00FF7200" w:rsidP="00BF353F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FF7200" w:rsidRDefault="00FF7200" w:rsidP="00BF353F">
      <w:pPr>
        <w:pStyle w:val="Subtitle"/>
        <w:tabs>
          <w:tab w:val="left" w:pos="5387"/>
        </w:tabs>
      </w:pPr>
      <w:r>
        <w:t>Брянская область</w:t>
      </w:r>
    </w:p>
    <w:p w:rsidR="00FF7200" w:rsidRDefault="00FF7200" w:rsidP="00BF353F">
      <w:pPr>
        <w:pStyle w:val="Subtitle"/>
        <w:pBdr>
          <w:bottom w:val="single" w:sz="12" w:space="1" w:color="auto"/>
        </w:pBdr>
        <w:rPr>
          <w:sz w:val="16"/>
          <w:szCs w:val="16"/>
        </w:rPr>
      </w:pPr>
      <w:r>
        <w:t>Мглинский районный Совет народных депутатов</w:t>
      </w:r>
    </w:p>
    <w:p w:rsidR="00FF7200" w:rsidRDefault="00FF7200" w:rsidP="00BF353F">
      <w:pPr>
        <w:pStyle w:val="Subtitle"/>
        <w:tabs>
          <w:tab w:val="left" w:pos="2127"/>
        </w:tabs>
      </w:pPr>
      <w:r>
        <w:t>РЕШЕНИЕ</w:t>
      </w:r>
    </w:p>
    <w:p w:rsidR="00FF7200" w:rsidRDefault="00FF7200" w:rsidP="00BF353F">
      <w:pPr>
        <w:ind w:right="-285" w:firstLine="426"/>
      </w:pPr>
    </w:p>
    <w:p w:rsidR="00FF7200" w:rsidRDefault="00FF7200" w:rsidP="00BF353F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 xml:space="preserve"> 18 июня 2024</w:t>
      </w:r>
      <w:r>
        <w:rPr>
          <w:rFonts w:ascii="Times New Roman" w:hAnsi="Times New Roman"/>
          <w:sz w:val="28"/>
        </w:rPr>
        <w:t xml:space="preserve"> года  № </w:t>
      </w:r>
      <w:r>
        <w:rPr>
          <w:rFonts w:ascii="Times New Roman" w:hAnsi="Times New Roman"/>
          <w:sz w:val="28"/>
          <w:u w:val="single"/>
        </w:rPr>
        <w:t>6-426</w:t>
      </w:r>
    </w:p>
    <w:p w:rsidR="00FF7200" w:rsidRDefault="00FF7200" w:rsidP="00BF353F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г. Мглин</w:t>
      </w:r>
    </w:p>
    <w:p w:rsidR="00FF7200" w:rsidRDefault="00FF7200" w:rsidP="00AB6498">
      <w:pPr>
        <w:rPr>
          <w:sz w:val="28"/>
          <w:szCs w:val="28"/>
        </w:rPr>
      </w:pPr>
    </w:p>
    <w:p w:rsidR="00FF7200" w:rsidRDefault="00FF7200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 Мглинского муниципального района  Брянской области за 2023год</w:t>
      </w:r>
    </w:p>
    <w:p w:rsidR="00FF7200" w:rsidRDefault="00FF7200" w:rsidP="00AB6498">
      <w:pPr>
        <w:rPr>
          <w:sz w:val="28"/>
          <w:szCs w:val="28"/>
        </w:rPr>
      </w:pPr>
    </w:p>
    <w:p w:rsidR="00FF7200" w:rsidRPr="00604F15" w:rsidRDefault="00FF7200" w:rsidP="00BD2B00">
      <w:pPr>
        <w:pStyle w:val="Heading2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</w:t>
      </w:r>
      <w:r w:rsidRPr="00604F15">
        <w:rPr>
          <w:b w:val="0"/>
          <w:szCs w:val="28"/>
        </w:rPr>
        <w:t>Рассмотрев представленный годовой отчет об исполнении бюджета Мглинского муниципального района Брянской области за 202</w:t>
      </w:r>
      <w:r>
        <w:rPr>
          <w:b w:val="0"/>
          <w:szCs w:val="28"/>
        </w:rPr>
        <w:t>3</w:t>
      </w:r>
      <w:r w:rsidRPr="00604F15">
        <w:rPr>
          <w:b w:val="0"/>
          <w:szCs w:val="28"/>
        </w:rPr>
        <w:t xml:space="preserve"> год, Мглинский  районный Совет народных депутатов</w:t>
      </w:r>
    </w:p>
    <w:p w:rsidR="00FF7200" w:rsidRPr="00604F15" w:rsidRDefault="00FF7200" w:rsidP="002B1789">
      <w:pPr>
        <w:rPr>
          <w:sz w:val="28"/>
          <w:szCs w:val="28"/>
        </w:rPr>
      </w:pPr>
      <w:r w:rsidRPr="00604F15">
        <w:rPr>
          <w:bCs/>
          <w:sz w:val="27"/>
          <w:szCs w:val="27"/>
        </w:rPr>
        <w:t>РЕШИЛ:</w:t>
      </w:r>
    </w:p>
    <w:p w:rsidR="00FF7200" w:rsidRPr="006F36E5" w:rsidRDefault="00FF7200" w:rsidP="004951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36E5">
        <w:rPr>
          <w:sz w:val="28"/>
          <w:szCs w:val="28"/>
        </w:rPr>
        <w:t>1.Утвердить отчет об исполнении бюджета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Мглинского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муниципального района Брянской области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6F36E5">
        <w:rPr>
          <w:sz w:val="28"/>
          <w:szCs w:val="28"/>
        </w:rPr>
        <w:t xml:space="preserve"> год по доходам в сумме </w:t>
      </w:r>
      <w:r>
        <w:rPr>
          <w:sz w:val="28"/>
          <w:szCs w:val="28"/>
        </w:rPr>
        <w:t xml:space="preserve">425 710 410,02 </w:t>
      </w:r>
      <w:r w:rsidRPr="006F36E5">
        <w:rPr>
          <w:sz w:val="28"/>
          <w:szCs w:val="28"/>
        </w:rPr>
        <w:t xml:space="preserve">рублей, по расходам в сумме </w:t>
      </w:r>
      <w:r w:rsidRPr="00B56E01">
        <w:rPr>
          <w:sz w:val="28"/>
          <w:szCs w:val="28"/>
        </w:rPr>
        <w:t xml:space="preserve">407 098 315,59 </w:t>
      </w:r>
      <w:r w:rsidRPr="006F36E5">
        <w:rPr>
          <w:sz w:val="28"/>
          <w:szCs w:val="28"/>
        </w:rPr>
        <w:t>рублей с превышением доходов над расходами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 xml:space="preserve">(профицит бюджета муниципального района) в сумме </w:t>
      </w:r>
      <w:r w:rsidRPr="00B56E01">
        <w:rPr>
          <w:sz w:val="28"/>
          <w:szCs w:val="28"/>
        </w:rPr>
        <w:t>18 612 094,43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рублей и со следующими показателями:</w:t>
      </w:r>
    </w:p>
    <w:p w:rsidR="00FF7200" w:rsidRPr="006F36E5" w:rsidRDefault="00FF7200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36E5">
        <w:rPr>
          <w:sz w:val="28"/>
          <w:szCs w:val="28"/>
        </w:rPr>
        <w:t>1) доходов  бюджета Мглинского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района Брянской области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з</w:t>
      </w:r>
      <w:r>
        <w:rPr>
          <w:sz w:val="28"/>
          <w:szCs w:val="28"/>
        </w:rPr>
        <w:t>а 2023</w:t>
      </w:r>
      <w:r w:rsidRPr="006F36E5">
        <w:rPr>
          <w:sz w:val="28"/>
          <w:szCs w:val="28"/>
        </w:rPr>
        <w:t xml:space="preserve"> год по кодам классификации доходов бюджетов согласно приложению 1 к настоящему решению;</w:t>
      </w:r>
    </w:p>
    <w:p w:rsidR="00FF7200" w:rsidRPr="006F36E5" w:rsidRDefault="00FF7200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36E5">
        <w:rPr>
          <w:sz w:val="28"/>
          <w:szCs w:val="28"/>
        </w:rPr>
        <w:t>2) расходов  бюджета  Мглинского муниципального района Брянской области за 202</w:t>
      </w:r>
      <w:r>
        <w:rPr>
          <w:sz w:val="28"/>
          <w:szCs w:val="28"/>
        </w:rPr>
        <w:t>3</w:t>
      </w:r>
      <w:r w:rsidRPr="006F36E5">
        <w:rPr>
          <w:sz w:val="28"/>
          <w:szCs w:val="28"/>
        </w:rPr>
        <w:t xml:space="preserve"> год по ведомственной структуре расходов бюджета муниципального района  согласно приложению 2 к настоящему решению;</w:t>
      </w:r>
    </w:p>
    <w:p w:rsidR="00FF7200" w:rsidRPr="006F36E5" w:rsidRDefault="00FF7200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36E5">
        <w:rPr>
          <w:sz w:val="28"/>
          <w:szCs w:val="28"/>
        </w:rPr>
        <w:t>3) расходов  бюджета  Мглинского муниципального района Брянской области за 202</w:t>
      </w:r>
      <w:r>
        <w:rPr>
          <w:sz w:val="28"/>
          <w:szCs w:val="28"/>
        </w:rPr>
        <w:t>3</w:t>
      </w:r>
      <w:r w:rsidRPr="006F36E5">
        <w:rPr>
          <w:sz w:val="28"/>
          <w:szCs w:val="28"/>
        </w:rPr>
        <w:t xml:space="preserve"> год по разделам и подразделам классификации расходов бюджетов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согласно приложению 3к настоящему решению;</w:t>
      </w:r>
    </w:p>
    <w:p w:rsidR="00FF7200" w:rsidRPr="006F36E5" w:rsidRDefault="00FF7200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36E5">
        <w:rPr>
          <w:sz w:val="28"/>
          <w:szCs w:val="28"/>
        </w:rPr>
        <w:t>4) источников финансирования дефицита бюджета Мглинского муниципального района Брянской области за 202</w:t>
      </w:r>
      <w:r>
        <w:rPr>
          <w:sz w:val="28"/>
          <w:szCs w:val="28"/>
        </w:rPr>
        <w:t>3</w:t>
      </w:r>
      <w:r w:rsidRPr="006F36E5">
        <w:rPr>
          <w:sz w:val="28"/>
          <w:szCs w:val="28"/>
        </w:rPr>
        <w:t xml:space="preserve"> год по кодам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источников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финансирования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дефицитов бюджетов согласно приложению 4 к настоящему решению;</w:t>
      </w:r>
    </w:p>
    <w:p w:rsidR="00FF7200" w:rsidRPr="006F36E5" w:rsidRDefault="00FF7200" w:rsidP="004951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36E5">
        <w:rPr>
          <w:sz w:val="28"/>
          <w:szCs w:val="28"/>
        </w:rPr>
        <w:t xml:space="preserve">2.Настоящее решение вступает в силу со дня его официального опубликования. </w:t>
      </w:r>
    </w:p>
    <w:p w:rsidR="00FF7200" w:rsidRPr="006F36E5" w:rsidRDefault="00FF7200" w:rsidP="00BD126B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F36E5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Настоящее решение опубликовать в официальном печатном издании «Муниципальный вестник».</w:t>
      </w:r>
    </w:p>
    <w:p w:rsidR="00FF7200" w:rsidRDefault="00FF7200" w:rsidP="00732AB2">
      <w:pPr>
        <w:jc w:val="both"/>
        <w:rPr>
          <w:sz w:val="28"/>
          <w:szCs w:val="28"/>
        </w:rPr>
      </w:pPr>
    </w:p>
    <w:p w:rsidR="00FF7200" w:rsidRPr="006B4814" w:rsidRDefault="00FF7200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Глава Мглинского района                                           Н.В.Воликова</w:t>
      </w:r>
    </w:p>
    <w:sectPr w:rsidR="00FF7200" w:rsidRPr="006B4814" w:rsidSect="002348FB">
      <w:pgSz w:w="11906" w:h="16838"/>
      <w:pgMar w:top="426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200" w:rsidRDefault="00FF7200" w:rsidP="00623489">
      <w:r>
        <w:separator/>
      </w:r>
    </w:p>
  </w:endnote>
  <w:endnote w:type="continuationSeparator" w:id="1">
    <w:p w:rsidR="00FF7200" w:rsidRDefault="00FF7200" w:rsidP="00623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200" w:rsidRDefault="00FF7200" w:rsidP="00623489">
      <w:r>
        <w:separator/>
      </w:r>
    </w:p>
  </w:footnote>
  <w:footnote w:type="continuationSeparator" w:id="1">
    <w:p w:rsidR="00FF7200" w:rsidRDefault="00FF7200" w:rsidP="006234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C82AC5"/>
    <w:multiLevelType w:val="hybridMultilevel"/>
    <w:tmpl w:val="00D41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4062BB"/>
    <w:multiLevelType w:val="hybridMultilevel"/>
    <w:tmpl w:val="4718D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4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33FA2"/>
    <w:rsid w:val="000411B5"/>
    <w:rsid w:val="00084B26"/>
    <w:rsid w:val="00100D7E"/>
    <w:rsid w:val="001167C1"/>
    <w:rsid w:val="001237AC"/>
    <w:rsid w:val="00151694"/>
    <w:rsid w:val="001A36B9"/>
    <w:rsid w:val="001B13D6"/>
    <w:rsid w:val="001C125B"/>
    <w:rsid w:val="001F7F67"/>
    <w:rsid w:val="002348FB"/>
    <w:rsid w:val="00260A28"/>
    <w:rsid w:val="00296673"/>
    <w:rsid w:val="002B1789"/>
    <w:rsid w:val="002F0522"/>
    <w:rsid w:val="00350E9E"/>
    <w:rsid w:val="00364EFE"/>
    <w:rsid w:val="003962A0"/>
    <w:rsid w:val="003B65EC"/>
    <w:rsid w:val="003E60B9"/>
    <w:rsid w:val="003F0817"/>
    <w:rsid w:val="003F473D"/>
    <w:rsid w:val="00432577"/>
    <w:rsid w:val="00495106"/>
    <w:rsid w:val="004A27BB"/>
    <w:rsid w:val="004A6EC6"/>
    <w:rsid w:val="004D68E6"/>
    <w:rsid w:val="004F4495"/>
    <w:rsid w:val="00524958"/>
    <w:rsid w:val="00557E76"/>
    <w:rsid w:val="005762F5"/>
    <w:rsid w:val="00586B03"/>
    <w:rsid w:val="005952A4"/>
    <w:rsid w:val="005974FE"/>
    <w:rsid w:val="005B15AB"/>
    <w:rsid w:val="005D3735"/>
    <w:rsid w:val="005F777F"/>
    <w:rsid w:val="00600379"/>
    <w:rsid w:val="00604F15"/>
    <w:rsid w:val="006224F1"/>
    <w:rsid w:val="00623489"/>
    <w:rsid w:val="00637241"/>
    <w:rsid w:val="006514DB"/>
    <w:rsid w:val="0068798F"/>
    <w:rsid w:val="006A308D"/>
    <w:rsid w:val="006B4814"/>
    <w:rsid w:val="006C7853"/>
    <w:rsid w:val="006F36E5"/>
    <w:rsid w:val="00706CF1"/>
    <w:rsid w:val="00732AB2"/>
    <w:rsid w:val="00792AB1"/>
    <w:rsid w:val="007E48D6"/>
    <w:rsid w:val="007F0F1B"/>
    <w:rsid w:val="0082469E"/>
    <w:rsid w:val="008C5227"/>
    <w:rsid w:val="00907F24"/>
    <w:rsid w:val="0097072F"/>
    <w:rsid w:val="009F2290"/>
    <w:rsid w:val="00A058C2"/>
    <w:rsid w:val="00A67F45"/>
    <w:rsid w:val="00AB6498"/>
    <w:rsid w:val="00AB6C6C"/>
    <w:rsid w:val="00B34ADC"/>
    <w:rsid w:val="00B56E01"/>
    <w:rsid w:val="00B829A7"/>
    <w:rsid w:val="00B861BF"/>
    <w:rsid w:val="00BD126B"/>
    <w:rsid w:val="00BD2B00"/>
    <w:rsid w:val="00BE11AE"/>
    <w:rsid w:val="00BE617C"/>
    <w:rsid w:val="00BF0FB1"/>
    <w:rsid w:val="00BF353F"/>
    <w:rsid w:val="00C168B9"/>
    <w:rsid w:val="00C174D9"/>
    <w:rsid w:val="00C82DDD"/>
    <w:rsid w:val="00CB325A"/>
    <w:rsid w:val="00CC5C83"/>
    <w:rsid w:val="00CD2124"/>
    <w:rsid w:val="00CD52EE"/>
    <w:rsid w:val="00CE41C8"/>
    <w:rsid w:val="00D33D19"/>
    <w:rsid w:val="00D437FA"/>
    <w:rsid w:val="00D90607"/>
    <w:rsid w:val="00D92554"/>
    <w:rsid w:val="00DA2573"/>
    <w:rsid w:val="00DA7823"/>
    <w:rsid w:val="00E24E6E"/>
    <w:rsid w:val="00E50F3F"/>
    <w:rsid w:val="00E54F8F"/>
    <w:rsid w:val="00E615BE"/>
    <w:rsid w:val="00E74184"/>
    <w:rsid w:val="00E83746"/>
    <w:rsid w:val="00E91CB7"/>
    <w:rsid w:val="00EE1E17"/>
    <w:rsid w:val="00EF17AF"/>
    <w:rsid w:val="00EF4C3F"/>
    <w:rsid w:val="00EF61CE"/>
    <w:rsid w:val="00F158F0"/>
    <w:rsid w:val="00F24E97"/>
    <w:rsid w:val="00F614FF"/>
    <w:rsid w:val="00F9770F"/>
    <w:rsid w:val="00FA1B97"/>
    <w:rsid w:val="00FB1DF8"/>
    <w:rsid w:val="00FB2C9D"/>
    <w:rsid w:val="00FB4E9D"/>
    <w:rsid w:val="00FC3061"/>
    <w:rsid w:val="00FE4EF3"/>
    <w:rsid w:val="00FF5B4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62348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23489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62348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23489"/>
    <w:rPr>
      <w:rFonts w:cs="Times New Roman"/>
      <w:lang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BF353F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locked/>
    <w:rsid w:val="00BF353F"/>
    <w:pPr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BF353F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2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257</TotalTime>
  <Pages>1</Pages>
  <Words>269</Words>
  <Characters>1537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43</cp:revision>
  <cp:lastPrinted>2021-03-24T08:25:00Z</cp:lastPrinted>
  <dcterms:created xsi:type="dcterms:W3CDTF">2019-01-24T08:45:00Z</dcterms:created>
  <dcterms:modified xsi:type="dcterms:W3CDTF">2024-06-18T04:54:00Z</dcterms:modified>
</cp:coreProperties>
</file>