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DDE" w:rsidRPr="002561BD" w:rsidRDefault="00732DDE" w:rsidP="008F477B">
      <w:pPr>
        <w:pStyle w:val="40"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</w:t>
      </w:r>
      <w:r w:rsidRPr="002561BD">
        <w:rPr>
          <w:b/>
          <w:sz w:val="28"/>
          <w:szCs w:val="28"/>
        </w:rPr>
        <w:t>РОССИЙСКАЯ ФЕДЕРАЦИЯ</w:t>
      </w:r>
    </w:p>
    <w:p w:rsidR="00732DDE" w:rsidRPr="002561BD" w:rsidRDefault="00732DDE" w:rsidP="008F477B">
      <w:pPr>
        <w:pStyle w:val="40"/>
        <w:shd w:val="clear" w:color="auto" w:fill="auto"/>
        <w:spacing w:after="0" w:line="360" w:lineRule="auto"/>
        <w:ind w:left="3839"/>
        <w:jc w:val="both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Брянская область</w:t>
      </w:r>
    </w:p>
    <w:p w:rsidR="00732DDE" w:rsidRPr="002561BD" w:rsidRDefault="00732DDE" w:rsidP="008F477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                                 Контрольно-счетная палата Мглинского района</w:t>
      </w:r>
    </w:p>
    <w:p w:rsidR="00732DDE" w:rsidRPr="002561BD" w:rsidRDefault="00732DDE" w:rsidP="00DF33F6">
      <w:pPr>
        <w:pStyle w:val="40"/>
        <w:shd w:val="clear" w:color="auto" w:fill="auto"/>
        <w:spacing w:after="0" w:line="360" w:lineRule="auto"/>
        <w:jc w:val="center"/>
        <w:rPr>
          <w:b/>
          <w:sz w:val="18"/>
          <w:szCs w:val="18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561BD">
          <w:rPr>
            <w:b/>
            <w:sz w:val="18"/>
            <w:szCs w:val="18"/>
            <w:u w:val="single"/>
          </w:rPr>
          <w:t>243220 г</w:t>
        </w:r>
      </w:smartTag>
      <w:r w:rsidRPr="002561BD">
        <w:rPr>
          <w:b/>
          <w:sz w:val="18"/>
          <w:szCs w:val="18"/>
          <w:u w:val="single"/>
        </w:rPr>
        <w:t xml:space="preserve">. Мглин. пл.Советская д. 6.тел.(48339)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2561BD">
          <w:rPr>
            <w:b/>
            <w:sz w:val="18"/>
            <w:szCs w:val="18"/>
            <w:u w:val="single"/>
          </w:rPr>
          <w:t>2-11-51</w:t>
        </w:r>
      </w:smartTag>
      <w:r w:rsidRPr="002561BD">
        <w:rPr>
          <w:b/>
          <w:sz w:val="18"/>
          <w:szCs w:val="18"/>
          <w:u w:val="single"/>
        </w:rPr>
        <w:t xml:space="preserve"> </w:t>
      </w:r>
      <w:r w:rsidRPr="002561BD">
        <w:rPr>
          <w:b/>
          <w:sz w:val="18"/>
          <w:szCs w:val="18"/>
          <w:u w:val="single"/>
          <w:lang w:val="en-US"/>
        </w:rPr>
        <w:t>E</w:t>
      </w:r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:</w:t>
      </w:r>
      <w:r w:rsidRPr="002561BD">
        <w:rPr>
          <w:b/>
          <w:sz w:val="18"/>
          <w:szCs w:val="18"/>
          <w:u w:val="single"/>
          <w:lang w:val="en-US"/>
        </w:rPr>
        <w:t>palata</w:t>
      </w:r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mglin</w:t>
      </w:r>
      <w:r w:rsidRPr="002561BD">
        <w:rPr>
          <w:b/>
          <w:sz w:val="18"/>
          <w:szCs w:val="18"/>
          <w:u w:val="single"/>
        </w:rPr>
        <w:t>@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.</w:t>
      </w:r>
      <w:r w:rsidRPr="002561BD">
        <w:rPr>
          <w:b/>
          <w:sz w:val="18"/>
          <w:szCs w:val="18"/>
          <w:u w:val="single"/>
          <w:lang w:val="en-US"/>
        </w:rPr>
        <w:t>ru</w:t>
      </w:r>
    </w:p>
    <w:p w:rsidR="00732DDE" w:rsidRPr="002561BD" w:rsidRDefault="00732DDE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</w:p>
    <w:p w:rsidR="00732DDE" w:rsidRPr="002561BD" w:rsidRDefault="00732DDE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Исх. </w:t>
      </w:r>
      <w:r w:rsidRPr="005B7147">
        <w:rPr>
          <w:b/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06"/>
          <w:attr w:name="Month" w:val="08"/>
          <w:attr w:name="ls" w:val="trans"/>
        </w:smartTagPr>
        <w:r>
          <w:rPr>
            <w:b/>
            <w:sz w:val="28"/>
            <w:szCs w:val="28"/>
          </w:rPr>
          <w:t>06.08</w:t>
        </w:r>
        <w:r w:rsidRPr="005B7147">
          <w:rPr>
            <w:b/>
            <w:sz w:val="28"/>
            <w:szCs w:val="28"/>
          </w:rPr>
          <w:t>.2018</w:t>
        </w:r>
      </w:smartTag>
      <w:r w:rsidRPr="005B7147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 xml:space="preserve"> </w:t>
      </w:r>
      <w:r w:rsidRPr="005B7147">
        <w:rPr>
          <w:b/>
          <w:sz w:val="28"/>
          <w:szCs w:val="28"/>
        </w:rPr>
        <w:t>№ 1</w:t>
      </w:r>
      <w:r>
        <w:rPr>
          <w:b/>
          <w:sz w:val="28"/>
          <w:szCs w:val="28"/>
        </w:rPr>
        <w:t>1</w:t>
      </w:r>
      <w:r w:rsidRPr="005B7147">
        <w:rPr>
          <w:b/>
          <w:sz w:val="28"/>
          <w:szCs w:val="28"/>
        </w:rPr>
        <w:t>8</w:t>
      </w:r>
      <w:r w:rsidRPr="002561BD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                   </w:t>
      </w:r>
      <w:r w:rsidRPr="002561BD">
        <w:rPr>
          <w:b/>
          <w:sz w:val="28"/>
          <w:szCs w:val="28"/>
        </w:rPr>
        <w:t xml:space="preserve">                                                                                </w:t>
      </w:r>
      <w:r>
        <w:rPr>
          <w:b/>
          <w:sz w:val="28"/>
          <w:szCs w:val="28"/>
        </w:rPr>
        <w:t xml:space="preserve"> </w:t>
      </w:r>
      <w:r w:rsidRPr="002561BD">
        <w:rPr>
          <w:b/>
          <w:sz w:val="28"/>
          <w:szCs w:val="28"/>
        </w:rPr>
        <w:t xml:space="preserve"> </w:t>
      </w:r>
    </w:p>
    <w:p w:rsidR="00732DDE" w:rsidRPr="001100DB" w:rsidRDefault="00732DDE" w:rsidP="001100DB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 w:rsidRPr="001100DB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732DDE" w:rsidRDefault="00732DDE" w:rsidP="001100DB">
      <w:pPr>
        <w:pStyle w:val="40"/>
        <w:shd w:val="clear" w:color="auto" w:fill="auto"/>
        <w:spacing w:after="0" w:line="360" w:lineRule="auto"/>
        <w:rPr>
          <w:sz w:val="18"/>
          <w:szCs w:val="18"/>
        </w:rPr>
      </w:pPr>
    </w:p>
    <w:p w:rsidR="00732DDE" w:rsidRDefault="00732DDE" w:rsidP="00B811D4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360" w:lineRule="auto"/>
        <w:ind w:left="102"/>
        <w:rPr>
          <w:b/>
          <w:sz w:val="28"/>
          <w:szCs w:val="28"/>
        </w:rPr>
      </w:pPr>
      <w:r w:rsidRPr="00FC26B5">
        <w:rPr>
          <w:b/>
          <w:sz w:val="28"/>
          <w:szCs w:val="28"/>
        </w:rPr>
        <w:t>1. Общие положения</w:t>
      </w:r>
    </w:p>
    <w:p w:rsidR="00732DDE" w:rsidRPr="00116C6E" w:rsidRDefault="00732DDE" w:rsidP="00B811D4">
      <w:pPr>
        <w:tabs>
          <w:tab w:val="left" w:pos="720"/>
          <w:tab w:val="left" w:pos="9355"/>
        </w:tabs>
        <w:spacing w:line="36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 Мглинского района</w:t>
      </w:r>
      <w:r w:rsidRPr="00116C6E">
        <w:rPr>
          <w:rFonts w:ascii="Times New Roman" w:hAnsi="Times New Roman"/>
          <w:sz w:val="28"/>
          <w:szCs w:val="28"/>
        </w:rPr>
        <w:t xml:space="preserve"> на отчет об исполнении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116C6E">
        <w:rPr>
          <w:rFonts w:ascii="Times New Roman" w:hAnsi="Times New Roman"/>
          <w:sz w:val="28"/>
          <w:szCs w:val="28"/>
        </w:rPr>
        <w:t xml:space="preserve"> Мглинского городского поселения  за 1 </w:t>
      </w:r>
      <w:r>
        <w:rPr>
          <w:rFonts w:ascii="Times New Roman" w:hAnsi="Times New Roman"/>
          <w:sz w:val="28"/>
          <w:szCs w:val="28"/>
        </w:rPr>
        <w:t>полугодие</w:t>
      </w:r>
      <w:r w:rsidRPr="00116C6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116C6E">
        <w:rPr>
          <w:rFonts w:ascii="Times New Roman" w:hAnsi="Times New Roman"/>
          <w:sz w:val="28"/>
          <w:szCs w:val="28"/>
        </w:rPr>
        <w:t xml:space="preserve"> года (далее – Заключение Контрольно-счетной палаты) подготовлено в соответствии </w:t>
      </w:r>
      <w:r>
        <w:rPr>
          <w:rFonts w:ascii="Times New Roman" w:hAnsi="Times New Roman"/>
          <w:sz w:val="28"/>
          <w:szCs w:val="28"/>
        </w:rPr>
        <w:t xml:space="preserve"> со статьей 264.2 </w:t>
      </w:r>
      <w:r w:rsidRPr="00116C6E"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Положением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116C6E">
        <w:rPr>
          <w:rFonts w:ascii="Times New Roman" w:hAnsi="Times New Roman"/>
          <w:sz w:val="28"/>
          <w:szCs w:val="28"/>
        </w:rPr>
        <w:t>«О Контрольно-счетной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палате М</w:t>
      </w:r>
      <w:r>
        <w:rPr>
          <w:rFonts w:ascii="Times New Roman" w:hAnsi="Times New Roman"/>
          <w:sz w:val="28"/>
          <w:szCs w:val="28"/>
        </w:rPr>
        <w:t>глинского района» утвержденного Р</w:t>
      </w:r>
      <w:r w:rsidRPr="00116C6E">
        <w:rPr>
          <w:rFonts w:ascii="Times New Roman" w:hAnsi="Times New Roman"/>
          <w:sz w:val="28"/>
          <w:szCs w:val="28"/>
        </w:rPr>
        <w:t xml:space="preserve">ешением районного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116C6E">
          <w:rPr>
            <w:rFonts w:ascii="Times New Roman" w:hAnsi="Times New Roman"/>
            <w:sz w:val="28"/>
            <w:szCs w:val="28"/>
          </w:rPr>
          <w:t>26.10.2012</w:t>
        </w:r>
      </w:smartTag>
      <w:r w:rsidRPr="00116C6E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4-444,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 xml:space="preserve">пунктом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116C6E">
          <w:rPr>
            <w:rFonts w:ascii="Times New Roman" w:hAnsi="Times New Roman"/>
            <w:sz w:val="28"/>
            <w:szCs w:val="28"/>
          </w:rPr>
          <w:t>1.2.</w:t>
        </w:r>
        <w:r>
          <w:rPr>
            <w:rFonts w:ascii="Times New Roman" w:hAnsi="Times New Roman"/>
            <w:sz w:val="28"/>
            <w:szCs w:val="28"/>
          </w:rPr>
          <w:t>31</w:t>
        </w:r>
      </w:smartTag>
      <w:r w:rsidRPr="00116C6E">
        <w:rPr>
          <w:rFonts w:ascii="Times New Roman" w:hAnsi="Times New Roman"/>
          <w:sz w:val="28"/>
          <w:szCs w:val="28"/>
        </w:rPr>
        <w:t xml:space="preserve"> плана работы Контрольно-счетной </w:t>
      </w:r>
      <w:r>
        <w:rPr>
          <w:rFonts w:ascii="Times New Roman" w:hAnsi="Times New Roman"/>
          <w:sz w:val="28"/>
          <w:szCs w:val="28"/>
        </w:rPr>
        <w:t>палаты Мглинского района на 2018</w:t>
      </w:r>
      <w:r w:rsidRPr="00116C6E">
        <w:rPr>
          <w:rFonts w:ascii="Times New Roman" w:hAnsi="Times New Roman"/>
          <w:sz w:val="28"/>
          <w:szCs w:val="28"/>
        </w:rPr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29.12.2017</w:t>
        </w:r>
      </w:smartTag>
      <w:r w:rsidRPr="00116C6E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 88</w:t>
      </w:r>
      <w:r w:rsidRPr="00116C6E">
        <w:rPr>
          <w:rFonts w:ascii="Times New Roman" w:hAnsi="Times New Roman"/>
          <w:sz w:val="28"/>
          <w:szCs w:val="28"/>
        </w:rPr>
        <w:t>.</w:t>
      </w:r>
    </w:p>
    <w:p w:rsidR="00732DDE" w:rsidRPr="00116C6E" w:rsidRDefault="00732DDE" w:rsidP="00F8248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 оформлено по результатам оперативного анализа и контроля</w:t>
      </w:r>
      <w:r>
        <w:rPr>
          <w:rFonts w:ascii="Times New Roman" w:hAnsi="Times New Roman"/>
          <w:sz w:val="28"/>
          <w:szCs w:val="28"/>
        </w:rPr>
        <w:t>,</w:t>
      </w:r>
      <w:r w:rsidRPr="00116C6E">
        <w:rPr>
          <w:rFonts w:ascii="Times New Roman" w:hAnsi="Times New Roman"/>
          <w:sz w:val="28"/>
          <w:szCs w:val="28"/>
        </w:rPr>
        <w:t xml:space="preserve"> за организац</w:t>
      </w:r>
      <w:r>
        <w:rPr>
          <w:rFonts w:ascii="Times New Roman" w:hAnsi="Times New Roman"/>
          <w:sz w:val="28"/>
          <w:szCs w:val="28"/>
        </w:rPr>
        <w:t>ией исполнения бюджета Мглинского городского поселения</w:t>
      </w:r>
      <w:r w:rsidRPr="00116C6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116C6E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полугодие</w:t>
      </w:r>
      <w:r w:rsidRPr="00116C6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116C6E">
        <w:rPr>
          <w:rFonts w:ascii="Times New Roman" w:hAnsi="Times New Roman"/>
          <w:sz w:val="28"/>
          <w:szCs w:val="28"/>
        </w:rPr>
        <w:t xml:space="preserve"> года.</w:t>
      </w:r>
    </w:p>
    <w:p w:rsidR="00732DDE" w:rsidRPr="00116C6E" w:rsidRDefault="00732DDE" w:rsidP="00F8248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Объем до</w:t>
      </w:r>
      <w:r>
        <w:rPr>
          <w:rFonts w:ascii="Times New Roman" w:hAnsi="Times New Roman"/>
          <w:sz w:val="28"/>
          <w:szCs w:val="28"/>
        </w:rPr>
        <w:t>ходов и расходов на 2018 год,  Р</w:t>
      </w:r>
      <w:r w:rsidRPr="00116C6E">
        <w:rPr>
          <w:rFonts w:ascii="Times New Roman" w:hAnsi="Times New Roman"/>
          <w:sz w:val="28"/>
          <w:szCs w:val="28"/>
        </w:rPr>
        <w:t>ешени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116C6E">
        <w:rPr>
          <w:rFonts w:ascii="Times New Roman" w:hAnsi="Times New Roman"/>
          <w:sz w:val="28"/>
          <w:szCs w:val="28"/>
        </w:rPr>
        <w:t xml:space="preserve"> Совета народных депутатов</w:t>
      </w:r>
      <w:r>
        <w:rPr>
          <w:rFonts w:ascii="Times New Roman" w:hAnsi="Times New Roman"/>
          <w:sz w:val="28"/>
          <w:szCs w:val="28"/>
        </w:rPr>
        <w:t xml:space="preserve"> города Мглина</w:t>
      </w:r>
      <w:r w:rsidRPr="00116C6E">
        <w:rPr>
          <w:rFonts w:ascii="Times New Roman" w:hAnsi="Times New Roman"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30.11.2017</w:t>
        </w:r>
      </w:smartTag>
      <w:r w:rsidRPr="00116C6E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3/</w:t>
      </w:r>
      <w:r>
        <w:rPr>
          <w:rFonts w:ascii="Times New Roman" w:hAnsi="Times New Roman"/>
          <w:sz w:val="28"/>
          <w:szCs w:val="28"/>
        </w:rPr>
        <w:t>132</w:t>
      </w:r>
      <w:r w:rsidRPr="00116C6E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«Мглинское городское поселение на 2018</w:t>
      </w:r>
      <w:r w:rsidRPr="00116C6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Pr="00116C6E">
        <w:rPr>
          <w:rFonts w:ascii="Times New Roman" w:hAnsi="Times New Roman"/>
          <w:sz w:val="28"/>
          <w:szCs w:val="28"/>
        </w:rPr>
        <w:t xml:space="preserve">» утверждены в сумме </w:t>
      </w:r>
      <w:r>
        <w:rPr>
          <w:rFonts w:ascii="Times New Roman" w:hAnsi="Times New Roman"/>
          <w:sz w:val="28"/>
          <w:szCs w:val="28"/>
        </w:rPr>
        <w:t>20365,0 тыс.</w:t>
      </w:r>
      <w:r w:rsidRPr="00116C6E">
        <w:rPr>
          <w:rFonts w:ascii="Times New Roman" w:hAnsi="Times New Roman"/>
          <w:sz w:val="28"/>
          <w:szCs w:val="28"/>
        </w:rPr>
        <w:t xml:space="preserve"> рублей.</w:t>
      </w:r>
    </w:p>
    <w:p w:rsidR="00732DDE" w:rsidRDefault="00732DDE" w:rsidP="00B811D4">
      <w:pPr>
        <w:keepNext/>
        <w:keepLines/>
        <w:spacing w:line="360" w:lineRule="auto"/>
        <w:jc w:val="both"/>
        <w:outlineLvl w:val="0"/>
        <w:rPr>
          <w:rFonts w:ascii="Times New Roman" w:hAnsi="Times New Roman"/>
          <w:b/>
          <w:bCs/>
          <w:snapToGrid w:val="0"/>
          <w:sz w:val="28"/>
          <w:szCs w:val="28"/>
        </w:rPr>
      </w:pPr>
      <w:bookmarkStart w:id="1" w:name="_Toc482880904"/>
      <w:r w:rsidRPr="00116C6E">
        <w:rPr>
          <w:rFonts w:ascii="Times New Roman" w:hAnsi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/>
          <w:b/>
          <w:bCs/>
          <w:sz w:val="28"/>
          <w:szCs w:val="28"/>
        </w:rPr>
        <w:t>2.</w:t>
      </w:r>
      <w:r w:rsidRPr="00116C6E">
        <w:rPr>
          <w:rFonts w:ascii="Times New Roman" w:hAnsi="Times New Roman"/>
          <w:b/>
          <w:bCs/>
          <w:snapToGrid w:val="0"/>
          <w:sz w:val="28"/>
          <w:szCs w:val="28"/>
        </w:rPr>
        <w:t xml:space="preserve">Анализ исполнения доходов </w:t>
      </w:r>
      <w:r>
        <w:rPr>
          <w:rFonts w:ascii="Times New Roman" w:hAnsi="Times New Roman"/>
          <w:b/>
          <w:bCs/>
          <w:snapToGrid w:val="0"/>
          <w:sz w:val="28"/>
          <w:szCs w:val="28"/>
        </w:rPr>
        <w:t>Мглинского городского поселения</w:t>
      </w:r>
      <w:bookmarkEnd w:id="1"/>
      <w:r>
        <w:rPr>
          <w:rFonts w:ascii="Times New Roman" w:hAnsi="Times New Roman"/>
          <w:b/>
          <w:bCs/>
          <w:snapToGrid w:val="0"/>
          <w:sz w:val="28"/>
          <w:szCs w:val="28"/>
        </w:rPr>
        <w:t>.</w:t>
      </w:r>
    </w:p>
    <w:p w:rsidR="00732DDE" w:rsidRDefault="00732DDE" w:rsidP="00B82FC9">
      <w:pPr>
        <w:pStyle w:val="2"/>
        <w:shd w:val="clear" w:color="auto" w:fill="auto"/>
        <w:spacing w:before="0" w:after="0" w:line="360" w:lineRule="auto"/>
        <w:ind w:left="159" w:right="62" w:firstLine="720"/>
        <w:rPr>
          <w:sz w:val="28"/>
          <w:szCs w:val="28"/>
        </w:rPr>
      </w:pPr>
      <w:r w:rsidRPr="00116C6E">
        <w:rPr>
          <w:sz w:val="28"/>
          <w:szCs w:val="28"/>
        </w:rPr>
        <w:t xml:space="preserve">Бюджет Мглинского городского поселения за 1 </w:t>
      </w:r>
      <w:r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116C6E">
        <w:rPr>
          <w:sz w:val="28"/>
          <w:szCs w:val="28"/>
        </w:rPr>
        <w:t xml:space="preserve"> года исполнен: по доходам в сумме </w:t>
      </w:r>
      <w:r>
        <w:rPr>
          <w:rStyle w:val="30"/>
          <w:sz w:val="28"/>
          <w:szCs w:val="28"/>
        </w:rPr>
        <w:t>9363,3 тыс.</w:t>
      </w:r>
      <w:r w:rsidRPr="00116C6E">
        <w:rPr>
          <w:sz w:val="28"/>
          <w:szCs w:val="28"/>
        </w:rPr>
        <w:t xml:space="preserve"> рублей, или на </w:t>
      </w:r>
      <w:r>
        <w:rPr>
          <w:sz w:val="28"/>
          <w:szCs w:val="28"/>
        </w:rPr>
        <w:t>27,7%</w:t>
      </w:r>
      <w:r w:rsidRPr="00116C6E">
        <w:rPr>
          <w:sz w:val="28"/>
          <w:szCs w:val="28"/>
        </w:rPr>
        <w:t xml:space="preserve"> к </w:t>
      </w:r>
      <w:r>
        <w:rPr>
          <w:sz w:val="28"/>
          <w:szCs w:val="28"/>
        </w:rPr>
        <w:t>у</w:t>
      </w:r>
      <w:r w:rsidRPr="00116C6E">
        <w:rPr>
          <w:sz w:val="28"/>
          <w:szCs w:val="28"/>
        </w:rPr>
        <w:t xml:space="preserve">твержденным назначениям с учетом изменений, что на </w:t>
      </w:r>
      <w:r>
        <w:rPr>
          <w:sz w:val="28"/>
          <w:szCs w:val="28"/>
        </w:rPr>
        <w:t>4462,5 тыс.</w:t>
      </w:r>
      <w:r w:rsidRPr="00116C6E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меньше</w:t>
      </w:r>
      <w:r w:rsidRPr="00116C6E">
        <w:rPr>
          <w:sz w:val="28"/>
          <w:szCs w:val="28"/>
        </w:rPr>
        <w:t xml:space="preserve"> чем в прошлом году.(1 </w:t>
      </w:r>
      <w:r>
        <w:rPr>
          <w:sz w:val="28"/>
          <w:szCs w:val="28"/>
        </w:rPr>
        <w:t>полугодие 2017</w:t>
      </w:r>
      <w:r w:rsidRPr="00116C6E">
        <w:rPr>
          <w:sz w:val="28"/>
          <w:szCs w:val="28"/>
        </w:rPr>
        <w:t xml:space="preserve"> года </w:t>
      </w:r>
      <w:r>
        <w:rPr>
          <w:sz w:val="28"/>
          <w:szCs w:val="28"/>
        </w:rPr>
        <w:t>13825,8 тыс.</w:t>
      </w:r>
      <w:r w:rsidRPr="00116C6E">
        <w:rPr>
          <w:sz w:val="28"/>
          <w:szCs w:val="28"/>
        </w:rPr>
        <w:t xml:space="preserve"> рублей). </w:t>
      </w:r>
    </w:p>
    <w:p w:rsidR="00732DDE" w:rsidRPr="00116C6E" w:rsidRDefault="00732DDE" w:rsidP="00B82FC9">
      <w:pPr>
        <w:pStyle w:val="2"/>
        <w:shd w:val="clear" w:color="auto" w:fill="auto"/>
        <w:spacing w:before="0" w:after="0" w:line="360" w:lineRule="auto"/>
        <w:ind w:left="159" w:right="62" w:firstLine="7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Анализ исполнения доходной части бюджета Мглинского городского поселения за 1 полугодие 2018 года приведен в </w:t>
      </w:r>
      <w:r w:rsidRPr="00835438">
        <w:rPr>
          <w:b/>
          <w:sz w:val="28"/>
          <w:szCs w:val="28"/>
        </w:rPr>
        <w:t>приложении №1.</w:t>
      </w:r>
      <w:r>
        <w:rPr>
          <w:sz w:val="28"/>
          <w:szCs w:val="28"/>
        </w:rPr>
        <w:t xml:space="preserve"> </w:t>
      </w: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left="160" w:right="60" w:firstLine="720"/>
        <w:rPr>
          <w:sz w:val="28"/>
          <w:szCs w:val="28"/>
        </w:rPr>
      </w:pPr>
      <w:r w:rsidRPr="00116C6E">
        <w:rPr>
          <w:sz w:val="28"/>
          <w:szCs w:val="28"/>
        </w:rPr>
        <w:t>Основу доходной части бюджета Мглинского городского поселения составляют:</w:t>
      </w:r>
    </w:p>
    <w:p w:rsidR="00732DDE" w:rsidRDefault="00732DDE" w:rsidP="00A3249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sz w:val="28"/>
          <w:szCs w:val="28"/>
        </w:rPr>
        <w:t>Налоговые и неналоговые доходы</w:t>
      </w:r>
      <w:r w:rsidRPr="00116C6E">
        <w:rPr>
          <w:sz w:val="28"/>
          <w:szCs w:val="28"/>
        </w:rPr>
        <w:t xml:space="preserve"> в объеме </w:t>
      </w:r>
      <w:r>
        <w:rPr>
          <w:sz w:val="28"/>
          <w:szCs w:val="28"/>
        </w:rPr>
        <w:t>9203,3 тыс.</w:t>
      </w:r>
      <w:r w:rsidRPr="00116C6E">
        <w:rPr>
          <w:sz w:val="28"/>
          <w:szCs w:val="28"/>
        </w:rPr>
        <w:t xml:space="preserve"> рублей, или </w:t>
      </w:r>
      <w:r>
        <w:rPr>
          <w:sz w:val="28"/>
          <w:szCs w:val="28"/>
        </w:rPr>
        <w:t>44,6</w:t>
      </w:r>
      <w:r w:rsidRPr="00116C6E">
        <w:rPr>
          <w:sz w:val="28"/>
          <w:szCs w:val="28"/>
        </w:rPr>
        <w:t xml:space="preserve"> % к утвержденным</w:t>
      </w:r>
      <w:r>
        <w:rPr>
          <w:sz w:val="28"/>
          <w:szCs w:val="28"/>
        </w:rPr>
        <w:t xml:space="preserve"> назначениям с учетом изменений, </w:t>
      </w:r>
      <w:r w:rsidRPr="00116C6E">
        <w:rPr>
          <w:sz w:val="28"/>
          <w:szCs w:val="28"/>
        </w:rPr>
        <w:t xml:space="preserve">что на </w:t>
      </w:r>
      <w:r>
        <w:rPr>
          <w:sz w:val="28"/>
          <w:szCs w:val="28"/>
        </w:rPr>
        <w:t>1071,7 тыс.</w:t>
      </w:r>
      <w:r w:rsidRPr="00116C6E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больше</w:t>
      </w:r>
      <w:r w:rsidRPr="00116C6E">
        <w:rPr>
          <w:sz w:val="28"/>
          <w:szCs w:val="28"/>
        </w:rPr>
        <w:t xml:space="preserve"> чем, поступивших в бюджет Мглинского городского поселения за аналогичный период 201</w:t>
      </w:r>
      <w:r>
        <w:rPr>
          <w:sz w:val="28"/>
          <w:szCs w:val="28"/>
        </w:rPr>
        <w:t>7</w:t>
      </w:r>
      <w:r w:rsidRPr="00116C6E">
        <w:rPr>
          <w:sz w:val="28"/>
          <w:szCs w:val="28"/>
        </w:rPr>
        <w:t xml:space="preserve"> года (</w:t>
      </w:r>
      <w:r>
        <w:rPr>
          <w:sz w:val="28"/>
          <w:szCs w:val="28"/>
        </w:rPr>
        <w:t>8131,6 тыс.</w:t>
      </w:r>
      <w:r w:rsidRPr="00116C6E">
        <w:rPr>
          <w:sz w:val="28"/>
          <w:szCs w:val="28"/>
        </w:rPr>
        <w:t xml:space="preserve"> рублей).</w:t>
      </w:r>
    </w:p>
    <w:p w:rsidR="00732DDE" w:rsidRPr="00116C6E" w:rsidRDefault="00732DDE" w:rsidP="00A3249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bCs/>
          <w:sz w:val="28"/>
          <w:szCs w:val="28"/>
        </w:rPr>
        <w:t>Налоговые доходы</w:t>
      </w:r>
      <w:r>
        <w:rPr>
          <w:b/>
          <w:bCs/>
          <w:sz w:val="28"/>
          <w:szCs w:val="28"/>
        </w:rPr>
        <w:t xml:space="preserve"> бюджета Мглинского городского поселения.</w:t>
      </w:r>
    </w:p>
    <w:p w:rsidR="00732DDE" w:rsidRPr="00116C6E" w:rsidRDefault="00732DDE" w:rsidP="00B82FC9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6C6E">
        <w:rPr>
          <w:sz w:val="28"/>
          <w:szCs w:val="28"/>
        </w:rPr>
        <w:t xml:space="preserve">В 1 </w:t>
      </w:r>
      <w:r>
        <w:rPr>
          <w:sz w:val="28"/>
          <w:szCs w:val="28"/>
        </w:rPr>
        <w:t>полугодие 2018</w:t>
      </w:r>
      <w:r w:rsidRPr="00116C6E">
        <w:rPr>
          <w:sz w:val="28"/>
          <w:szCs w:val="28"/>
        </w:rPr>
        <w:t xml:space="preserve"> года поступление налоговых доходов в Мглинское городское поселение составило </w:t>
      </w:r>
      <w:r>
        <w:rPr>
          <w:sz w:val="28"/>
          <w:szCs w:val="28"/>
        </w:rPr>
        <w:t>7008,02 тыс.</w:t>
      </w:r>
      <w:r w:rsidRPr="00116C6E">
        <w:rPr>
          <w:sz w:val="28"/>
          <w:szCs w:val="28"/>
        </w:rPr>
        <w:t xml:space="preserve"> рублей, или </w:t>
      </w:r>
      <w:r>
        <w:rPr>
          <w:sz w:val="28"/>
          <w:szCs w:val="28"/>
        </w:rPr>
        <w:t>39,2</w:t>
      </w:r>
      <w:r w:rsidRPr="00116C6E">
        <w:rPr>
          <w:sz w:val="28"/>
          <w:szCs w:val="28"/>
        </w:rPr>
        <w:t xml:space="preserve"> %</w:t>
      </w:r>
      <w:r w:rsidRPr="00116C6E">
        <w:rPr>
          <w:bCs/>
          <w:sz w:val="28"/>
          <w:szCs w:val="28"/>
        </w:rPr>
        <w:t xml:space="preserve"> годовых плановых назначений.</w:t>
      </w:r>
      <w:r>
        <w:rPr>
          <w:bCs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Основными налогами, которые сформировали доходную часть бюджета </w:t>
      </w:r>
      <w:r>
        <w:rPr>
          <w:sz w:val="28"/>
          <w:szCs w:val="28"/>
        </w:rPr>
        <w:t>за</w:t>
      </w:r>
      <w:r w:rsidRPr="00116C6E">
        <w:rPr>
          <w:sz w:val="28"/>
          <w:szCs w:val="28"/>
        </w:rPr>
        <w:t xml:space="preserve"> 1 </w:t>
      </w:r>
      <w:r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116C6E">
        <w:rPr>
          <w:sz w:val="28"/>
          <w:szCs w:val="28"/>
        </w:rPr>
        <w:t xml:space="preserve"> года, являются налог на </w:t>
      </w:r>
      <w:r w:rsidRPr="00045D08">
        <w:rPr>
          <w:i/>
          <w:sz w:val="28"/>
          <w:szCs w:val="28"/>
        </w:rPr>
        <w:t>доходы физических лиц</w:t>
      </w:r>
      <w:r w:rsidRPr="00116C6E">
        <w:rPr>
          <w:sz w:val="28"/>
          <w:szCs w:val="28"/>
        </w:rPr>
        <w:t xml:space="preserve">, </w:t>
      </w:r>
      <w:r w:rsidRPr="00045D08">
        <w:rPr>
          <w:i/>
          <w:sz w:val="28"/>
          <w:szCs w:val="28"/>
        </w:rPr>
        <w:t>налоги на товары (работы, услуги), реализуемые на т</w:t>
      </w:r>
      <w:r>
        <w:rPr>
          <w:i/>
          <w:sz w:val="28"/>
          <w:szCs w:val="28"/>
        </w:rPr>
        <w:t>ерритории российской федерации,</w:t>
      </w:r>
      <w:r w:rsidRPr="00045D08">
        <w:rPr>
          <w:i/>
          <w:sz w:val="28"/>
          <w:szCs w:val="28"/>
        </w:rPr>
        <w:t xml:space="preserve"> налоги на имущество.</w:t>
      </w:r>
      <w:r w:rsidRPr="00116C6E">
        <w:rPr>
          <w:sz w:val="28"/>
          <w:szCs w:val="28"/>
        </w:rPr>
        <w:t xml:space="preserve"> </w:t>
      </w:r>
      <w:r w:rsidRPr="00881687">
        <w:rPr>
          <w:sz w:val="28"/>
          <w:szCs w:val="28"/>
        </w:rPr>
        <w:t>На их долю приходится 42,9</w:t>
      </w:r>
      <w:r w:rsidRPr="00116C6E">
        <w:rPr>
          <w:sz w:val="28"/>
          <w:szCs w:val="28"/>
        </w:rPr>
        <w:t> % поступивших налоговых доходов.</w:t>
      </w:r>
    </w:p>
    <w:p w:rsidR="00732DDE" w:rsidRPr="00116C6E" w:rsidRDefault="00732DDE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         Налог на доходы физических лиц</w:t>
      </w:r>
      <w:r w:rsidRPr="00116C6E">
        <w:rPr>
          <w:sz w:val="28"/>
          <w:szCs w:val="28"/>
        </w:rPr>
        <w:t xml:space="preserve"> поступил в </w:t>
      </w:r>
      <w:r>
        <w:rPr>
          <w:sz w:val="28"/>
          <w:szCs w:val="28"/>
        </w:rPr>
        <w:t xml:space="preserve">Мглинское городское поселение </w:t>
      </w:r>
      <w:r w:rsidRPr="00116C6E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2192,42 тыс.</w:t>
      </w:r>
      <w:r w:rsidRPr="00116C6E">
        <w:rPr>
          <w:sz w:val="28"/>
          <w:szCs w:val="28"/>
        </w:rPr>
        <w:t xml:space="preserve"> рублей, годовые плановые назначения исполнены на </w:t>
      </w:r>
      <w:r>
        <w:rPr>
          <w:sz w:val="28"/>
          <w:szCs w:val="28"/>
        </w:rPr>
        <w:t>42,5</w:t>
      </w:r>
      <w:r w:rsidRPr="00116C6E">
        <w:rPr>
          <w:sz w:val="28"/>
          <w:szCs w:val="28"/>
        </w:rPr>
        <w:t> %.</w:t>
      </w:r>
      <w:r>
        <w:rPr>
          <w:sz w:val="28"/>
          <w:szCs w:val="28"/>
        </w:rPr>
        <w:t xml:space="preserve"> К соответствующему периоду 2017</w:t>
      </w:r>
      <w:r w:rsidRPr="00116C6E">
        <w:rPr>
          <w:sz w:val="28"/>
          <w:szCs w:val="28"/>
        </w:rPr>
        <w:t xml:space="preserve"> года темп роста составил </w:t>
      </w:r>
      <w:r>
        <w:rPr>
          <w:sz w:val="28"/>
          <w:szCs w:val="28"/>
        </w:rPr>
        <w:t>9,7</w:t>
      </w:r>
      <w:r w:rsidRPr="00116C6E">
        <w:rPr>
          <w:sz w:val="28"/>
          <w:szCs w:val="28"/>
        </w:rPr>
        <w:t xml:space="preserve"> %. </w:t>
      </w:r>
    </w:p>
    <w:p w:rsidR="00732DDE" w:rsidRDefault="00732DDE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 xml:space="preserve">         </w:t>
      </w:r>
      <w:r w:rsidRPr="00116C6E">
        <w:rPr>
          <w:b/>
          <w:i/>
          <w:sz w:val="28"/>
          <w:szCs w:val="28"/>
        </w:rPr>
        <w:t xml:space="preserve">Налоги на товары (работы, услуги), реализуемые на территории РФ </w:t>
      </w:r>
      <w:r w:rsidRPr="00116C6E">
        <w:rPr>
          <w:sz w:val="28"/>
          <w:szCs w:val="28"/>
        </w:rPr>
        <w:t>поступили</w:t>
      </w:r>
      <w:r w:rsidRPr="00116C6E">
        <w:rPr>
          <w:b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 xml:space="preserve">Мглинского городское поселение </w:t>
      </w:r>
      <w:r w:rsidRPr="00116C6E">
        <w:rPr>
          <w:sz w:val="28"/>
          <w:szCs w:val="28"/>
        </w:rPr>
        <w:t xml:space="preserve">за 1 </w:t>
      </w:r>
      <w:r>
        <w:rPr>
          <w:sz w:val="28"/>
          <w:szCs w:val="28"/>
        </w:rPr>
        <w:t xml:space="preserve">полугодие 2018 года в сумме 811,7 тыс. рублей </w:t>
      </w:r>
      <w:r w:rsidRPr="00116C6E">
        <w:rPr>
          <w:sz w:val="28"/>
          <w:szCs w:val="28"/>
        </w:rPr>
        <w:t xml:space="preserve">или </w:t>
      </w:r>
      <w:r>
        <w:rPr>
          <w:sz w:val="28"/>
          <w:szCs w:val="28"/>
        </w:rPr>
        <w:t>47,7</w:t>
      </w:r>
      <w:r w:rsidRPr="00116C6E">
        <w:rPr>
          <w:sz w:val="28"/>
          <w:szCs w:val="28"/>
        </w:rPr>
        <w:t xml:space="preserve"> % утвержденных годовых показателей. Удельный вес в общем объеме поступивших доходов  за 1 </w:t>
      </w:r>
      <w:r>
        <w:rPr>
          <w:sz w:val="28"/>
          <w:szCs w:val="28"/>
        </w:rPr>
        <w:t>полугодие 2018</w:t>
      </w:r>
      <w:r w:rsidRPr="00116C6E">
        <w:rPr>
          <w:sz w:val="28"/>
          <w:szCs w:val="28"/>
        </w:rPr>
        <w:t xml:space="preserve"> года составил </w:t>
      </w:r>
      <w:r w:rsidRPr="00116C6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8,7</w:t>
      </w:r>
      <w:r w:rsidRPr="00116C6E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а в структуре налоговых доходов </w:t>
      </w:r>
      <w:r>
        <w:rPr>
          <w:sz w:val="28"/>
          <w:szCs w:val="28"/>
        </w:rPr>
        <w:t xml:space="preserve">11,58 </w:t>
      </w:r>
      <w:r w:rsidRPr="00116C6E">
        <w:rPr>
          <w:sz w:val="28"/>
          <w:szCs w:val="28"/>
        </w:rPr>
        <w:t>%.</w:t>
      </w:r>
    </w:p>
    <w:p w:rsidR="00732DDE" w:rsidRPr="00116C6E" w:rsidRDefault="00732DDE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Налоги на совокупный доход</w:t>
      </w:r>
      <w:r w:rsidRPr="00116C6E">
        <w:rPr>
          <w:sz w:val="28"/>
          <w:szCs w:val="28"/>
        </w:rPr>
        <w:t xml:space="preserve"> поступили в сумме </w:t>
      </w:r>
      <w:r>
        <w:rPr>
          <w:sz w:val="28"/>
          <w:szCs w:val="28"/>
        </w:rPr>
        <w:t>186,0 тыс.</w:t>
      </w:r>
      <w:r w:rsidRPr="00116C6E">
        <w:rPr>
          <w:sz w:val="28"/>
          <w:szCs w:val="28"/>
        </w:rPr>
        <w:t xml:space="preserve"> рублей. </w:t>
      </w:r>
      <w:r>
        <w:rPr>
          <w:sz w:val="28"/>
          <w:szCs w:val="28"/>
        </w:rPr>
        <w:t xml:space="preserve">  </w:t>
      </w:r>
      <w:r w:rsidRPr="00116C6E">
        <w:rPr>
          <w:sz w:val="28"/>
          <w:szCs w:val="28"/>
        </w:rPr>
        <w:t xml:space="preserve">Годовые плановые назначения исполнены на </w:t>
      </w:r>
      <w:r>
        <w:rPr>
          <w:sz w:val="28"/>
          <w:szCs w:val="28"/>
        </w:rPr>
        <w:t>33,8 %</w:t>
      </w:r>
      <w:r w:rsidRPr="00116C6E">
        <w:rPr>
          <w:sz w:val="28"/>
          <w:szCs w:val="28"/>
        </w:rPr>
        <w:t xml:space="preserve">. Удельный вес данной подгруппы доходов в структуре налоговых доходов составляет </w:t>
      </w:r>
      <w:r>
        <w:rPr>
          <w:sz w:val="28"/>
          <w:szCs w:val="28"/>
        </w:rPr>
        <w:t>2,65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>.</w:t>
      </w:r>
    </w:p>
    <w:p w:rsidR="00732DDE" w:rsidRPr="00912098" w:rsidRDefault="00732DDE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>На долю</w:t>
      </w:r>
      <w:r w:rsidRPr="00116C6E">
        <w:rPr>
          <w:b/>
          <w:i/>
          <w:sz w:val="28"/>
          <w:szCs w:val="28"/>
        </w:rPr>
        <w:t xml:space="preserve"> налогов на имущество</w:t>
      </w:r>
      <w:r w:rsidRPr="00116C6E">
        <w:rPr>
          <w:sz w:val="28"/>
          <w:szCs w:val="28"/>
        </w:rPr>
        <w:t xml:space="preserve"> приходится </w:t>
      </w:r>
      <w:r>
        <w:rPr>
          <w:sz w:val="28"/>
          <w:szCs w:val="28"/>
        </w:rPr>
        <w:t>54,48</w:t>
      </w:r>
      <w:r w:rsidRPr="00116C6E">
        <w:rPr>
          <w:sz w:val="28"/>
          <w:szCs w:val="28"/>
        </w:rPr>
        <w:t xml:space="preserve"> % налоговых доходов. Объем поступлений составил </w:t>
      </w:r>
      <w:r>
        <w:rPr>
          <w:sz w:val="28"/>
          <w:szCs w:val="28"/>
        </w:rPr>
        <w:t>3818,02</w:t>
      </w:r>
      <w:r w:rsidRPr="00116C6E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36,4 %</w:t>
      </w:r>
      <w:r w:rsidRPr="00116C6E">
        <w:rPr>
          <w:sz w:val="28"/>
          <w:szCs w:val="28"/>
        </w:rPr>
        <w:t xml:space="preserve"> годовых плановых назначений. Наибольший удельный вес в данной подгруппе доходов занимает </w:t>
      </w:r>
      <w:r w:rsidRPr="00116C6E">
        <w:rPr>
          <w:i/>
          <w:sz w:val="28"/>
          <w:szCs w:val="28"/>
        </w:rPr>
        <w:t>земельный налог-</w:t>
      </w:r>
      <w:r>
        <w:rPr>
          <w:sz w:val="28"/>
          <w:szCs w:val="28"/>
        </w:rPr>
        <w:t>98,65</w:t>
      </w:r>
      <w:r w:rsidRPr="00116C6E">
        <w:rPr>
          <w:sz w:val="28"/>
          <w:szCs w:val="28"/>
        </w:rPr>
        <w:t xml:space="preserve"> %, его поступления в бюджет</w:t>
      </w:r>
      <w:r>
        <w:rPr>
          <w:sz w:val="28"/>
          <w:szCs w:val="28"/>
        </w:rPr>
        <w:t xml:space="preserve"> Мглинского городского поселения </w:t>
      </w:r>
      <w:r w:rsidRPr="00116C6E">
        <w:rPr>
          <w:sz w:val="28"/>
          <w:szCs w:val="28"/>
        </w:rPr>
        <w:t xml:space="preserve"> составили </w:t>
      </w:r>
      <w:r>
        <w:rPr>
          <w:sz w:val="28"/>
          <w:szCs w:val="28"/>
        </w:rPr>
        <w:t>3766,66 тыс.</w:t>
      </w:r>
      <w:r w:rsidRPr="00116C6E">
        <w:rPr>
          <w:sz w:val="28"/>
          <w:szCs w:val="28"/>
        </w:rPr>
        <w:t xml:space="preserve"> рублей, годовые назначения исполнены на </w:t>
      </w:r>
      <w:r>
        <w:rPr>
          <w:sz w:val="28"/>
          <w:szCs w:val="28"/>
        </w:rPr>
        <w:t>47,4</w:t>
      </w:r>
      <w:r w:rsidRPr="00116C6E">
        <w:rPr>
          <w:sz w:val="28"/>
          <w:szCs w:val="28"/>
        </w:rPr>
        <w:t> %. По</w:t>
      </w:r>
      <w:r w:rsidRPr="00116C6E">
        <w:rPr>
          <w:color w:val="BF8F00"/>
          <w:sz w:val="28"/>
          <w:szCs w:val="28"/>
        </w:rPr>
        <w:t xml:space="preserve"> </w:t>
      </w:r>
      <w:r w:rsidRPr="00116C6E">
        <w:rPr>
          <w:sz w:val="28"/>
          <w:szCs w:val="28"/>
        </w:rPr>
        <w:t>сравнению с аналогичным периодом прошлого года поступления у</w:t>
      </w:r>
      <w:r>
        <w:rPr>
          <w:sz w:val="28"/>
          <w:szCs w:val="28"/>
        </w:rPr>
        <w:t>величилось</w:t>
      </w:r>
      <w:r w:rsidRPr="00116C6E">
        <w:rPr>
          <w:sz w:val="28"/>
          <w:szCs w:val="28"/>
        </w:rPr>
        <w:t xml:space="preserve"> на </w:t>
      </w:r>
      <w:r>
        <w:rPr>
          <w:sz w:val="28"/>
          <w:szCs w:val="28"/>
        </w:rPr>
        <w:t>58,56 тыс.</w:t>
      </w:r>
      <w:r w:rsidRPr="00116C6E">
        <w:rPr>
          <w:sz w:val="28"/>
          <w:szCs w:val="28"/>
        </w:rPr>
        <w:t xml:space="preserve"> рублей. </w:t>
      </w:r>
      <w:r w:rsidRPr="00116C6E">
        <w:rPr>
          <w:i/>
          <w:sz w:val="28"/>
          <w:szCs w:val="28"/>
        </w:rPr>
        <w:t>Налог на имущество физических</w:t>
      </w:r>
      <w:r>
        <w:rPr>
          <w:i/>
          <w:sz w:val="28"/>
          <w:szCs w:val="28"/>
        </w:rPr>
        <w:t xml:space="preserve"> лиц</w:t>
      </w:r>
      <w:r w:rsidRPr="00116C6E">
        <w:rPr>
          <w:i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поступил в сумме </w:t>
      </w:r>
      <w:r>
        <w:rPr>
          <w:sz w:val="28"/>
          <w:szCs w:val="28"/>
        </w:rPr>
        <w:t>51,37</w:t>
      </w:r>
      <w:r w:rsidRPr="00116C6E">
        <w:rPr>
          <w:sz w:val="28"/>
          <w:szCs w:val="28"/>
        </w:rPr>
        <w:t xml:space="preserve"> рублей, или </w:t>
      </w:r>
      <w:r>
        <w:rPr>
          <w:sz w:val="28"/>
          <w:szCs w:val="28"/>
        </w:rPr>
        <w:t>2</w:t>
      </w:r>
      <w:r w:rsidRPr="00116C6E">
        <w:rPr>
          <w:sz w:val="28"/>
          <w:szCs w:val="28"/>
        </w:rPr>
        <w:t xml:space="preserve"> % годовых плановых назначений. В структуре собственных доходов </w:t>
      </w:r>
      <w:r>
        <w:rPr>
          <w:sz w:val="28"/>
          <w:szCs w:val="28"/>
        </w:rPr>
        <w:t>1,34</w:t>
      </w:r>
      <w:r w:rsidRPr="00116C6E">
        <w:rPr>
          <w:sz w:val="28"/>
          <w:szCs w:val="28"/>
        </w:rPr>
        <w:t xml:space="preserve"> %.</w:t>
      </w:r>
    </w:p>
    <w:p w:rsidR="00732DDE" w:rsidRDefault="00732DDE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b/>
          <w:bCs/>
          <w:sz w:val="28"/>
          <w:szCs w:val="28"/>
        </w:rPr>
      </w:pPr>
      <w:r w:rsidRPr="00912098">
        <w:rPr>
          <w:bCs/>
          <w:sz w:val="28"/>
          <w:szCs w:val="28"/>
        </w:rPr>
        <w:t xml:space="preserve">      </w:t>
      </w:r>
      <w:r w:rsidRPr="00AC7B99">
        <w:rPr>
          <w:b/>
          <w:bCs/>
          <w:sz w:val="28"/>
          <w:szCs w:val="28"/>
        </w:rPr>
        <w:t>2.2</w:t>
      </w:r>
      <w:r w:rsidRPr="00AC7B99">
        <w:rPr>
          <w:bCs/>
          <w:sz w:val="28"/>
          <w:szCs w:val="28"/>
        </w:rPr>
        <w:t>.</w:t>
      </w:r>
      <w:r w:rsidRPr="00912098">
        <w:rPr>
          <w:b/>
          <w:bCs/>
          <w:sz w:val="28"/>
          <w:szCs w:val="28"/>
        </w:rPr>
        <w:t>Неналоговые доходы бюджета</w:t>
      </w:r>
      <w:r>
        <w:rPr>
          <w:b/>
          <w:bCs/>
          <w:sz w:val="28"/>
          <w:szCs w:val="28"/>
        </w:rPr>
        <w:t xml:space="preserve"> Мглинского городского поселения</w:t>
      </w:r>
      <w:r w:rsidRPr="00912098">
        <w:rPr>
          <w:b/>
          <w:bCs/>
          <w:sz w:val="28"/>
          <w:szCs w:val="28"/>
        </w:rPr>
        <w:t>.</w:t>
      </w:r>
    </w:p>
    <w:p w:rsidR="00732DDE" w:rsidRPr="00912098" w:rsidRDefault="00732DDE" w:rsidP="00F82485">
      <w:pPr>
        <w:spacing w:line="360" w:lineRule="auto"/>
        <w:ind w:right="-85" w:firstLine="720"/>
        <w:jc w:val="both"/>
        <w:rPr>
          <w:rFonts w:ascii="Times New Roman" w:hAnsi="Times New Roman"/>
          <w:bCs/>
          <w:sz w:val="28"/>
          <w:szCs w:val="28"/>
        </w:rPr>
      </w:pPr>
      <w:r w:rsidRPr="00912098">
        <w:rPr>
          <w:rFonts w:ascii="Times New Roman" w:hAnsi="Times New Roman"/>
          <w:bCs/>
          <w:spacing w:val="-4"/>
          <w:sz w:val="28"/>
          <w:szCs w:val="28"/>
        </w:rPr>
        <w:t>Неналоговые доходы</w:t>
      </w:r>
      <w:r w:rsidRPr="0091209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за 1 </w:t>
      </w:r>
      <w:r>
        <w:rPr>
          <w:rFonts w:ascii="Times New Roman" w:hAnsi="Times New Roman"/>
          <w:bCs/>
          <w:spacing w:val="-4"/>
          <w:sz w:val="28"/>
          <w:szCs w:val="28"/>
        </w:rPr>
        <w:t>полугодие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201</w:t>
      </w:r>
      <w:r>
        <w:rPr>
          <w:rFonts w:ascii="Times New Roman" w:hAnsi="Times New Roman"/>
          <w:bCs/>
          <w:spacing w:val="-4"/>
          <w:sz w:val="28"/>
          <w:szCs w:val="28"/>
        </w:rPr>
        <w:t>8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года исполнены в сумме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br/>
      </w:r>
      <w:r>
        <w:rPr>
          <w:rFonts w:ascii="Times New Roman" w:hAnsi="Times New Roman"/>
          <w:bCs/>
          <w:spacing w:val="-4"/>
          <w:sz w:val="28"/>
          <w:szCs w:val="28"/>
        </w:rPr>
        <w:t>2195,30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рублей, или </w:t>
      </w:r>
      <w:r>
        <w:rPr>
          <w:rFonts w:ascii="Times New Roman" w:hAnsi="Times New Roman"/>
          <w:bCs/>
          <w:sz w:val="28"/>
          <w:szCs w:val="28"/>
        </w:rPr>
        <w:t>80,4</w:t>
      </w:r>
      <w:r w:rsidRPr="00912098">
        <w:rPr>
          <w:rFonts w:ascii="Times New Roman" w:hAnsi="Times New Roman"/>
          <w:bCs/>
          <w:sz w:val="28"/>
          <w:szCs w:val="28"/>
        </w:rPr>
        <w:t xml:space="preserve"> % годовых плановых назначений. </w:t>
      </w:r>
      <w:r>
        <w:rPr>
          <w:rFonts w:ascii="Times New Roman" w:hAnsi="Times New Roman"/>
          <w:bCs/>
          <w:sz w:val="28"/>
          <w:szCs w:val="28"/>
        </w:rPr>
        <w:br/>
        <w:t>К соответствующему периоду 2017</w:t>
      </w:r>
      <w:r w:rsidRPr="00912098">
        <w:rPr>
          <w:rFonts w:ascii="Times New Roman" w:hAnsi="Times New Roman"/>
          <w:bCs/>
          <w:sz w:val="28"/>
          <w:szCs w:val="28"/>
        </w:rPr>
        <w:t xml:space="preserve"> года поступление неналоговых доходов </w:t>
      </w:r>
      <w:r>
        <w:rPr>
          <w:rFonts w:ascii="Times New Roman" w:hAnsi="Times New Roman"/>
          <w:bCs/>
          <w:sz w:val="28"/>
          <w:szCs w:val="28"/>
        </w:rPr>
        <w:t>увеличилось на 889,1 тыс.рублей.</w:t>
      </w:r>
    </w:p>
    <w:p w:rsidR="00732DDE" w:rsidRPr="00912098" w:rsidRDefault="00732DDE" w:rsidP="00F82485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bCs/>
          <w:sz w:val="28"/>
          <w:szCs w:val="28"/>
        </w:rPr>
        <w:t xml:space="preserve">Наибольший удельный вес в объеме неналоговых доходов занимают доходы в виде </w:t>
      </w:r>
      <w:r w:rsidRPr="00912098">
        <w:rPr>
          <w:rFonts w:ascii="Times New Roman" w:hAnsi="Times New Roman"/>
          <w:bCs/>
          <w:i/>
          <w:sz w:val="28"/>
          <w:szCs w:val="28"/>
        </w:rPr>
        <w:t>доходов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i/>
          <w:sz w:val="28"/>
          <w:szCs w:val="28"/>
        </w:rPr>
        <w:t>от использования имущества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Pr="00912098">
        <w:rPr>
          <w:rFonts w:ascii="Times New Roman" w:hAnsi="Times New Roman"/>
          <w:bCs/>
          <w:i/>
          <w:sz w:val="28"/>
          <w:szCs w:val="28"/>
        </w:rPr>
        <w:t>находящегося в государственной и муниципальной собственности</w:t>
      </w:r>
      <w:r w:rsidRPr="009120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</w:rPr>
        <w:t>55,82</w:t>
      </w:r>
      <w:r w:rsidRPr="00912098">
        <w:rPr>
          <w:rFonts w:ascii="Times New Roman" w:hAnsi="Times New Roman"/>
          <w:bCs/>
          <w:sz w:val="28"/>
          <w:szCs w:val="28"/>
        </w:rPr>
        <w:t xml:space="preserve"> %.</w:t>
      </w:r>
      <w:r w:rsidRPr="00912098">
        <w:rPr>
          <w:rFonts w:ascii="Times New Roman" w:hAnsi="Times New Roman"/>
          <w:sz w:val="28"/>
          <w:szCs w:val="28"/>
        </w:rPr>
        <w:t xml:space="preserve"> Поступления составили </w:t>
      </w:r>
      <w:r>
        <w:rPr>
          <w:rFonts w:ascii="Times New Roman" w:hAnsi="Times New Roman"/>
          <w:sz w:val="28"/>
          <w:szCs w:val="28"/>
        </w:rPr>
        <w:t>1225,54 тыс.</w:t>
      </w:r>
      <w:r w:rsidRPr="00912098">
        <w:rPr>
          <w:rFonts w:ascii="Times New Roman" w:hAnsi="Times New Roman"/>
          <w:sz w:val="28"/>
          <w:szCs w:val="28"/>
        </w:rPr>
        <w:t xml:space="preserve"> рублей, или </w:t>
      </w:r>
      <w:r>
        <w:rPr>
          <w:rFonts w:ascii="Times New Roman" w:hAnsi="Times New Roman"/>
          <w:sz w:val="28"/>
          <w:szCs w:val="28"/>
        </w:rPr>
        <w:t>58,5 % годовых плановых назначений. По сравнению с аналогичным периодом поступление сократилось на  233,94 тыс. рублей.</w:t>
      </w:r>
    </w:p>
    <w:p w:rsidR="00732DDE" w:rsidRDefault="00732DDE" w:rsidP="00C33403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i/>
          <w:sz w:val="28"/>
          <w:szCs w:val="28"/>
        </w:rPr>
        <w:t xml:space="preserve">Доходы от продажи материальных и нематериальных активов </w:t>
      </w:r>
      <w:r w:rsidRPr="00912098">
        <w:rPr>
          <w:rFonts w:ascii="Times New Roman" w:hAnsi="Times New Roman"/>
          <w:sz w:val="28"/>
          <w:szCs w:val="28"/>
        </w:rPr>
        <w:t xml:space="preserve">поступили в сумме </w:t>
      </w:r>
      <w:r>
        <w:rPr>
          <w:rFonts w:ascii="Times New Roman" w:hAnsi="Times New Roman"/>
          <w:sz w:val="28"/>
          <w:szCs w:val="28"/>
        </w:rPr>
        <w:t>869,46 тыс.</w:t>
      </w:r>
      <w:r w:rsidRPr="00912098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12098">
        <w:rPr>
          <w:rFonts w:ascii="Times New Roman" w:hAnsi="Times New Roman"/>
          <w:sz w:val="28"/>
          <w:szCs w:val="28"/>
        </w:rPr>
        <w:t xml:space="preserve">По сравнению с 1 </w:t>
      </w:r>
      <w:r>
        <w:rPr>
          <w:rFonts w:ascii="Times New Roman" w:hAnsi="Times New Roman"/>
          <w:sz w:val="28"/>
          <w:szCs w:val="28"/>
        </w:rPr>
        <w:t>полугодием 2017</w:t>
      </w:r>
      <w:r w:rsidRPr="00912098">
        <w:rPr>
          <w:rFonts w:ascii="Times New Roman" w:hAnsi="Times New Roman"/>
          <w:sz w:val="28"/>
          <w:szCs w:val="28"/>
        </w:rPr>
        <w:t xml:space="preserve"> года поступления увеличились на </w:t>
      </w:r>
      <w:r>
        <w:rPr>
          <w:rFonts w:ascii="Times New Roman" w:hAnsi="Times New Roman"/>
          <w:sz w:val="28"/>
          <w:szCs w:val="28"/>
        </w:rPr>
        <w:t>554,86 тыс.</w:t>
      </w:r>
      <w:r w:rsidRPr="00912098">
        <w:rPr>
          <w:rFonts w:ascii="Times New Roman" w:hAnsi="Times New Roman"/>
          <w:sz w:val="28"/>
          <w:szCs w:val="28"/>
        </w:rPr>
        <w:t xml:space="preserve"> рублей.</w:t>
      </w:r>
      <w:bookmarkStart w:id="2" w:name="_Toc482880907"/>
    </w:p>
    <w:p w:rsidR="00732DDE" w:rsidRDefault="00732DDE" w:rsidP="00C33403">
      <w:pPr>
        <w:spacing w:line="360" w:lineRule="auto"/>
        <w:ind w:right="-85"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AC7B99">
        <w:rPr>
          <w:rFonts w:ascii="Times New Roman" w:hAnsi="Times New Roman"/>
          <w:b/>
          <w:bCs/>
          <w:sz w:val="28"/>
          <w:szCs w:val="28"/>
        </w:rPr>
        <w:t>3.</w:t>
      </w:r>
      <w:r w:rsidRPr="00116C6E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  <w:bookmarkEnd w:id="2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732DDE" w:rsidRPr="00116C6E" w:rsidRDefault="00732DDE" w:rsidP="00C33403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 xml:space="preserve">За 1 </w:t>
      </w:r>
      <w:r>
        <w:rPr>
          <w:rFonts w:ascii="Times New Roman" w:hAnsi="Times New Roman"/>
          <w:sz w:val="28"/>
          <w:szCs w:val="28"/>
        </w:rPr>
        <w:t>полугодие</w:t>
      </w:r>
      <w:r w:rsidRPr="00116C6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116C6E">
        <w:rPr>
          <w:rFonts w:ascii="Times New Roman" w:hAnsi="Times New Roman"/>
          <w:sz w:val="28"/>
          <w:szCs w:val="28"/>
        </w:rPr>
        <w:t xml:space="preserve"> года кассовое исполнение безвозмездных поступлений</w:t>
      </w:r>
      <w:r w:rsidRPr="00116C6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 xml:space="preserve">составило </w:t>
      </w:r>
      <w:r>
        <w:rPr>
          <w:rFonts w:ascii="Times New Roman" w:hAnsi="Times New Roman"/>
          <w:sz w:val="28"/>
          <w:szCs w:val="28"/>
        </w:rPr>
        <w:t>159,99 тыс.</w:t>
      </w:r>
      <w:r w:rsidRPr="00116C6E">
        <w:rPr>
          <w:rFonts w:ascii="Times New Roman" w:hAnsi="Times New Roman"/>
          <w:sz w:val="28"/>
          <w:szCs w:val="28"/>
        </w:rPr>
        <w:t xml:space="preserve"> рублей, или </w:t>
      </w:r>
      <w:r>
        <w:rPr>
          <w:rFonts w:ascii="Times New Roman" w:hAnsi="Times New Roman"/>
          <w:sz w:val="28"/>
          <w:szCs w:val="28"/>
        </w:rPr>
        <w:t>1,2</w:t>
      </w:r>
      <w:r w:rsidRPr="00116C6E">
        <w:rPr>
          <w:rFonts w:ascii="Times New Roman" w:hAnsi="Times New Roman"/>
          <w:sz w:val="28"/>
          <w:szCs w:val="28"/>
        </w:rPr>
        <w:t> % утвержденных годовых назначений. По сравн</w:t>
      </w:r>
      <w:r>
        <w:rPr>
          <w:rFonts w:ascii="Times New Roman" w:hAnsi="Times New Roman"/>
          <w:sz w:val="28"/>
          <w:szCs w:val="28"/>
        </w:rPr>
        <w:t>ению с аналогичным периодом 2017</w:t>
      </w:r>
      <w:r w:rsidRPr="00116C6E">
        <w:rPr>
          <w:rFonts w:ascii="Times New Roman" w:hAnsi="Times New Roman"/>
          <w:sz w:val="28"/>
          <w:szCs w:val="28"/>
        </w:rPr>
        <w:t xml:space="preserve"> года общий объем безвозмездных поступлений </w:t>
      </w:r>
      <w:r>
        <w:rPr>
          <w:rFonts w:ascii="Times New Roman" w:hAnsi="Times New Roman"/>
          <w:sz w:val="28"/>
          <w:szCs w:val="28"/>
        </w:rPr>
        <w:t>сократился на 5534,21 тыс.рублей.</w:t>
      </w:r>
    </w:p>
    <w:p w:rsidR="00732DDE" w:rsidRDefault="00732DDE" w:rsidP="00F82485">
      <w:pPr>
        <w:spacing w:line="360" w:lineRule="auto"/>
        <w:ind w:right="-6"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A80991">
        <w:rPr>
          <w:rFonts w:ascii="Times New Roman" w:hAnsi="Times New Roman"/>
          <w:spacing w:val="-4"/>
          <w:sz w:val="28"/>
          <w:szCs w:val="28"/>
        </w:rPr>
        <w:t>Удельный вес</w:t>
      </w:r>
      <w:r>
        <w:rPr>
          <w:rFonts w:ascii="Times New Roman" w:hAnsi="Times New Roman"/>
          <w:b/>
          <w:i/>
          <w:spacing w:val="-4"/>
          <w:sz w:val="28"/>
          <w:szCs w:val="28"/>
        </w:rPr>
        <w:t xml:space="preserve"> с</w:t>
      </w:r>
      <w:r w:rsidRPr="00116C6E">
        <w:rPr>
          <w:rFonts w:ascii="Times New Roman" w:hAnsi="Times New Roman"/>
          <w:b/>
          <w:i/>
          <w:spacing w:val="-4"/>
          <w:sz w:val="28"/>
          <w:szCs w:val="28"/>
        </w:rPr>
        <w:t>убвенци</w:t>
      </w:r>
      <w:r>
        <w:rPr>
          <w:rFonts w:ascii="Times New Roman" w:hAnsi="Times New Roman"/>
          <w:b/>
          <w:i/>
          <w:spacing w:val="-4"/>
          <w:sz w:val="28"/>
          <w:szCs w:val="28"/>
        </w:rPr>
        <w:t>й</w:t>
      </w:r>
      <w:r w:rsidRPr="00116C6E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внутри безвозмездных поступлений составил 100%.Темп роста - 8,0%.</w:t>
      </w:r>
    </w:p>
    <w:p w:rsidR="00732DDE" w:rsidRDefault="00732DDE" w:rsidP="00F82485">
      <w:pPr>
        <w:spacing w:line="360" w:lineRule="auto"/>
        <w:ind w:right="-85" w:firstLine="720"/>
        <w:jc w:val="both"/>
        <w:rPr>
          <w:rStyle w:val="12"/>
          <w:rFonts w:cs="Times New Roman"/>
          <w:b/>
          <w:sz w:val="28"/>
          <w:szCs w:val="28"/>
        </w:rPr>
      </w:pPr>
      <w:r w:rsidRPr="00116C6E">
        <w:rPr>
          <w:b/>
          <w:sz w:val="28"/>
          <w:szCs w:val="28"/>
        </w:rPr>
        <w:t xml:space="preserve">   </w:t>
      </w:r>
      <w:r w:rsidRPr="00ED4AAE">
        <w:rPr>
          <w:b/>
          <w:sz w:val="28"/>
          <w:szCs w:val="28"/>
        </w:rPr>
        <w:t xml:space="preserve"> </w:t>
      </w:r>
      <w:bookmarkStart w:id="3" w:name="bookmark0"/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D4AAE">
        <w:rPr>
          <w:sz w:val="28"/>
          <w:szCs w:val="28"/>
        </w:rPr>
        <w:t>.</w:t>
      </w:r>
      <w:r w:rsidRPr="00116C6E">
        <w:rPr>
          <w:rStyle w:val="12"/>
          <w:rFonts w:cs="Times New Roman"/>
          <w:b/>
          <w:sz w:val="28"/>
          <w:szCs w:val="28"/>
        </w:rPr>
        <w:t xml:space="preserve">Исполнение бюджета по расходам Мглинского городского поселения за 1 </w:t>
      </w:r>
      <w:r>
        <w:rPr>
          <w:rStyle w:val="12"/>
          <w:rFonts w:cs="Times New Roman"/>
          <w:b/>
          <w:sz w:val="28"/>
          <w:szCs w:val="28"/>
        </w:rPr>
        <w:t>полугодие 2018</w:t>
      </w:r>
      <w:r w:rsidRPr="00116C6E">
        <w:rPr>
          <w:rStyle w:val="12"/>
          <w:rFonts w:cs="Times New Roman"/>
          <w:b/>
          <w:sz w:val="28"/>
          <w:szCs w:val="28"/>
        </w:rPr>
        <w:t xml:space="preserve"> года</w:t>
      </w:r>
      <w:bookmarkEnd w:id="3"/>
      <w:r w:rsidRPr="00116C6E">
        <w:rPr>
          <w:rStyle w:val="12"/>
          <w:rFonts w:cs="Times New Roman"/>
          <w:b/>
          <w:sz w:val="28"/>
          <w:szCs w:val="28"/>
        </w:rPr>
        <w:t>.</w:t>
      </w:r>
    </w:p>
    <w:p w:rsidR="00732DDE" w:rsidRDefault="00732DDE" w:rsidP="00F82485">
      <w:pPr>
        <w:spacing w:line="360" w:lineRule="auto"/>
        <w:ind w:right="-85" w:firstLine="720"/>
        <w:jc w:val="both"/>
        <w:rPr>
          <w:rStyle w:val="12"/>
          <w:rFonts w:cs="Times New Roman"/>
          <w:b/>
          <w:sz w:val="28"/>
          <w:szCs w:val="28"/>
        </w:rPr>
      </w:pP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right="2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Расходы бюджета Мглинского городского поселения за 1 </w:t>
      </w:r>
      <w:r>
        <w:rPr>
          <w:rStyle w:val="10"/>
          <w:sz w:val="28"/>
          <w:szCs w:val="28"/>
        </w:rPr>
        <w:t>полугодие 2018</w:t>
      </w:r>
      <w:r w:rsidRPr="00116C6E">
        <w:rPr>
          <w:rStyle w:val="10"/>
          <w:sz w:val="28"/>
          <w:szCs w:val="28"/>
        </w:rPr>
        <w:t xml:space="preserve"> года исполнены в сумме </w:t>
      </w:r>
      <w:r>
        <w:rPr>
          <w:rStyle w:val="10"/>
          <w:sz w:val="28"/>
          <w:szCs w:val="28"/>
        </w:rPr>
        <w:t>6204,3 тыс.</w:t>
      </w:r>
      <w:r w:rsidRPr="00116C6E">
        <w:rPr>
          <w:rStyle w:val="10"/>
          <w:sz w:val="28"/>
          <w:szCs w:val="28"/>
        </w:rPr>
        <w:t xml:space="preserve"> рублей, или </w:t>
      </w:r>
      <w:r>
        <w:rPr>
          <w:rStyle w:val="10"/>
          <w:sz w:val="28"/>
          <w:szCs w:val="28"/>
        </w:rPr>
        <w:t>16,5</w:t>
      </w:r>
      <w:r w:rsidRPr="00116C6E">
        <w:rPr>
          <w:rStyle w:val="10"/>
          <w:sz w:val="28"/>
          <w:szCs w:val="28"/>
        </w:rPr>
        <w:t xml:space="preserve"> % от утвержденных годовых назначений.</w:t>
      </w: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right="20" w:firstLine="700"/>
        <w:rPr>
          <w:sz w:val="28"/>
          <w:szCs w:val="28"/>
        </w:rPr>
        <w:sectPr w:rsidR="00732DDE" w:rsidRPr="00116C6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116C6E">
        <w:rPr>
          <w:rStyle w:val="10"/>
          <w:sz w:val="28"/>
          <w:szCs w:val="28"/>
        </w:rPr>
        <w:t xml:space="preserve">Анализ исполнения расходов бюджета Мглинского городского поселения Мглинского района по разделам классификации расходов бюджета представлен в </w:t>
      </w:r>
      <w:r w:rsidRPr="00116C6E">
        <w:rPr>
          <w:rStyle w:val="10"/>
          <w:b/>
          <w:sz w:val="28"/>
          <w:szCs w:val="28"/>
        </w:rPr>
        <w:t>приложении №</w:t>
      </w:r>
      <w:r>
        <w:rPr>
          <w:rStyle w:val="10"/>
          <w:b/>
          <w:sz w:val="28"/>
          <w:szCs w:val="28"/>
        </w:rPr>
        <w:t xml:space="preserve"> </w:t>
      </w:r>
      <w:r w:rsidRPr="00116C6E">
        <w:rPr>
          <w:rStyle w:val="10"/>
          <w:b/>
          <w:sz w:val="28"/>
          <w:szCs w:val="28"/>
        </w:rPr>
        <w:t>2.</w:t>
      </w:r>
    </w:p>
    <w:p w:rsidR="00732DDE" w:rsidRPr="006755BA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i/>
          <w:sz w:val="28"/>
          <w:szCs w:val="28"/>
        </w:rPr>
      </w:pPr>
      <w:r>
        <w:rPr>
          <w:rStyle w:val="10"/>
          <w:sz w:val="28"/>
          <w:szCs w:val="28"/>
        </w:rPr>
        <w:t>Из приложения № 2 видно, что н</w:t>
      </w:r>
      <w:r w:rsidRPr="00116C6E">
        <w:rPr>
          <w:rStyle w:val="10"/>
          <w:sz w:val="28"/>
          <w:szCs w:val="28"/>
        </w:rPr>
        <w:t>аибольший удельный вес в структу</w:t>
      </w:r>
      <w:r>
        <w:rPr>
          <w:rStyle w:val="10"/>
          <w:sz w:val="28"/>
          <w:szCs w:val="28"/>
        </w:rPr>
        <w:t>ре расходов бюджета Мглинского г</w:t>
      </w:r>
      <w:r w:rsidRPr="00116C6E">
        <w:rPr>
          <w:rStyle w:val="10"/>
          <w:sz w:val="28"/>
          <w:szCs w:val="28"/>
        </w:rPr>
        <w:t xml:space="preserve">ородского поселения за 1 </w:t>
      </w:r>
      <w:r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201</w:t>
      </w:r>
      <w:r>
        <w:rPr>
          <w:rStyle w:val="10"/>
          <w:sz w:val="28"/>
          <w:szCs w:val="28"/>
        </w:rPr>
        <w:t>8</w:t>
      </w:r>
      <w:r w:rsidRPr="00116C6E">
        <w:rPr>
          <w:rStyle w:val="10"/>
          <w:sz w:val="28"/>
          <w:szCs w:val="28"/>
        </w:rPr>
        <w:t xml:space="preserve"> года занимают расходы раздела: </w:t>
      </w:r>
      <w:r w:rsidRPr="006755BA">
        <w:rPr>
          <w:i/>
          <w:sz w:val="28"/>
          <w:szCs w:val="28"/>
        </w:rPr>
        <w:t xml:space="preserve">04 «Национальная экономика» </w:t>
      </w:r>
      <w:r w:rsidRPr="006755BA">
        <w:rPr>
          <w:rStyle w:val="10"/>
          <w:i/>
          <w:sz w:val="28"/>
          <w:szCs w:val="28"/>
        </w:rPr>
        <w:t xml:space="preserve">- </w:t>
      </w:r>
      <w:r>
        <w:rPr>
          <w:i/>
          <w:sz w:val="28"/>
          <w:szCs w:val="28"/>
        </w:rPr>
        <w:t>59,34</w:t>
      </w:r>
      <w:r w:rsidRPr="006755BA">
        <w:rPr>
          <w:i/>
          <w:sz w:val="28"/>
          <w:szCs w:val="28"/>
        </w:rPr>
        <w:t xml:space="preserve"> </w:t>
      </w:r>
      <w:r w:rsidRPr="006755BA">
        <w:rPr>
          <w:b/>
          <w:i/>
          <w:sz w:val="28"/>
          <w:szCs w:val="28"/>
        </w:rPr>
        <w:t>%</w:t>
      </w:r>
      <w:r w:rsidRPr="006755BA">
        <w:rPr>
          <w:rStyle w:val="10"/>
          <w:i/>
          <w:sz w:val="28"/>
          <w:szCs w:val="28"/>
        </w:rPr>
        <w:t xml:space="preserve">, </w:t>
      </w:r>
      <w:r>
        <w:rPr>
          <w:rStyle w:val="10"/>
          <w:i/>
          <w:sz w:val="28"/>
          <w:szCs w:val="28"/>
        </w:rPr>
        <w:t xml:space="preserve">                    </w:t>
      </w:r>
      <w:r w:rsidRPr="006755BA">
        <w:rPr>
          <w:i/>
          <w:sz w:val="28"/>
          <w:szCs w:val="28"/>
        </w:rPr>
        <w:t>05 «Жилищно-коммунальное хозяйство»-</w:t>
      </w:r>
      <w:r>
        <w:rPr>
          <w:i/>
          <w:sz w:val="28"/>
          <w:szCs w:val="28"/>
        </w:rPr>
        <w:t xml:space="preserve"> 37,95</w:t>
      </w:r>
      <w:r w:rsidRPr="006755BA">
        <w:rPr>
          <w:i/>
          <w:sz w:val="28"/>
          <w:szCs w:val="28"/>
        </w:rPr>
        <w:t xml:space="preserve"> %.</w:t>
      </w: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Анализ исполнения бюджета за 1 </w:t>
      </w:r>
      <w:r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201</w:t>
      </w:r>
      <w:r>
        <w:rPr>
          <w:rStyle w:val="10"/>
          <w:sz w:val="28"/>
          <w:szCs w:val="28"/>
        </w:rPr>
        <w:t>8</w:t>
      </w:r>
      <w:r w:rsidRPr="00116C6E">
        <w:rPr>
          <w:rStyle w:val="10"/>
          <w:sz w:val="28"/>
          <w:szCs w:val="28"/>
        </w:rPr>
        <w:t xml:space="preserve"> года в разрезе экономических статей расходов выявил следующее.</w:t>
      </w: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01</w:t>
      </w:r>
      <w:r w:rsidRPr="00116C6E">
        <w:rPr>
          <w:rStyle w:val="10"/>
          <w:sz w:val="28"/>
          <w:szCs w:val="28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201</w:t>
      </w:r>
      <w:r>
        <w:rPr>
          <w:rStyle w:val="10"/>
          <w:sz w:val="28"/>
          <w:szCs w:val="28"/>
        </w:rPr>
        <w:t>8</w:t>
      </w:r>
      <w:r w:rsidRPr="00116C6E">
        <w:rPr>
          <w:rStyle w:val="10"/>
          <w:sz w:val="28"/>
          <w:szCs w:val="28"/>
        </w:rPr>
        <w:t xml:space="preserve"> года составили </w:t>
      </w:r>
      <w:r>
        <w:rPr>
          <w:rStyle w:val="32"/>
          <w:sz w:val="28"/>
          <w:szCs w:val="28"/>
        </w:rPr>
        <w:t>0,6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или </w:t>
      </w:r>
      <w:r>
        <w:rPr>
          <w:rStyle w:val="10"/>
          <w:sz w:val="28"/>
          <w:szCs w:val="28"/>
        </w:rPr>
        <w:t>2,78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 уточненного бюджета.</w:t>
      </w: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Удельный вес расходов на общегосударственные вопросы в общих расходах бюджета поселения составляет </w:t>
      </w:r>
      <w:r>
        <w:rPr>
          <w:sz w:val="28"/>
          <w:szCs w:val="28"/>
        </w:rPr>
        <w:t>0,01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%.</w:t>
      </w: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разделе предусмотрены </w:t>
      </w:r>
      <w:r w:rsidRPr="00116C6E">
        <w:rPr>
          <w:rStyle w:val="10"/>
          <w:i/>
          <w:sz w:val="28"/>
          <w:szCs w:val="28"/>
        </w:rPr>
        <w:t xml:space="preserve">расходы на </w:t>
      </w:r>
      <w:r w:rsidRPr="00116C6E">
        <w:rPr>
          <w:rStyle w:val="32"/>
          <w:i/>
          <w:sz w:val="28"/>
          <w:szCs w:val="28"/>
        </w:rPr>
        <w:t xml:space="preserve">обеспечение деятельности </w:t>
      </w:r>
      <w:r w:rsidRPr="00116C6E">
        <w:rPr>
          <w:rStyle w:val="32"/>
          <w:sz w:val="28"/>
          <w:szCs w:val="28"/>
        </w:rPr>
        <w:t>финансовых</w:t>
      </w:r>
      <w:r w:rsidRPr="00116C6E">
        <w:rPr>
          <w:rStyle w:val="32"/>
          <w:i/>
          <w:sz w:val="28"/>
          <w:szCs w:val="28"/>
        </w:rPr>
        <w:t xml:space="preserve"> органов и органов финансово-бюджетного надзора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 в сумме </w:t>
      </w:r>
      <w:r>
        <w:rPr>
          <w:rStyle w:val="32"/>
          <w:sz w:val="28"/>
          <w:szCs w:val="28"/>
        </w:rPr>
        <w:t>2,4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рублей по плану</w:t>
      </w:r>
      <w:r>
        <w:rPr>
          <w:rStyle w:val="10"/>
          <w:sz w:val="28"/>
          <w:szCs w:val="28"/>
        </w:rPr>
        <w:t>, а</w:t>
      </w:r>
      <w:r w:rsidRPr="00116C6E">
        <w:rPr>
          <w:rStyle w:val="10"/>
          <w:sz w:val="28"/>
          <w:szCs w:val="28"/>
        </w:rPr>
        <w:t xml:space="preserve"> исполнено </w:t>
      </w:r>
      <w:r>
        <w:rPr>
          <w:rStyle w:val="32"/>
          <w:sz w:val="28"/>
          <w:szCs w:val="28"/>
        </w:rPr>
        <w:t>0,6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рублей (</w:t>
      </w:r>
      <w:r w:rsidRPr="00116C6E">
        <w:rPr>
          <w:sz w:val="28"/>
          <w:szCs w:val="28"/>
        </w:rPr>
        <w:t>25,</w:t>
      </w:r>
      <w:r>
        <w:rPr>
          <w:sz w:val="28"/>
          <w:szCs w:val="28"/>
        </w:rPr>
        <w:t>0</w:t>
      </w:r>
      <w:r w:rsidRPr="00116C6E">
        <w:rPr>
          <w:rStyle w:val="10"/>
          <w:sz w:val="28"/>
          <w:szCs w:val="28"/>
        </w:rPr>
        <w:t>%);</w:t>
      </w: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02</w:t>
      </w:r>
      <w:r w:rsidRPr="00116C6E">
        <w:rPr>
          <w:rStyle w:val="10"/>
          <w:sz w:val="28"/>
          <w:szCs w:val="28"/>
        </w:rPr>
        <w:t xml:space="preserve"> «Национальная оборона» составили в сумме</w:t>
      </w:r>
      <w:r>
        <w:rPr>
          <w:rStyle w:val="10"/>
          <w:sz w:val="28"/>
          <w:szCs w:val="28"/>
        </w:rPr>
        <w:t xml:space="preserve">      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32"/>
          <w:sz w:val="28"/>
          <w:szCs w:val="28"/>
        </w:rPr>
        <w:t>160,00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при годовом плане </w:t>
      </w:r>
      <w:r>
        <w:rPr>
          <w:rStyle w:val="32"/>
          <w:sz w:val="28"/>
          <w:szCs w:val="28"/>
        </w:rPr>
        <w:t>319,99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или </w:t>
      </w:r>
      <w:r>
        <w:rPr>
          <w:rStyle w:val="10"/>
          <w:sz w:val="28"/>
          <w:szCs w:val="28"/>
        </w:rPr>
        <w:t>50</w:t>
      </w:r>
      <w:r w:rsidRPr="00116C6E">
        <w:rPr>
          <w:rStyle w:val="10"/>
          <w:sz w:val="28"/>
          <w:szCs w:val="28"/>
        </w:rPr>
        <w:t xml:space="preserve"> %, по отношению к аналогичному периоду 201</w:t>
      </w:r>
      <w:r>
        <w:rPr>
          <w:rStyle w:val="10"/>
          <w:sz w:val="28"/>
          <w:szCs w:val="28"/>
        </w:rPr>
        <w:t>7</w:t>
      </w:r>
      <w:r w:rsidRPr="00116C6E">
        <w:rPr>
          <w:rStyle w:val="10"/>
          <w:sz w:val="28"/>
          <w:szCs w:val="28"/>
        </w:rPr>
        <w:t xml:space="preserve"> года расх</w:t>
      </w:r>
      <w:r>
        <w:rPr>
          <w:rStyle w:val="10"/>
          <w:sz w:val="28"/>
          <w:szCs w:val="28"/>
        </w:rPr>
        <w:t>оды увеличились на 11,86 тыс. рублей. Темп роста к аналогичному периоду составил 8%.</w:t>
      </w: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данный раздел относятся </w:t>
      </w:r>
      <w:r w:rsidRPr="00092FD0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Pr="00116C6E">
        <w:rPr>
          <w:rStyle w:val="10"/>
          <w:sz w:val="28"/>
          <w:szCs w:val="28"/>
        </w:rPr>
        <w:t xml:space="preserve">. В структуре расходов бюджета расходы по указанному разделу составляют </w:t>
      </w:r>
      <w:r>
        <w:rPr>
          <w:rStyle w:val="10"/>
          <w:sz w:val="28"/>
          <w:szCs w:val="28"/>
        </w:rPr>
        <w:t>2,58</w:t>
      </w:r>
      <w:r w:rsidRPr="00116C6E">
        <w:rPr>
          <w:rStyle w:val="10"/>
          <w:sz w:val="28"/>
          <w:szCs w:val="28"/>
        </w:rPr>
        <w:t xml:space="preserve"> %.</w:t>
      </w: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03</w:t>
      </w:r>
      <w:r w:rsidRPr="00116C6E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1 </w:t>
      </w:r>
      <w:r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201</w:t>
      </w:r>
      <w:r>
        <w:rPr>
          <w:rStyle w:val="10"/>
          <w:sz w:val="28"/>
          <w:szCs w:val="28"/>
        </w:rPr>
        <w:t>8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04</w:t>
      </w:r>
      <w:r w:rsidRPr="00116C6E">
        <w:rPr>
          <w:rStyle w:val="10"/>
          <w:sz w:val="28"/>
          <w:szCs w:val="28"/>
        </w:rPr>
        <w:t xml:space="preserve"> «Национальная экономика составили в сумме </w:t>
      </w:r>
      <w:r w:rsidRPr="00116C6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3681,86 тыс.</w:t>
      </w:r>
      <w:r w:rsidRPr="00116C6E">
        <w:rPr>
          <w:sz w:val="28"/>
          <w:szCs w:val="28"/>
        </w:rPr>
        <w:t xml:space="preserve"> рублей, при годовом плане </w:t>
      </w:r>
      <w:r>
        <w:rPr>
          <w:sz w:val="28"/>
          <w:szCs w:val="28"/>
        </w:rPr>
        <w:t>21821,83 тыс.</w:t>
      </w:r>
      <w:r w:rsidRPr="00116C6E">
        <w:rPr>
          <w:sz w:val="28"/>
          <w:szCs w:val="28"/>
        </w:rPr>
        <w:t xml:space="preserve"> рублей, или </w:t>
      </w:r>
      <w:r>
        <w:rPr>
          <w:sz w:val="28"/>
          <w:szCs w:val="28"/>
        </w:rPr>
        <w:t>16,87</w:t>
      </w:r>
      <w:r w:rsidRPr="00116C6E">
        <w:rPr>
          <w:sz w:val="28"/>
          <w:szCs w:val="28"/>
        </w:rPr>
        <w:t>%,</w:t>
      </w:r>
      <w:r w:rsidRPr="00116C6E">
        <w:rPr>
          <w:rStyle w:val="10"/>
          <w:sz w:val="28"/>
          <w:szCs w:val="28"/>
        </w:rPr>
        <w:t xml:space="preserve"> по отнош</w:t>
      </w:r>
      <w:r>
        <w:rPr>
          <w:rStyle w:val="10"/>
          <w:sz w:val="28"/>
          <w:szCs w:val="28"/>
        </w:rPr>
        <w:t>ению к аналогичному периоду 2017</w:t>
      </w:r>
      <w:r w:rsidRPr="00116C6E">
        <w:rPr>
          <w:rStyle w:val="10"/>
          <w:sz w:val="28"/>
          <w:szCs w:val="28"/>
        </w:rPr>
        <w:t xml:space="preserve"> года расходы </w:t>
      </w:r>
      <w:r>
        <w:rPr>
          <w:rStyle w:val="10"/>
          <w:sz w:val="28"/>
          <w:szCs w:val="28"/>
        </w:rPr>
        <w:t>сократились</w:t>
      </w:r>
      <w:r w:rsidRPr="00116C6E">
        <w:rPr>
          <w:rStyle w:val="10"/>
          <w:sz w:val="28"/>
          <w:szCs w:val="28"/>
        </w:rPr>
        <w:t xml:space="preserve"> на </w:t>
      </w:r>
      <w:r>
        <w:rPr>
          <w:rStyle w:val="10"/>
          <w:sz w:val="28"/>
          <w:szCs w:val="28"/>
        </w:rPr>
        <w:t xml:space="preserve">                3100,56 тыс. рублей</w:t>
      </w:r>
      <w:r w:rsidRPr="00116C6E">
        <w:rPr>
          <w:rStyle w:val="10"/>
          <w:sz w:val="28"/>
          <w:szCs w:val="28"/>
        </w:rPr>
        <w:t>.</w:t>
      </w: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right="6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           В разделе предусмотрены расходы на  </w:t>
      </w:r>
      <w:r w:rsidRPr="00116C6E">
        <w:rPr>
          <w:rStyle w:val="32"/>
          <w:sz w:val="28"/>
          <w:szCs w:val="28"/>
        </w:rPr>
        <w:t xml:space="preserve">водное хозяйство в сумме </w:t>
      </w:r>
      <w:r>
        <w:rPr>
          <w:rStyle w:val="32"/>
          <w:sz w:val="28"/>
          <w:szCs w:val="28"/>
        </w:rPr>
        <w:t xml:space="preserve">              </w:t>
      </w:r>
      <w:r>
        <w:rPr>
          <w:sz w:val="28"/>
          <w:szCs w:val="28"/>
        </w:rPr>
        <w:t>728,77 тыс.</w:t>
      </w:r>
      <w:r w:rsidRPr="00116C6E">
        <w:rPr>
          <w:sz w:val="28"/>
          <w:szCs w:val="28"/>
        </w:rPr>
        <w:t xml:space="preserve"> рублей, а и</w:t>
      </w:r>
      <w:r>
        <w:rPr>
          <w:sz w:val="28"/>
          <w:szCs w:val="28"/>
        </w:rPr>
        <w:t>сполнено  100,3 тыс. рублей, или 13,77 %.</w:t>
      </w: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right="60"/>
        <w:rPr>
          <w:sz w:val="28"/>
          <w:szCs w:val="28"/>
        </w:rPr>
      </w:pPr>
      <w:r w:rsidRPr="00116C6E">
        <w:rPr>
          <w:sz w:val="28"/>
          <w:szCs w:val="28"/>
        </w:rPr>
        <w:t xml:space="preserve">            Расходы на дорожное хозяйство составили </w:t>
      </w:r>
      <w:r>
        <w:rPr>
          <w:sz w:val="28"/>
          <w:szCs w:val="28"/>
        </w:rPr>
        <w:t>3581,55 тыс.</w:t>
      </w:r>
      <w:r w:rsidRPr="00116C6E">
        <w:rPr>
          <w:sz w:val="28"/>
          <w:szCs w:val="28"/>
        </w:rPr>
        <w:t xml:space="preserve"> рублей, при годовом</w:t>
      </w:r>
      <w:r>
        <w:rPr>
          <w:sz w:val="28"/>
          <w:szCs w:val="28"/>
        </w:rPr>
        <w:t xml:space="preserve"> плане 20937,54 рублей (17,11%</w:t>
      </w:r>
      <w:r w:rsidRPr="00116C6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05</w:t>
      </w:r>
      <w:r w:rsidRPr="00116C6E">
        <w:rPr>
          <w:rStyle w:val="10"/>
          <w:sz w:val="28"/>
          <w:szCs w:val="28"/>
        </w:rPr>
        <w:t xml:space="preserve"> «Жилищно-коммунальное хозяйство» бюджетные назначения исполнены в сумме </w:t>
      </w:r>
      <w:r>
        <w:rPr>
          <w:rStyle w:val="32"/>
          <w:sz w:val="28"/>
          <w:szCs w:val="28"/>
        </w:rPr>
        <w:t>2354,79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при годовом плане </w:t>
      </w:r>
      <w:r>
        <w:rPr>
          <w:rStyle w:val="10"/>
          <w:sz w:val="28"/>
          <w:szCs w:val="28"/>
        </w:rPr>
        <w:t xml:space="preserve">               </w:t>
      </w:r>
      <w:r>
        <w:rPr>
          <w:rStyle w:val="32"/>
          <w:sz w:val="28"/>
          <w:szCs w:val="28"/>
        </w:rPr>
        <w:t>15258,78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или </w:t>
      </w:r>
      <w:r>
        <w:rPr>
          <w:rStyle w:val="10"/>
          <w:sz w:val="28"/>
          <w:szCs w:val="28"/>
        </w:rPr>
        <w:t>15,43</w:t>
      </w:r>
      <w:r w:rsidRPr="00116C6E">
        <w:rPr>
          <w:rStyle w:val="10"/>
          <w:sz w:val="28"/>
          <w:szCs w:val="28"/>
        </w:rPr>
        <w:t xml:space="preserve"> %.</w:t>
      </w:r>
    </w:p>
    <w:p w:rsidR="00732DDE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>В структуре расходов бюджета расходы по указанному разделу составля</w:t>
      </w:r>
      <w:r>
        <w:rPr>
          <w:rStyle w:val="10"/>
          <w:sz w:val="28"/>
          <w:szCs w:val="28"/>
        </w:rPr>
        <w:t>ют 37,95 %.</w:t>
      </w:r>
    </w:p>
    <w:p w:rsidR="00732DDE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Наибольший удельный вес по данному разделу занимает подраздел 0503 </w:t>
      </w:r>
      <w:r w:rsidRPr="00244BB4">
        <w:rPr>
          <w:rStyle w:val="10"/>
          <w:i/>
          <w:sz w:val="28"/>
          <w:szCs w:val="28"/>
        </w:rPr>
        <w:t>«Благоустройство</w:t>
      </w:r>
      <w:r>
        <w:rPr>
          <w:rStyle w:val="10"/>
          <w:sz w:val="28"/>
          <w:szCs w:val="28"/>
        </w:rPr>
        <w:t>»-85,39 %.Годовые назначения исполнены на 32,41 %.</w:t>
      </w:r>
    </w:p>
    <w:p w:rsidR="00732DDE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9,6 % - занимает подраздел 0502 </w:t>
      </w:r>
      <w:r w:rsidRPr="00244BB4">
        <w:rPr>
          <w:rStyle w:val="10"/>
          <w:i/>
          <w:sz w:val="28"/>
          <w:szCs w:val="28"/>
        </w:rPr>
        <w:t>«Коммунальное хозяйство»,</w:t>
      </w:r>
      <w:r>
        <w:rPr>
          <w:rStyle w:val="10"/>
          <w:sz w:val="28"/>
          <w:szCs w:val="28"/>
        </w:rPr>
        <w:t>исполнение составило 13,2 тыс.рублей.</w:t>
      </w:r>
    </w:p>
    <w:p w:rsidR="00732DDE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По подразделу 0501 </w:t>
      </w:r>
      <w:r w:rsidRPr="00244BB4">
        <w:rPr>
          <w:rStyle w:val="10"/>
          <w:i/>
          <w:sz w:val="28"/>
          <w:szCs w:val="28"/>
        </w:rPr>
        <w:t>«Жилищное хозяйство»</w:t>
      </w:r>
      <w:r>
        <w:rPr>
          <w:rStyle w:val="10"/>
          <w:sz w:val="28"/>
          <w:szCs w:val="28"/>
        </w:rPr>
        <w:t xml:space="preserve"> исполнение составило 33,99 тыс.рублей. Удельный вес  составил 1,43 %. </w:t>
      </w: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 xml:space="preserve"> Расходы по разделу 07</w:t>
      </w:r>
      <w:r w:rsidRPr="00116C6E">
        <w:rPr>
          <w:rStyle w:val="10"/>
          <w:sz w:val="28"/>
          <w:szCs w:val="28"/>
        </w:rPr>
        <w:t xml:space="preserve"> «Образование» за 1 </w:t>
      </w:r>
      <w:r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201</w:t>
      </w:r>
      <w:r>
        <w:rPr>
          <w:rStyle w:val="10"/>
          <w:sz w:val="28"/>
          <w:szCs w:val="28"/>
        </w:rPr>
        <w:t>8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732DDE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08</w:t>
      </w:r>
      <w:r w:rsidRPr="00116C6E">
        <w:rPr>
          <w:rStyle w:val="10"/>
          <w:sz w:val="28"/>
          <w:szCs w:val="28"/>
        </w:rPr>
        <w:t xml:space="preserve"> «Культура и кинематография»  за 1 </w:t>
      </w:r>
      <w:r>
        <w:rPr>
          <w:rStyle w:val="10"/>
          <w:sz w:val="28"/>
          <w:szCs w:val="28"/>
        </w:rPr>
        <w:t>полугодие 2018</w:t>
      </w:r>
      <w:r w:rsidRPr="00116C6E">
        <w:rPr>
          <w:rStyle w:val="10"/>
          <w:sz w:val="28"/>
          <w:szCs w:val="28"/>
        </w:rPr>
        <w:t xml:space="preserve"> года расходы отсутствуют.</w:t>
      </w: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>
        <w:rPr>
          <w:rStyle w:val="10"/>
          <w:b/>
          <w:sz w:val="28"/>
          <w:szCs w:val="28"/>
        </w:rPr>
        <w:t xml:space="preserve">По разделу 10 </w:t>
      </w:r>
      <w:r w:rsidRPr="004154EB">
        <w:rPr>
          <w:rStyle w:val="10"/>
          <w:sz w:val="28"/>
          <w:szCs w:val="28"/>
        </w:rPr>
        <w:t>«Социальная политика»</w:t>
      </w:r>
      <w:r>
        <w:rPr>
          <w:rStyle w:val="10"/>
          <w:sz w:val="28"/>
          <w:szCs w:val="28"/>
        </w:rPr>
        <w:t xml:space="preserve"> исполнение за 1 полугодие составило 7,05 тыс. рублей, или 23,52 %.Удельный вес в структуре расходов составил 0,11 %. </w:t>
      </w:r>
    </w:p>
    <w:p w:rsidR="00732DDE" w:rsidRDefault="00732DDE" w:rsidP="00F82485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Расходы </w:t>
      </w:r>
      <w:r w:rsidRPr="00116C6E">
        <w:rPr>
          <w:rStyle w:val="10"/>
          <w:b/>
          <w:sz w:val="28"/>
          <w:szCs w:val="28"/>
        </w:rPr>
        <w:t>по разделу 11</w:t>
      </w:r>
      <w:r w:rsidRPr="00116C6E">
        <w:rPr>
          <w:rStyle w:val="10"/>
          <w:sz w:val="28"/>
          <w:szCs w:val="28"/>
        </w:rPr>
        <w:t xml:space="preserve"> «Физическая культура и спорт» за </w:t>
      </w:r>
      <w:r>
        <w:rPr>
          <w:rStyle w:val="10"/>
          <w:sz w:val="28"/>
          <w:szCs w:val="28"/>
        </w:rPr>
        <w:t>1 полугодие 2018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732DDE" w:rsidRDefault="00732DDE" w:rsidP="00F82485">
      <w:pPr>
        <w:keepNext/>
        <w:keepLines/>
        <w:spacing w:line="36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4" w:name="_Toc482880915"/>
      <w:r>
        <w:rPr>
          <w:rFonts w:ascii="Times New Roman" w:hAnsi="Times New Roman"/>
          <w:b/>
          <w:bCs/>
          <w:sz w:val="28"/>
          <w:szCs w:val="28"/>
        </w:rPr>
        <w:t>5</w:t>
      </w:r>
      <w:r w:rsidRPr="00065EEB">
        <w:rPr>
          <w:rFonts w:ascii="Times New Roman" w:hAnsi="Times New Roman"/>
          <w:b/>
          <w:bCs/>
          <w:sz w:val="28"/>
          <w:szCs w:val="28"/>
        </w:rPr>
        <w:t xml:space="preserve">. Дефицит (профицит) </w:t>
      </w:r>
      <w:r>
        <w:rPr>
          <w:rFonts w:ascii="Times New Roman" w:hAnsi="Times New Roman"/>
          <w:b/>
          <w:bCs/>
          <w:sz w:val="28"/>
          <w:szCs w:val="28"/>
        </w:rPr>
        <w:t>бюджета Мглинского городского поселения</w:t>
      </w:r>
      <w:bookmarkEnd w:id="4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732DDE" w:rsidRDefault="00732DDE" w:rsidP="00F82485">
      <w:pPr>
        <w:keepNext/>
        <w:keepLines/>
        <w:spacing w:line="36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32DDE" w:rsidRDefault="00732DDE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Решением Совета народных депутатов  города Мглина от 30.11.2017 г.       № 3/132 «О бюджете муниципального образования «Мглинское городское поселение» на 2018 год и на плановый период 2019 и 2020годов » принят бездефицитный бюджет.</w:t>
      </w:r>
    </w:p>
    <w:p w:rsidR="00732DDE" w:rsidRPr="00116C6E" w:rsidRDefault="00732DDE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В  соответствии с представленным отчетом, остаток денежных средств на счете Мглинского городского поселения за 1 полугодие 2018 года составил 3159,04 тыс. рублей.</w:t>
      </w:r>
    </w:p>
    <w:p w:rsidR="00732DDE" w:rsidRDefault="00732DDE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201</w:t>
      </w:r>
      <w:r>
        <w:rPr>
          <w:rStyle w:val="10"/>
          <w:sz w:val="28"/>
          <w:szCs w:val="28"/>
        </w:rPr>
        <w:t>8</w:t>
      </w:r>
      <w:r w:rsidRPr="00116C6E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Мглинского городского поселения и не противоречит действующему законодательству и правовым актам Мглинского городского поселения, а так же удовлетворяет требованиям полноты отражения средств бюджета по доходам, расходам и источникам </w:t>
      </w:r>
      <w:r>
        <w:rPr>
          <w:rStyle w:val="10"/>
          <w:sz w:val="28"/>
          <w:szCs w:val="28"/>
        </w:rPr>
        <w:t xml:space="preserve">финансирования дефицита бюджета. </w:t>
      </w:r>
    </w:p>
    <w:p w:rsidR="00732DDE" w:rsidRDefault="00732DDE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</w:p>
    <w:p w:rsidR="00732DDE" w:rsidRDefault="00732DDE" w:rsidP="00A84A34">
      <w:pPr>
        <w:pStyle w:val="2"/>
        <w:shd w:val="clear" w:color="auto" w:fill="auto"/>
        <w:spacing w:before="0" w:after="0" w:line="360" w:lineRule="auto"/>
        <w:ind w:left="2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Председатель </w:t>
      </w:r>
    </w:p>
    <w:p w:rsidR="00732DDE" w:rsidRDefault="00732DDE" w:rsidP="00A84A34">
      <w:pPr>
        <w:pStyle w:val="2"/>
        <w:shd w:val="clear" w:color="auto" w:fill="auto"/>
        <w:spacing w:before="0" w:after="0" w:line="360" w:lineRule="auto"/>
        <w:ind w:left="2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Контрольно-счетной</w:t>
      </w:r>
    </w:p>
    <w:p w:rsidR="00732DDE" w:rsidRPr="00116C6E" w:rsidRDefault="00732DDE" w:rsidP="00A84A34">
      <w:pPr>
        <w:pStyle w:val="2"/>
        <w:shd w:val="clear" w:color="auto" w:fill="auto"/>
        <w:spacing w:before="0" w:after="0" w:line="360" w:lineRule="auto"/>
        <w:ind w:left="20"/>
        <w:rPr>
          <w:sz w:val="28"/>
          <w:szCs w:val="28"/>
        </w:rPr>
        <w:sectPr w:rsidR="00732DDE" w:rsidRPr="00116C6E">
          <w:footerReference w:type="default" r:id="rId13"/>
          <w:footerReference w:type="first" r:id="rId14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>
        <w:rPr>
          <w:rStyle w:val="10"/>
          <w:sz w:val="28"/>
          <w:szCs w:val="28"/>
        </w:rPr>
        <w:t>палаты                                                                                           Л.В.Чуприк</w:t>
      </w:r>
    </w:p>
    <w:p w:rsidR="00732DDE" w:rsidRPr="001C3586" w:rsidRDefault="00732DDE" w:rsidP="006D1559">
      <w:pPr>
        <w:jc w:val="both"/>
        <w:rPr>
          <w:rFonts w:ascii="Times New Roman" w:hAnsi="Times New Roman" w:cs="Times New Roman"/>
          <w:sz w:val="20"/>
          <w:szCs w:val="20"/>
        </w:rPr>
      </w:pPr>
      <w:r w:rsidRPr="001C3586">
        <w:rPr>
          <w:rFonts w:ascii="Times New Roman" w:hAnsi="Times New Roman" w:cs="Times New Roman"/>
          <w:sz w:val="20"/>
          <w:szCs w:val="20"/>
        </w:rPr>
        <w:t xml:space="preserve">Комкова Наталья Егоровна </w:t>
      </w:r>
    </w:p>
    <w:p w:rsidR="00732DDE" w:rsidRPr="001C3586" w:rsidRDefault="00732DDE" w:rsidP="006D1559">
      <w:pPr>
        <w:tabs>
          <w:tab w:val="left" w:pos="1139"/>
        </w:tabs>
        <w:jc w:val="both"/>
        <w:rPr>
          <w:rFonts w:ascii="Times New Roman" w:hAnsi="Times New Roman" w:cs="Times New Roman"/>
        </w:rPr>
      </w:pPr>
      <w:r w:rsidRPr="001C3586">
        <w:rPr>
          <w:rFonts w:ascii="Times New Roman" w:hAnsi="Times New Roman" w:cs="Times New Roman"/>
          <w:sz w:val="20"/>
          <w:szCs w:val="20"/>
        </w:rPr>
        <w:t>2-11-51</w:t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732DDE" w:rsidRPr="001C3586" w:rsidSect="0050045E"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DDE" w:rsidRDefault="00732DDE" w:rsidP="0050045E">
      <w:r>
        <w:separator/>
      </w:r>
    </w:p>
  </w:endnote>
  <w:endnote w:type="continuationSeparator" w:id="0">
    <w:p w:rsidR="00732DDE" w:rsidRDefault="00732DDE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DDE" w:rsidRDefault="00732D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DDE" w:rsidRDefault="00732DD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DDE" w:rsidRDefault="00732DDE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DDE" w:rsidRDefault="00732DDE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156310">
        <w:rPr>
          <w:rStyle w:val="a0"/>
          <w:noProof/>
        </w:rPr>
        <w:t>5</w:t>
      </w:r>
    </w:fldSimple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DDE" w:rsidRDefault="00732DDE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DDE" w:rsidRDefault="00732DDE"/>
  </w:footnote>
  <w:footnote w:type="continuationSeparator" w:id="0">
    <w:p w:rsidR="00732DDE" w:rsidRDefault="00732DD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DDE" w:rsidRDefault="00732D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DDE" w:rsidRDefault="00732DD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DDE" w:rsidRDefault="00732D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309C2"/>
    <w:rsid w:val="00030D3F"/>
    <w:rsid w:val="0003512B"/>
    <w:rsid w:val="0004111D"/>
    <w:rsid w:val="00045D08"/>
    <w:rsid w:val="000601DF"/>
    <w:rsid w:val="00065EEB"/>
    <w:rsid w:val="00075826"/>
    <w:rsid w:val="00087BFF"/>
    <w:rsid w:val="00092FD0"/>
    <w:rsid w:val="00094FFA"/>
    <w:rsid w:val="000A2F64"/>
    <w:rsid w:val="000A7AC3"/>
    <w:rsid w:val="000B44FC"/>
    <w:rsid w:val="000B62DF"/>
    <w:rsid w:val="000C1159"/>
    <w:rsid w:val="000C6CC6"/>
    <w:rsid w:val="000C6EA2"/>
    <w:rsid w:val="000E5533"/>
    <w:rsid w:val="000E5A3A"/>
    <w:rsid w:val="000F4E09"/>
    <w:rsid w:val="000F555A"/>
    <w:rsid w:val="001000E6"/>
    <w:rsid w:val="00105CDB"/>
    <w:rsid w:val="001100DB"/>
    <w:rsid w:val="00110D15"/>
    <w:rsid w:val="0011224F"/>
    <w:rsid w:val="00116C6E"/>
    <w:rsid w:val="00122CC0"/>
    <w:rsid w:val="00130C1A"/>
    <w:rsid w:val="00131D3A"/>
    <w:rsid w:val="001360B3"/>
    <w:rsid w:val="00137992"/>
    <w:rsid w:val="001437B2"/>
    <w:rsid w:val="001439A7"/>
    <w:rsid w:val="001471AF"/>
    <w:rsid w:val="00153808"/>
    <w:rsid w:val="00156310"/>
    <w:rsid w:val="00163BDF"/>
    <w:rsid w:val="001641D3"/>
    <w:rsid w:val="00173081"/>
    <w:rsid w:val="00185729"/>
    <w:rsid w:val="00185AE5"/>
    <w:rsid w:val="00195879"/>
    <w:rsid w:val="001A6797"/>
    <w:rsid w:val="001A6F2A"/>
    <w:rsid w:val="001B1605"/>
    <w:rsid w:val="001B6ECC"/>
    <w:rsid w:val="001C018B"/>
    <w:rsid w:val="001C3586"/>
    <w:rsid w:val="001C55C5"/>
    <w:rsid w:val="001E6301"/>
    <w:rsid w:val="001F3628"/>
    <w:rsid w:val="00206DA3"/>
    <w:rsid w:val="00212769"/>
    <w:rsid w:val="00215974"/>
    <w:rsid w:val="00223F96"/>
    <w:rsid w:val="00226EC3"/>
    <w:rsid w:val="00227690"/>
    <w:rsid w:val="00236237"/>
    <w:rsid w:val="00236FBB"/>
    <w:rsid w:val="00237077"/>
    <w:rsid w:val="00244BB4"/>
    <w:rsid w:val="0024517A"/>
    <w:rsid w:val="00252077"/>
    <w:rsid w:val="00252946"/>
    <w:rsid w:val="002561BD"/>
    <w:rsid w:val="002570B7"/>
    <w:rsid w:val="00274CAE"/>
    <w:rsid w:val="00280B4B"/>
    <w:rsid w:val="00290DFB"/>
    <w:rsid w:val="00293259"/>
    <w:rsid w:val="002A1AD0"/>
    <w:rsid w:val="002A3615"/>
    <w:rsid w:val="002A52F8"/>
    <w:rsid w:val="002B2D8C"/>
    <w:rsid w:val="002B55B2"/>
    <w:rsid w:val="002C77AA"/>
    <w:rsid w:val="002D211E"/>
    <w:rsid w:val="002D7124"/>
    <w:rsid w:val="002E039D"/>
    <w:rsid w:val="002F2E72"/>
    <w:rsid w:val="00300C33"/>
    <w:rsid w:val="003028EC"/>
    <w:rsid w:val="0031511F"/>
    <w:rsid w:val="003226E4"/>
    <w:rsid w:val="00324207"/>
    <w:rsid w:val="00327516"/>
    <w:rsid w:val="00331E64"/>
    <w:rsid w:val="003864E9"/>
    <w:rsid w:val="0038674C"/>
    <w:rsid w:val="00386758"/>
    <w:rsid w:val="00387482"/>
    <w:rsid w:val="003A6E4A"/>
    <w:rsid w:val="003B3CAD"/>
    <w:rsid w:val="003B690E"/>
    <w:rsid w:val="003C2555"/>
    <w:rsid w:val="003C4BE4"/>
    <w:rsid w:val="003C7BB6"/>
    <w:rsid w:val="003D1FBA"/>
    <w:rsid w:val="003D25BB"/>
    <w:rsid w:val="003D3E1F"/>
    <w:rsid w:val="003D5357"/>
    <w:rsid w:val="003E10C1"/>
    <w:rsid w:val="003F484E"/>
    <w:rsid w:val="00412720"/>
    <w:rsid w:val="00413139"/>
    <w:rsid w:val="00413DF6"/>
    <w:rsid w:val="004154EB"/>
    <w:rsid w:val="0042523A"/>
    <w:rsid w:val="0043318A"/>
    <w:rsid w:val="00436923"/>
    <w:rsid w:val="00453621"/>
    <w:rsid w:val="00465CBB"/>
    <w:rsid w:val="00472575"/>
    <w:rsid w:val="00473BD2"/>
    <w:rsid w:val="004808E0"/>
    <w:rsid w:val="00482755"/>
    <w:rsid w:val="004A6CD5"/>
    <w:rsid w:val="004B0A18"/>
    <w:rsid w:val="004C0408"/>
    <w:rsid w:val="004E1F52"/>
    <w:rsid w:val="004E7C2D"/>
    <w:rsid w:val="004F2D91"/>
    <w:rsid w:val="0050045E"/>
    <w:rsid w:val="00501868"/>
    <w:rsid w:val="00502702"/>
    <w:rsid w:val="0052374B"/>
    <w:rsid w:val="005304D7"/>
    <w:rsid w:val="00540041"/>
    <w:rsid w:val="005468A8"/>
    <w:rsid w:val="00547FED"/>
    <w:rsid w:val="00561AF2"/>
    <w:rsid w:val="005716AD"/>
    <w:rsid w:val="00572DC1"/>
    <w:rsid w:val="00574541"/>
    <w:rsid w:val="005763EE"/>
    <w:rsid w:val="00577353"/>
    <w:rsid w:val="00583C9D"/>
    <w:rsid w:val="005B02CC"/>
    <w:rsid w:val="005B15B4"/>
    <w:rsid w:val="005B2A54"/>
    <w:rsid w:val="005B4B19"/>
    <w:rsid w:val="005B6A5D"/>
    <w:rsid w:val="005B7147"/>
    <w:rsid w:val="005E331B"/>
    <w:rsid w:val="005F096C"/>
    <w:rsid w:val="00617328"/>
    <w:rsid w:val="006225C3"/>
    <w:rsid w:val="006266BA"/>
    <w:rsid w:val="00632043"/>
    <w:rsid w:val="006362C9"/>
    <w:rsid w:val="006429F0"/>
    <w:rsid w:val="00651BC3"/>
    <w:rsid w:val="006525DA"/>
    <w:rsid w:val="0066369C"/>
    <w:rsid w:val="00664551"/>
    <w:rsid w:val="00670FE1"/>
    <w:rsid w:val="00673135"/>
    <w:rsid w:val="006755BA"/>
    <w:rsid w:val="006771A0"/>
    <w:rsid w:val="00680245"/>
    <w:rsid w:val="00682FF9"/>
    <w:rsid w:val="00694A8A"/>
    <w:rsid w:val="00695CFA"/>
    <w:rsid w:val="006B1DA2"/>
    <w:rsid w:val="006B216C"/>
    <w:rsid w:val="006D1559"/>
    <w:rsid w:val="006F3522"/>
    <w:rsid w:val="006F7DF9"/>
    <w:rsid w:val="00711469"/>
    <w:rsid w:val="00721DEC"/>
    <w:rsid w:val="007229B6"/>
    <w:rsid w:val="00722F08"/>
    <w:rsid w:val="007258C7"/>
    <w:rsid w:val="007263FF"/>
    <w:rsid w:val="00731E90"/>
    <w:rsid w:val="0073299E"/>
    <w:rsid w:val="00732DDE"/>
    <w:rsid w:val="00740CFC"/>
    <w:rsid w:val="0076597C"/>
    <w:rsid w:val="007839FC"/>
    <w:rsid w:val="007870B0"/>
    <w:rsid w:val="007A18DB"/>
    <w:rsid w:val="007A2D37"/>
    <w:rsid w:val="007A315C"/>
    <w:rsid w:val="007B4A8A"/>
    <w:rsid w:val="007C3210"/>
    <w:rsid w:val="007F08B2"/>
    <w:rsid w:val="007F1122"/>
    <w:rsid w:val="007F1B16"/>
    <w:rsid w:val="007F2789"/>
    <w:rsid w:val="007F51E0"/>
    <w:rsid w:val="007F697D"/>
    <w:rsid w:val="0081311A"/>
    <w:rsid w:val="00813321"/>
    <w:rsid w:val="00823748"/>
    <w:rsid w:val="0083049A"/>
    <w:rsid w:val="00835438"/>
    <w:rsid w:val="0083788F"/>
    <w:rsid w:val="0086538C"/>
    <w:rsid w:val="0086546D"/>
    <w:rsid w:val="00865548"/>
    <w:rsid w:val="0087282A"/>
    <w:rsid w:val="00874021"/>
    <w:rsid w:val="00880C62"/>
    <w:rsid w:val="00881687"/>
    <w:rsid w:val="0089592F"/>
    <w:rsid w:val="008C65D3"/>
    <w:rsid w:val="008D4EE8"/>
    <w:rsid w:val="008E57E5"/>
    <w:rsid w:val="008E7051"/>
    <w:rsid w:val="008F477B"/>
    <w:rsid w:val="00903135"/>
    <w:rsid w:val="00906099"/>
    <w:rsid w:val="009107DE"/>
    <w:rsid w:val="0091127C"/>
    <w:rsid w:val="00912098"/>
    <w:rsid w:val="00914868"/>
    <w:rsid w:val="009169AC"/>
    <w:rsid w:val="00930682"/>
    <w:rsid w:val="009307AB"/>
    <w:rsid w:val="00950D7D"/>
    <w:rsid w:val="009553FF"/>
    <w:rsid w:val="009734AB"/>
    <w:rsid w:val="0097631A"/>
    <w:rsid w:val="009876EA"/>
    <w:rsid w:val="009A3B6E"/>
    <w:rsid w:val="009A7C95"/>
    <w:rsid w:val="009B522A"/>
    <w:rsid w:val="009B6ED8"/>
    <w:rsid w:val="009D018B"/>
    <w:rsid w:val="009D6B62"/>
    <w:rsid w:val="009D6DE4"/>
    <w:rsid w:val="009E0FD8"/>
    <w:rsid w:val="009E3707"/>
    <w:rsid w:val="009E5CAD"/>
    <w:rsid w:val="009F1B69"/>
    <w:rsid w:val="009F2A3A"/>
    <w:rsid w:val="009F6496"/>
    <w:rsid w:val="00A014C9"/>
    <w:rsid w:val="00A03B16"/>
    <w:rsid w:val="00A05F2C"/>
    <w:rsid w:val="00A07FDD"/>
    <w:rsid w:val="00A23173"/>
    <w:rsid w:val="00A32491"/>
    <w:rsid w:val="00A3440A"/>
    <w:rsid w:val="00A60501"/>
    <w:rsid w:val="00A62EC7"/>
    <w:rsid w:val="00A64CE9"/>
    <w:rsid w:val="00A673C8"/>
    <w:rsid w:val="00A77089"/>
    <w:rsid w:val="00A80991"/>
    <w:rsid w:val="00A84A34"/>
    <w:rsid w:val="00A918F3"/>
    <w:rsid w:val="00A93F46"/>
    <w:rsid w:val="00AB3D48"/>
    <w:rsid w:val="00AB6829"/>
    <w:rsid w:val="00AC7B99"/>
    <w:rsid w:val="00AD1EDC"/>
    <w:rsid w:val="00AD6458"/>
    <w:rsid w:val="00AF0CB1"/>
    <w:rsid w:val="00AF5065"/>
    <w:rsid w:val="00B02514"/>
    <w:rsid w:val="00B04598"/>
    <w:rsid w:val="00B05413"/>
    <w:rsid w:val="00B05AD3"/>
    <w:rsid w:val="00B065F1"/>
    <w:rsid w:val="00B07A87"/>
    <w:rsid w:val="00B105C0"/>
    <w:rsid w:val="00B10C94"/>
    <w:rsid w:val="00B20900"/>
    <w:rsid w:val="00B250B2"/>
    <w:rsid w:val="00B271A9"/>
    <w:rsid w:val="00B312B5"/>
    <w:rsid w:val="00B3377C"/>
    <w:rsid w:val="00B35959"/>
    <w:rsid w:val="00B35C4B"/>
    <w:rsid w:val="00B35CDC"/>
    <w:rsid w:val="00B50985"/>
    <w:rsid w:val="00B53382"/>
    <w:rsid w:val="00B636FD"/>
    <w:rsid w:val="00B66C35"/>
    <w:rsid w:val="00B76130"/>
    <w:rsid w:val="00B811C6"/>
    <w:rsid w:val="00B811D4"/>
    <w:rsid w:val="00B82FC9"/>
    <w:rsid w:val="00B85AD2"/>
    <w:rsid w:val="00B90712"/>
    <w:rsid w:val="00B959F2"/>
    <w:rsid w:val="00BA38A4"/>
    <w:rsid w:val="00BB19DF"/>
    <w:rsid w:val="00BC60DD"/>
    <w:rsid w:val="00BC667E"/>
    <w:rsid w:val="00BE0645"/>
    <w:rsid w:val="00BE368E"/>
    <w:rsid w:val="00BE37CF"/>
    <w:rsid w:val="00BF0B12"/>
    <w:rsid w:val="00BF0BC0"/>
    <w:rsid w:val="00BF2D7E"/>
    <w:rsid w:val="00BF3956"/>
    <w:rsid w:val="00BF5439"/>
    <w:rsid w:val="00C075B1"/>
    <w:rsid w:val="00C30709"/>
    <w:rsid w:val="00C30BF0"/>
    <w:rsid w:val="00C32031"/>
    <w:rsid w:val="00C33403"/>
    <w:rsid w:val="00C36F3B"/>
    <w:rsid w:val="00C476E8"/>
    <w:rsid w:val="00C52237"/>
    <w:rsid w:val="00C54DFF"/>
    <w:rsid w:val="00C7353B"/>
    <w:rsid w:val="00C76A11"/>
    <w:rsid w:val="00C82410"/>
    <w:rsid w:val="00C86D2A"/>
    <w:rsid w:val="00C915DB"/>
    <w:rsid w:val="00CA1135"/>
    <w:rsid w:val="00CB0548"/>
    <w:rsid w:val="00CB4BCD"/>
    <w:rsid w:val="00CC7118"/>
    <w:rsid w:val="00CE31CE"/>
    <w:rsid w:val="00D071A9"/>
    <w:rsid w:val="00D1346E"/>
    <w:rsid w:val="00D31B73"/>
    <w:rsid w:val="00D31C6D"/>
    <w:rsid w:val="00D359A2"/>
    <w:rsid w:val="00D46F3D"/>
    <w:rsid w:val="00D5439C"/>
    <w:rsid w:val="00D63BBD"/>
    <w:rsid w:val="00D67723"/>
    <w:rsid w:val="00D710E3"/>
    <w:rsid w:val="00D74D50"/>
    <w:rsid w:val="00D75DA1"/>
    <w:rsid w:val="00D800AA"/>
    <w:rsid w:val="00D9098B"/>
    <w:rsid w:val="00D9735C"/>
    <w:rsid w:val="00DA615D"/>
    <w:rsid w:val="00DA67AF"/>
    <w:rsid w:val="00DB2FAD"/>
    <w:rsid w:val="00DB4BB3"/>
    <w:rsid w:val="00DC209E"/>
    <w:rsid w:val="00DC2A51"/>
    <w:rsid w:val="00DC31BA"/>
    <w:rsid w:val="00DC394D"/>
    <w:rsid w:val="00DF33F6"/>
    <w:rsid w:val="00DF4CE2"/>
    <w:rsid w:val="00E22534"/>
    <w:rsid w:val="00E312AD"/>
    <w:rsid w:val="00E32761"/>
    <w:rsid w:val="00E35543"/>
    <w:rsid w:val="00E41ED4"/>
    <w:rsid w:val="00E42E55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14A"/>
    <w:rsid w:val="00E92899"/>
    <w:rsid w:val="00EA13A4"/>
    <w:rsid w:val="00EA4F64"/>
    <w:rsid w:val="00EA6C92"/>
    <w:rsid w:val="00EB03E9"/>
    <w:rsid w:val="00EB10E1"/>
    <w:rsid w:val="00EB1C51"/>
    <w:rsid w:val="00EB785F"/>
    <w:rsid w:val="00ED0AE8"/>
    <w:rsid w:val="00ED4AAE"/>
    <w:rsid w:val="00EE170E"/>
    <w:rsid w:val="00EE18D4"/>
    <w:rsid w:val="00EF6809"/>
    <w:rsid w:val="00F051D3"/>
    <w:rsid w:val="00F06554"/>
    <w:rsid w:val="00F11954"/>
    <w:rsid w:val="00F145EA"/>
    <w:rsid w:val="00F157D5"/>
    <w:rsid w:val="00F20E61"/>
    <w:rsid w:val="00F226AE"/>
    <w:rsid w:val="00F369DD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7ADA"/>
    <w:rsid w:val="00F81784"/>
    <w:rsid w:val="00F82485"/>
    <w:rsid w:val="00FA4102"/>
    <w:rsid w:val="00FC26B5"/>
    <w:rsid w:val="00FC3F33"/>
    <w:rsid w:val="00FD502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">
    <w:name w:val="Колонтитул_"/>
    <w:link w:val="1"/>
    <w:uiPriority w:val="99"/>
    <w:locked/>
    <w:rsid w:val="0050045E"/>
    <w:rPr>
      <w:rFonts w:ascii="Times New Roman" w:hAnsi="Times New Roman"/>
      <w:sz w:val="20"/>
    </w:rPr>
  </w:style>
  <w:style w:type="character" w:customStyle="1" w:styleId="a0">
    <w:name w:val="Колонтитул"/>
    <w:uiPriority w:val="99"/>
    <w:rsid w:val="0050045E"/>
    <w:rPr>
      <w:rFonts w:ascii="Times New Roman" w:hAnsi="Times New Roman"/>
      <w:sz w:val="20"/>
    </w:rPr>
  </w:style>
  <w:style w:type="character" w:customStyle="1" w:styleId="a1">
    <w:name w:val="Основной текст_"/>
    <w:link w:val="2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2">
    <w:name w:val="Подпись к таблице_"/>
    <w:link w:val="a3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/>
      <w:sz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/>
      <w:spacing w:val="-10"/>
      <w:sz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/>
      <w:sz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/>
      <w:sz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/>
      <w:sz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/>
      <w:sz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/>
      <w:sz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/>
      <w:sz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/>
      <w:sz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color w:val="auto"/>
      <w:spacing w:val="-10"/>
      <w:sz w:val="30"/>
      <w:szCs w:val="2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rsid w:val="00D9735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9735C"/>
    <w:rPr>
      <w:rFonts w:cs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05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2483</TotalTime>
  <Pages>6</Pages>
  <Words>1489</Words>
  <Characters>8492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220</cp:revision>
  <cp:lastPrinted>2018-05-17T11:30:00Z</cp:lastPrinted>
  <dcterms:created xsi:type="dcterms:W3CDTF">2017-07-17T08:21:00Z</dcterms:created>
  <dcterms:modified xsi:type="dcterms:W3CDTF">2018-08-13T06:51:00Z</dcterms:modified>
</cp:coreProperties>
</file>