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A9" w:rsidRPr="00F658A8" w:rsidRDefault="00C337A9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РОССИЙСКАЯ ФЕДЕРАЦИЯ</w:t>
      </w:r>
    </w:p>
    <w:p w:rsidR="00C337A9" w:rsidRPr="00F658A8" w:rsidRDefault="00C337A9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БРЯНСКАЯ ОБЛАСТЬ</w:t>
      </w:r>
    </w:p>
    <w:p w:rsidR="00C337A9" w:rsidRPr="00F658A8" w:rsidRDefault="00C337A9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МГЛИНСКИЙ РАЙОН</w:t>
      </w:r>
    </w:p>
    <w:p w:rsidR="00C337A9" w:rsidRPr="00F658A8" w:rsidRDefault="00C337A9" w:rsidP="00E521C7">
      <w:pPr>
        <w:spacing w:after="0" w:line="240" w:lineRule="auto"/>
        <w:ind w:right="-4536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АДМИНИСТРАЦИЯ  МГЛИНСКОГО  РАЙОНА</w:t>
      </w:r>
    </w:p>
    <w:p w:rsidR="00C337A9" w:rsidRPr="00F658A8" w:rsidRDefault="00C337A9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ПОСТАНОВЛЕНИЕ</w:t>
      </w:r>
    </w:p>
    <w:p w:rsidR="00C337A9" w:rsidRPr="00F658A8" w:rsidRDefault="00C337A9" w:rsidP="0080708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8070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08.02.2016 г.</w:t>
      </w:r>
      <w:r w:rsidRPr="00F658A8">
        <w:rPr>
          <w:rFonts w:ascii="Times New Roman" w:hAnsi="Times New Roman"/>
          <w:sz w:val="28"/>
          <w:szCs w:val="28"/>
        </w:rPr>
        <w:t xml:space="preserve">  </w:t>
      </w:r>
      <w:r w:rsidRPr="00F658A8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110</w:t>
      </w:r>
      <w:r w:rsidRPr="00F658A8">
        <w:rPr>
          <w:rFonts w:ascii="Times New Roman" w:hAnsi="Times New Roman"/>
          <w:sz w:val="28"/>
          <w:szCs w:val="28"/>
        </w:rPr>
        <w:t xml:space="preserve">    </w:t>
      </w:r>
    </w:p>
    <w:p w:rsidR="00C337A9" w:rsidRPr="00F658A8" w:rsidRDefault="00C337A9" w:rsidP="008070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 xml:space="preserve">       г. Мглин</w:t>
      </w:r>
    </w:p>
    <w:p w:rsidR="00C337A9" w:rsidRPr="00F658A8" w:rsidRDefault="00C337A9" w:rsidP="00807083">
      <w:pPr>
        <w:shd w:val="clear" w:color="auto" w:fill="FFFFFF"/>
        <w:spacing w:after="0" w:line="240" w:lineRule="auto"/>
        <w:rPr>
          <w:rFonts w:ascii="Times New Roman" w:hAnsi="Times New Roman"/>
          <w:spacing w:val="8"/>
          <w:sz w:val="28"/>
          <w:szCs w:val="28"/>
        </w:rPr>
      </w:pPr>
    </w:p>
    <w:p w:rsidR="00C337A9" w:rsidRPr="00F658A8" w:rsidRDefault="00C337A9" w:rsidP="00CA4ECE">
      <w:pPr>
        <w:pStyle w:val="ConsPlusTitle"/>
        <w:widowControl/>
        <w:ind w:right="-709"/>
        <w:jc w:val="both"/>
        <w:rPr>
          <w:b w:val="0"/>
          <w:sz w:val="28"/>
          <w:szCs w:val="28"/>
        </w:rPr>
      </w:pPr>
      <w:r w:rsidRPr="00F658A8">
        <w:rPr>
          <w:b w:val="0"/>
          <w:sz w:val="28"/>
          <w:szCs w:val="28"/>
        </w:rPr>
        <w:t xml:space="preserve">О </w:t>
      </w:r>
      <w:r>
        <w:rPr>
          <w:b w:val="0"/>
          <w:sz w:val="28"/>
          <w:szCs w:val="28"/>
        </w:rPr>
        <w:t xml:space="preserve">внесении изменений в постановлениеадминистрации районаот 21.07.2015г. № 501 «О </w:t>
      </w:r>
      <w:r w:rsidRPr="00F658A8">
        <w:rPr>
          <w:b w:val="0"/>
          <w:sz w:val="28"/>
          <w:szCs w:val="28"/>
        </w:rPr>
        <w:t>созданиикомиссии по мобилизации доходов,расширению налоговой базырайона</w:t>
      </w:r>
      <w:r>
        <w:rPr>
          <w:b w:val="0"/>
          <w:sz w:val="28"/>
          <w:szCs w:val="28"/>
        </w:rPr>
        <w:t>и</w:t>
      </w:r>
      <w:r w:rsidRPr="00F658A8">
        <w:rPr>
          <w:b w:val="0"/>
          <w:sz w:val="28"/>
          <w:szCs w:val="28"/>
        </w:rPr>
        <w:t xml:space="preserve"> сокращению задолженностивконсолидированный бюджет района</w:t>
      </w:r>
      <w:r>
        <w:rPr>
          <w:b w:val="0"/>
          <w:sz w:val="28"/>
          <w:szCs w:val="28"/>
        </w:rPr>
        <w:t>»</w:t>
      </w:r>
    </w:p>
    <w:p w:rsidR="00C337A9" w:rsidRPr="00F658A8" w:rsidRDefault="00C337A9" w:rsidP="0080708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C337A9" w:rsidRPr="00F658A8" w:rsidRDefault="00C337A9" w:rsidP="00E521C7">
      <w:pPr>
        <w:pStyle w:val="ConsPlusTitle"/>
        <w:widowControl/>
        <w:ind w:right="-4111" w:firstLine="426"/>
        <w:jc w:val="both"/>
        <w:rPr>
          <w:b w:val="0"/>
          <w:sz w:val="28"/>
          <w:szCs w:val="28"/>
        </w:rPr>
      </w:pPr>
      <w:r w:rsidRPr="00F658A8">
        <w:rPr>
          <w:b w:val="0"/>
          <w:sz w:val="28"/>
          <w:szCs w:val="28"/>
        </w:rPr>
        <w:t xml:space="preserve">В связи с кадровыми изменениями </w:t>
      </w:r>
    </w:p>
    <w:p w:rsidR="00C337A9" w:rsidRPr="00F658A8" w:rsidRDefault="00C337A9" w:rsidP="008070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807083">
      <w:pPr>
        <w:shd w:val="clear" w:color="auto" w:fill="FFFFFF"/>
        <w:tabs>
          <w:tab w:val="left" w:pos="1004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ПОСТАНОВЛЯЮ:</w:t>
      </w:r>
    </w:p>
    <w:p w:rsidR="00C337A9" w:rsidRPr="00F658A8" w:rsidRDefault="00C337A9" w:rsidP="00807083">
      <w:pPr>
        <w:shd w:val="clear" w:color="auto" w:fill="FFFFFF"/>
        <w:tabs>
          <w:tab w:val="left" w:pos="1004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E521C7">
      <w:pPr>
        <w:pStyle w:val="ConsPlusTitle"/>
        <w:widowControl/>
        <w:ind w:right="-4536" w:firstLine="426"/>
        <w:jc w:val="both"/>
        <w:rPr>
          <w:b w:val="0"/>
          <w:sz w:val="28"/>
          <w:szCs w:val="28"/>
        </w:rPr>
      </w:pPr>
      <w:r w:rsidRPr="00F658A8">
        <w:rPr>
          <w:b w:val="0"/>
          <w:sz w:val="28"/>
          <w:szCs w:val="28"/>
        </w:rPr>
        <w:t xml:space="preserve">1.  </w:t>
      </w:r>
      <w:r>
        <w:rPr>
          <w:b w:val="0"/>
          <w:sz w:val="28"/>
          <w:szCs w:val="28"/>
        </w:rPr>
        <w:t>Утвердить новый состав</w:t>
      </w:r>
      <w:r w:rsidRPr="00F658A8">
        <w:rPr>
          <w:b w:val="0"/>
          <w:sz w:val="28"/>
          <w:szCs w:val="28"/>
        </w:rPr>
        <w:t xml:space="preserve"> комисси</w:t>
      </w:r>
      <w:r>
        <w:rPr>
          <w:b w:val="0"/>
          <w:sz w:val="28"/>
          <w:szCs w:val="28"/>
        </w:rPr>
        <w:t>и</w:t>
      </w:r>
      <w:r w:rsidRPr="00F658A8">
        <w:rPr>
          <w:b w:val="0"/>
          <w:sz w:val="28"/>
          <w:szCs w:val="28"/>
        </w:rPr>
        <w:t xml:space="preserve"> по мобилизации доходов, расширению налоговой базы района</w:t>
      </w:r>
      <w:r>
        <w:rPr>
          <w:b w:val="0"/>
          <w:sz w:val="28"/>
          <w:szCs w:val="28"/>
        </w:rPr>
        <w:t xml:space="preserve"> и</w:t>
      </w:r>
      <w:r w:rsidRPr="00F658A8">
        <w:rPr>
          <w:b w:val="0"/>
          <w:sz w:val="28"/>
          <w:szCs w:val="28"/>
        </w:rPr>
        <w:t xml:space="preserve"> сокращению задолженности в консолидированный бюджет района согласно приложению к </w:t>
      </w:r>
      <w:r>
        <w:rPr>
          <w:b w:val="0"/>
          <w:sz w:val="28"/>
          <w:szCs w:val="28"/>
        </w:rPr>
        <w:t>настоящему п</w:t>
      </w:r>
      <w:r w:rsidRPr="00F658A8">
        <w:rPr>
          <w:b w:val="0"/>
          <w:sz w:val="28"/>
          <w:szCs w:val="28"/>
        </w:rPr>
        <w:t>остановлению.</w:t>
      </w:r>
    </w:p>
    <w:p w:rsidR="00C337A9" w:rsidRPr="00F658A8" w:rsidRDefault="00C337A9" w:rsidP="00E521C7">
      <w:pPr>
        <w:spacing w:after="0" w:line="240" w:lineRule="auto"/>
        <w:ind w:right="-4536"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658A8">
        <w:rPr>
          <w:rFonts w:ascii="Times New Roman" w:hAnsi="Times New Roman"/>
          <w:sz w:val="28"/>
          <w:szCs w:val="28"/>
        </w:rPr>
        <w:t xml:space="preserve">. Контроль за исполнением данного постановления возложить на заместителя главы администрации района, начальника финансового отдела Казеко Л.И. </w:t>
      </w:r>
    </w:p>
    <w:p w:rsidR="00C337A9" w:rsidRPr="00F658A8" w:rsidRDefault="00C337A9" w:rsidP="00E521C7">
      <w:pPr>
        <w:autoSpaceDE w:val="0"/>
        <w:autoSpaceDN w:val="0"/>
        <w:adjustRightInd w:val="0"/>
        <w:spacing w:after="0" w:line="240" w:lineRule="auto"/>
        <w:ind w:right="-4536" w:firstLine="540"/>
        <w:jc w:val="both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E521C7">
      <w:pPr>
        <w:shd w:val="clear" w:color="auto" w:fill="FFFFFF"/>
        <w:spacing w:after="0" w:line="240" w:lineRule="auto"/>
        <w:ind w:right="-4536" w:firstLine="720"/>
        <w:jc w:val="both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E521C7">
      <w:pPr>
        <w:shd w:val="clear" w:color="auto" w:fill="FFFFFF"/>
        <w:spacing w:after="0" w:line="240" w:lineRule="auto"/>
        <w:ind w:right="-4536" w:firstLine="720"/>
        <w:jc w:val="both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E521C7">
      <w:pPr>
        <w:spacing w:after="0" w:line="240" w:lineRule="auto"/>
        <w:ind w:right="-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658A8">
        <w:rPr>
          <w:rFonts w:ascii="Times New Roman" w:hAnsi="Times New Roman"/>
          <w:sz w:val="28"/>
          <w:szCs w:val="28"/>
        </w:rPr>
        <w:t xml:space="preserve">лавы администрации района                               </w:t>
      </w:r>
      <w:r>
        <w:rPr>
          <w:rFonts w:ascii="Times New Roman" w:hAnsi="Times New Roman"/>
          <w:sz w:val="28"/>
          <w:szCs w:val="28"/>
        </w:rPr>
        <w:t>А.А. Пущиенко</w:t>
      </w:r>
    </w:p>
    <w:p w:rsidR="00C337A9" w:rsidRPr="00F658A8" w:rsidRDefault="00C337A9" w:rsidP="00E521C7">
      <w:pPr>
        <w:shd w:val="clear" w:color="auto" w:fill="FFFFFF"/>
        <w:spacing w:after="0" w:line="240" w:lineRule="auto"/>
        <w:ind w:right="-4536" w:firstLine="720"/>
        <w:jc w:val="both"/>
        <w:rPr>
          <w:rFonts w:ascii="Times New Roman" w:hAnsi="Times New Roman"/>
          <w:sz w:val="28"/>
          <w:szCs w:val="28"/>
        </w:rPr>
      </w:pPr>
    </w:p>
    <w:p w:rsidR="00C337A9" w:rsidRPr="00F658A8" w:rsidRDefault="00C337A9" w:rsidP="00E521C7">
      <w:pPr>
        <w:autoSpaceDE w:val="0"/>
        <w:autoSpaceDN w:val="0"/>
        <w:adjustRightInd w:val="0"/>
        <w:spacing w:after="0" w:line="240" w:lineRule="auto"/>
        <w:ind w:right="-4536"/>
        <w:jc w:val="center"/>
        <w:rPr>
          <w:rFonts w:ascii="Times New Roman" w:hAnsi="Times New Roman"/>
          <w:sz w:val="28"/>
          <w:szCs w:val="28"/>
        </w:rPr>
      </w:pPr>
    </w:p>
    <w:p w:rsidR="00C337A9" w:rsidRPr="00BE7426" w:rsidRDefault="00C337A9" w:rsidP="00E521C7">
      <w:pPr>
        <w:pStyle w:val="ConsNonformat"/>
        <w:widowControl/>
        <w:ind w:right="-4536"/>
        <w:jc w:val="both"/>
        <w:rPr>
          <w:rFonts w:ascii="Times New Roman" w:hAnsi="Times New Roman" w:cs="Times New Roman"/>
          <w:sz w:val="24"/>
          <w:szCs w:val="24"/>
        </w:rPr>
      </w:pPr>
      <w:r w:rsidRPr="00BE7426">
        <w:rPr>
          <w:rFonts w:ascii="Times New Roman" w:hAnsi="Times New Roman" w:cs="Times New Roman"/>
          <w:sz w:val="28"/>
          <w:szCs w:val="28"/>
        </w:rPr>
        <w:t>Исп. Казеко Л.И</w:t>
      </w:r>
      <w:r w:rsidRPr="00BE7426">
        <w:rPr>
          <w:rFonts w:ascii="Times New Roman" w:hAnsi="Times New Roman" w:cs="Times New Roman"/>
          <w:sz w:val="24"/>
          <w:szCs w:val="24"/>
        </w:rPr>
        <w:t>.                              Направить: 1.В дело</w:t>
      </w:r>
    </w:p>
    <w:p w:rsidR="00C337A9" w:rsidRPr="00BE7426" w:rsidRDefault="00C337A9" w:rsidP="00E521C7">
      <w:pPr>
        <w:autoSpaceDE w:val="0"/>
        <w:autoSpaceDN w:val="0"/>
        <w:adjustRightInd w:val="0"/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8"/>
          <w:szCs w:val="28"/>
        </w:rPr>
        <w:t>тел.2-17-40</w:t>
      </w:r>
      <w:r w:rsidRPr="00BE7426">
        <w:rPr>
          <w:rFonts w:ascii="Times New Roman" w:hAnsi="Times New Roman"/>
          <w:sz w:val="24"/>
          <w:szCs w:val="24"/>
        </w:rPr>
        <w:t xml:space="preserve">2.Членам комиссии    </w:t>
      </w:r>
    </w:p>
    <w:p w:rsidR="00C337A9" w:rsidRPr="00BE7426" w:rsidRDefault="00C337A9" w:rsidP="00E521C7">
      <w:pPr>
        <w:tabs>
          <w:tab w:val="left" w:pos="700"/>
        </w:tabs>
        <w:spacing w:line="240" w:lineRule="auto"/>
        <w:ind w:right="-4536"/>
        <w:rPr>
          <w:sz w:val="24"/>
          <w:szCs w:val="24"/>
        </w:rPr>
      </w:pPr>
    </w:p>
    <w:p w:rsidR="00C337A9" w:rsidRPr="00BE7426" w:rsidRDefault="00C337A9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Согласовано:</w:t>
      </w:r>
    </w:p>
    <w:p w:rsidR="00C337A9" w:rsidRPr="00BE7426" w:rsidRDefault="00C337A9" w:rsidP="00E521C7">
      <w:pPr>
        <w:tabs>
          <w:tab w:val="left" w:pos="700"/>
          <w:tab w:val="left" w:pos="7755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</w:p>
    <w:p w:rsidR="00C337A9" w:rsidRPr="00BE7426" w:rsidRDefault="00C337A9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Начальник отдела экономики                                              С.И. Грибахо</w:t>
      </w:r>
    </w:p>
    <w:p w:rsidR="00C337A9" w:rsidRPr="00BE7426" w:rsidRDefault="00C337A9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администрации района</w:t>
      </w:r>
    </w:p>
    <w:p w:rsidR="00C337A9" w:rsidRPr="00BE7426" w:rsidRDefault="00C337A9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</w:p>
    <w:p w:rsidR="00C337A9" w:rsidRPr="00BE7426" w:rsidRDefault="00C337A9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Руководитель аппарата,</w:t>
      </w:r>
    </w:p>
    <w:p w:rsidR="00C337A9" w:rsidRPr="00BE7426" w:rsidRDefault="00C337A9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управляющий делами</w:t>
      </w:r>
    </w:p>
    <w:p w:rsidR="00C337A9" w:rsidRPr="00BE7426" w:rsidRDefault="00C337A9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администрации района                                                         А.В. Полоник</w:t>
      </w:r>
    </w:p>
    <w:p w:rsidR="00C337A9" w:rsidRPr="00F658A8" w:rsidRDefault="00C337A9" w:rsidP="00E521C7">
      <w:pPr>
        <w:autoSpaceDE w:val="0"/>
        <w:autoSpaceDN w:val="0"/>
        <w:adjustRightInd w:val="0"/>
        <w:spacing w:after="0" w:line="240" w:lineRule="auto"/>
        <w:ind w:right="-4536"/>
        <w:rPr>
          <w:rFonts w:ascii="Times New Roman" w:hAnsi="Times New Roman"/>
          <w:sz w:val="26"/>
          <w:szCs w:val="26"/>
        </w:rPr>
      </w:pPr>
    </w:p>
    <w:p w:rsidR="00C337A9" w:rsidRDefault="00C337A9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Par71"/>
      <w:bookmarkEnd w:id="0"/>
    </w:p>
    <w:p w:rsidR="00C337A9" w:rsidRDefault="00C337A9" w:rsidP="002574A0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outlineLvl w:val="0"/>
        <w:rPr>
          <w:rFonts w:ascii="Times New Roman" w:hAnsi="Times New Roman"/>
          <w:sz w:val="26"/>
          <w:szCs w:val="26"/>
        </w:rPr>
      </w:pPr>
      <w:r w:rsidRPr="004D6854">
        <w:rPr>
          <w:rFonts w:ascii="Times New Roman" w:hAnsi="Times New Roman"/>
          <w:sz w:val="26"/>
          <w:szCs w:val="26"/>
        </w:rPr>
        <w:t>Приложение</w:t>
      </w:r>
    </w:p>
    <w:p w:rsidR="00C337A9" w:rsidRDefault="00C337A9" w:rsidP="002574A0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outlineLvl w:val="0"/>
        <w:rPr>
          <w:rFonts w:ascii="Times New Roman" w:hAnsi="Times New Roman"/>
          <w:sz w:val="26"/>
          <w:szCs w:val="26"/>
        </w:rPr>
      </w:pPr>
      <w:r w:rsidRPr="004D6854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п</w:t>
      </w:r>
      <w:r w:rsidRPr="004D6854">
        <w:rPr>
          <w:rFonts w:ascii="Times New Roman" w:hAnsi="Times New Roman"/>
          <w:sz w:val="26"/>
          <w:szCs w:val="26"/>
        </w:rPr>
        <w:t>остановлениюадминистрации</w:t>
      </w:r>
    </w:p>
    <w:p w:rsidR="00C337A9" w:rsidRPr="004D6854" w:rsidRDefault="00C337A9" w:rsidP="002574A0">
      <w:pPr>
        <w:widowControl w:val="0"/>
        <w:autoSpaceDE w:val="0"/>
        <w:autoSpaceDN w:val="0"/>
        <w:adjustRightInd w:val="0"/>
        <w:spacing w:after="0" w:line="240" w:lineRule="auto"/>
        <w:ind w:right="-467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Мглинского</w:t>
      </w:r>
      <w:r w:rsidRPr="004D6854">
        <w:rPr>
          <w:rFonts w:ascii="Times New Roman" w:hAnsi="Times New Roman"/>
          <w:sz w:val="26"/>
          <w:szCs w:val="26"/>
        </w:rPr>
        <w:t xml:space="preserve"> района</w:t>
      </w:r>
    </w:p>
    <w:p w:rsidR="00C337A9" w:rsidRPr="004D6854" w:rsidRDefault="00C337A9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rPr>
          <w:rFonts w:ascii="Times New Roman" w:hAnsi="Times New Roman"/>
          <w:sz w:val="26"/>
          <w:szCs w:val="26"/>
        </w:rPr>
      </w:pPr>
      <w:r w:rsidRPr="004D6854">
        <w:rPr>
          <w:rFonts w:ascii="Times New Roman" w:hAnsi="Times New Roman"/>
          <w:sz w:val="26"/>
          <w:szCs w:val="26"/>
        </w:rPr>
        <w:t xml:space="preserve">от ____________ </w:t>
      </w:r>
      <w:smartTag w:uri="urn:schemas-microsoft-com:office:smarttags" w:element="metricconverter">
        <w:smartTagPr>
          <w:attr w:name="ProductID" w:val="2016 г"/>
        </w:smartTagPr>
        <w:r w:rsidRPr="004D6854">
          <w:rPr>
            <w:rFonts w:ascii="Times New Roman" w:hAnsi="Times New Roman"/>
            <w:sz w:val="26"/>
            <w:szCs w:val="26"/>
          </w:rPr>
          <w:t>201</w:t>
        </w:r>
        <w:r>
          <w:rPr>
            <w:rFonts w:ascii="Times New Roman" w:hAnsi="Times New Roman"/>
            <w:sz w:val="26"/>
            <w:szCs w:val="26"/>
          </w:rPr>
          <w:t>6</w:t>
        </w:r>
        <w:r w:rsidRPr="004D6854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4D6854">
        <w:rPr>
          <w:rFonts w:ascii="Times New Roman" w:hAnsi="Times New Roman"/>
          <w:sz w:val="26"/>
          <w:szCs w:val="26"/>
        </w:rPr>
        <w:t>. N _____</w:t>
      </w:r>
    </w:p>
    <w:p w:rsidR="00C337A9" w:rsidRPr="004D6854" w:rsidRDefault="00C337A9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rPr>
          <w:rFonts w:ascii="Times New Roman" w:hAnsi="Times New Roman"/>
          <w:sz w:val="26"/>
          <w:szCs w:val="26"/>
        </w:rPr>
      </w:pPr>
    </w:p>
    <w:p w:rsidR="00C337A9" w:rsidRPr="004D6854" w:rsidRDefault="00C337A9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1" w:name="Par77"/>
      <w:bookmarkEnd w:id="1"/>
      <w:r w:rsidRPr="004D6854">
        <w:rPr>
          <w:rFonts w:ascii="Times New Roman" w:hAnsi="Times New Roman"/>
          <w:b/>
          <w:bCs/>
          <w:sz w:val="26"/>
          <w:szCs w:val="26"/>
        </w:rPr>
        <w:t>СОСТАВ</w:t>
      </w:r>
    </w:p>
    <w:p w:rsidR="00C337A9" w:rsidRPr="004D6854" w:rsidRDefault="00C337A9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r w:rsidRPr="004D6854">
        <w:rPr>
          <w:rFonts w:ascii="Times New Roman" w:hAnsi="Times New Roman"/>
          <w:b/>
          <w:bCs/>
          <w:sz w:val="26"/>
          <w:szCs w:val="26"/>
        </w:rPr>
        <w:t>комиссии по мобилизации доходов, расширению</w:t>
      </w:r>
    </w:p>
    <w:p w:rsidR="00C337A9" w:rsidRPr="004D6854" w:rsidRDefault="00C337A9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r w:rsidRPr="004D6854">
        <w:rPr>
          <w:rFonts w:ascii="Times New Roman" w:hAnsi="Times New Roman"/>
          <w:b/>
          <w:bCs/>
          <w:sz w:val="26"/>
          <w:szCs w:val="26"/>
        </w:rPr>
        <w:t>налоговой базы района и сокращению задолженности</w:t>
      </w:r>
    </w:p>
    <w:p w:rsidR="00C337A9" w:rsidRPr="004D6854" w:rsidRDefault="00C337A9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r w:rsidRPr="004D6854">
        <w:rPr>
          <w:rFonts w:ascii="Times New Roman" w:hAnsi="Times New Roman"/>
          <w:b/>
          <w:bCs/>
          <w:sz w:val="26"/>
          <w:szCs w:val="26"/>
        </w:rPr>
        <w:t>в консолидированный бюджет района</w:t>
      </w:r>
    </w:p>
    <w:p w:rsidR="00C337A9" w:rsidRPr="004D6854" w:rsidRDefault="00C33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2280"/>
        <w:gridCol w:w="360"/>
        <w:gridCol w:w="6000"/>
      </w:tblGrid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Пущиенко Александр Александрович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BE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глава администрации района, председатель комиссии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Казеко Людмила</w:t>
            </w: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Ивановна</w:t>
            </w: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Забайрачная Галина</w:t>
            </w: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Григорьевна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района, начальник финансового отдела, заместитель председателя комиссии</w:t>
            </w: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главный специалист по доходам финансового отдела администрации района, секретарь комиссии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37A9" w:rsidRPr="00B263DC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Собченко Михаил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Владимирович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CF2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района по строительству, архитектуре, ЖКХ, транспорту и связи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Грибахо Сергей</w:t>
            </w:r>
          </w:p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Иванович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начальник отдела экономики администрации района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Горбова Галина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Анатольевна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председатель комитета по управлению муниципальным имуществом Мглинского района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Кудинова Наталья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главный инспектор по потребительскому рынку и ценам администрации района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Потехо Татьяна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Константиновна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руководитель межрайонной ИФНС России №8по Брянской области (по согласованию)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 xml:space="preserve">Перешивко Анатолий 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Петрович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6D3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начальник ГКУ Брянской области «Мглинское управление сельского хозяйства»</w:t>
            </w:r>
            <w:bookmarkStart w:id="2" w:name="_GoBack"/>
            <w:bookmarkEnd w:id="2"/>
            <w:r w:rsidRPr="00B263DC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Сверделко Александр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Николаевич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начальник Мглинского районного отдела судебных приставов Управления Федеральной службы судебных приставов по Брянской области (по согласованию)</w:t>
            </w:r>
          </w:p>
        </w:tc>
      </w:tr>
      <w:tr w:rsidR="00C337A9" w:rsidRPr="00B263DC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Денисова Виктория</w:t>
            </w:r>
          </w:p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Владимировна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7A9" w:rsidRPr="00B263DC" w:rsidRDefault="00C337A9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63DC">
              <w:rPr>
                <w:rFonts w:ascii="Times New Roman" w:hAnsi="Times New Roman"/>
                <w:sz w:val="26"/>
                <w:szCs w:val="26"/>
              </w:rPr>
              <w:t>главный редактор газеты «Мглинские вести»           (по согласованию)</w:t>
            </w:r>
          </w:p>
        </w:tc>
      </w:tr>
    </w:tbl>
    <w:p w:rsidR="00C337A9" w:rsidRPr="00505210" w:rsidRDefault="00C337A9">
      <w:pPr>
        <w:rPr>
          <w:rFonts w:ascii="Times New Roman" w:hAnsi="Times New Roman"/>
          <w:color w:val="FF0000"/>
          <w:sz w:val="26"/>
          <w:szCs w:val="26"/>
        </w:rPr>
      </w:pPr>
    </w:p>
    <w:sectPr w:rsidR="00C337A9" w:rsidRPr="00505210" w:rsidSect="00E521C7">
      <w:pgSz w:w="11906" w:h="16838"/>
      <w:pgMar w:top="510" w:right="566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EA"/>
    <w:rsid w:val="001C3A40"/>
    <w:rsid w:val="001E7D14"/>
    <w:rsid w:val="0021162F"/>
    <w:rsid w:val="002574A0"/>
    <w:rsid w:val="00287E34"/>
    <w:rsid w:val="002C4D9F"/>
    <w:rsid w:val="00482CEA"/>
    <w:rsid w:val="004D6854"/>
    <w:rsid w:val="00505210"/>
    <w:rsid w:val="00511ED5"/>
    <w:rsid w:val="005500D8"/>
    <w:rsid w:val="005E7C2E"/>
    <w:rsid w:val="00612ABF"/>
    <w:rsid w:val="006D35F7"/>
    <w:rsid w:val="00807083"/>
    <w:rsid w:val="00926ED8"/>
    <w:rsid w:val="00996026"/>
    <w:rsid w:val="00AB10E3"/>
    <w:rsid w:val="00B263DC"/>
    <w:rsid w:val="00BA5FDC"/>
    <w:rsid w:val="00BE7426"/>
    <w:rsid w:val="00C1085E"/>
    <w:rsid w:val="00C337A9"/>
    <w:rsid w:val="00CA4ECE"/>
    <w:rsid w:val="00CF2457"/>
    <w:rsid w:val="00D0381D"/>
    <w:rsid w:val="00D30652"/>
    <w:rsid w:val="00D40D29"/>
    <w:rsid w:val="00D6215A"/>
    <w:rsid w:val="00E521C7"/>
    <w:rsid w:val="00F658A8"/>
    <w:rsid w:val="00F8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C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E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7D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070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nformat">
    <w:name w:val="ConsNonformat"/>
    <w:uiPriority w:val="99"/>
    <w:rsid w:val="0080708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403</Words>
  <Characters>2301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Makar</cp:lastModifiedBy>
  <cp:revision>9</cp:revision>
  <cp:lastPrinted>2016-02-05T13:11:00Z</cp:lastPrinted>
  <dcterms:created xsi:type="dcterms:W3CDTF">2016-02-04T06:31:00Z</dcterms:created>
  <dcterms:modified xsi:type="dcterms:W3CDTF">2016-02-19T08:50:00Z</dcterms:modified>
</cp:coreProperties>
</file>