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18" w:rsidRDefault="005E4218" w:rsidP="008076CA">
      <w:pPr>
        <w:ind w:right="-285" w:firstLine="3969"/>
        <w:rPr>
          <w:sz w:val="32"/>
        </w:rPr>
      </w:pPr>
      <w:r>
        <w:rPr>
          <w:color w:val="FFFF00"/>
        </w:rPr>
        <w:t xml:space="preserve">   </w:t>
      </w:r>
      <w:r w:rsidRPr="00E615EB">
        <w:rPr>
          <w:color w:val="FFFF0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in" o:ole="" filled="t" fillcolor="yellow">
            <v:imagedata r:id="rId5" o:title=""/>
          </v:shape>
          <o:OLEObject Type="Embed" ProgID="Word.Picture.8" ShapeID="_x0000_i1025" DrawAspect="Content" ObjectID="_1742968710" r:id="rId6"/>
        </w:object>
      </w:r>
    </w:p>
    <w:p w:rsidR="005E4218" w:rsidRDefault="005E4218" w:rsidP="008076CA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5E4218" w:rsidRDefault="005E4218" w:rsidP="008076CA">
      <w:pPr>
        <w:pStyle w:val="Subtitle"/>
        <w:tabs>
          <w:tab w:val="left" w:pos="5387"/>
        </w:tabs>
      </w:pPr>
      <w:r>
        <w:t>Брянская область</w:t>
      </w:r>
    </w:p>
    <w:p w:rsidR="005E4218" w:rsidRDefault="005E4218" w:rsidP="008076CA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5E4218" w:rsidRDefault="005E4218" w:rsidP="008076CA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5E4218" w:rsidRDefault="005E4218" w:rsidP="008076CA">
      <w:pPr>
        <w:pStyle w:val="Subtitle"/>
        <w:tabs>
          <w:tab w:val="left" w:pos="2127"/>
        </w:tabs>
      </w:pPr>
      <w:r>
        <w:t>РЕШЕНИЕ</w:t>
      </w:r>
    </w:p>
    <w:p w:rsidR="005E4218" w:rsidRDefault="005E4218" w:rsidP="008076CA">
      <w:pPr>
        <w:pStyle w:val="PlainText"/>
        <w:rPr>
          <w:rFonts w:ascii="Times New Roman" w:hAnsi="Times New Roman"/>
          <w:sz w:val="28"/>
        </w:rPr>
      </w:pPr>
    </w:p>
    <w:p w:rsidR="005E4218" w:rsidRPr="00A97682" w:rsidRDefault="005E4218" w:rsidP="008076CA">
      <w:pPr>
        <w:pStyle w:val="PlainText"/>
        <w:rPr>
          <w:rFonts w:ascii="Times New Roman" w:hAnsi="Times New Roman"/>
          <w:sz w:val="28"/>
        </w:rPr>
      </w:pPr>
      <w:r w:rsidRPr="00F14585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13 апреля 2023 года </w:t>
      </w:r>
      <w:r>
        <w:rPr>
          <w:rFonts w:ascii="Times New Roman" w:hAnsi="Times New Roman"/>
          <w:sz w:val="28"/>
        </w:rPr>
        <w:t xml:space="preserve">   №  </w:t>
      </w:r>
      <w:r>
        <w:rPr>
          <w:rFonts w:ascii="Times New Roman" w:hAnsi="Times New Roman"/>
          <w:sz w:val="28"/>
          <w:u w:val="single"/>
        </w:rPr>
        <w:t>6-322</w:t>
      </w:r>
    </w:p>
    <w:p w:rsidR="005E4218" w:rsidRDefault="005E4218" w:rsidP="008076CA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5E4218" w:rsidRPr="009C01D3" w:rsidRDefault="005E4218" w:rsidP="008076C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E4218" w:rsidRDefault="005E4218" w:rsidP="00042793">
      <w:pPr>
        <w:shd w:val="clear" w:color="auto" w:fill="FFFFFF"/>
        <w:spacing w:before="312" w:after="0" w:line="326" w:lineRule="exact"/>
        <w:ind w:right="3994"/>
        <w:jc w:val="both"/>
        <w:rPr>
          <w:rFonts w:ascii="Times New Roman" w:hAnsi="Times New Roman"/>
          <w:sz w:val="28"/>
          <w:szCs w:val="28"/>
        </w:rPr>
      </w:pPr>
      <w:r w:rsidRPr="004A27F3">
        <w:rPr>
          <w:rFonts w:ascii="Times New Roman" w:hAnsi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4A27F3">
        <w:rPr>
          <w:rFonts w:ascii="Times New Roman" w:hAnsi="Times New Roman"/>
          <w:sz w:val="28"/>
          <w:szCs w:val="28"/>
        </w:rPr>
        <w:t>еречня индикаторов риска нарушения обязательных требований</w:t>
      </w:r>
      <w:r>
        <w:rPr>
          <w:rFonts w:ascii="Times New Roman" w:hAnsi="Times New Roman"/>
          <w:sz w:val="28"/>
          <w:szCs w:val="28"/>
        </w:rPr>
        <w:t xml:space="preserve"> при осуществлении </w:t>
      </w:r>
      <w:r w:rsidRPr="004A27F3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4A27F3">
        <w:rPr>
          <w:rFonts w:ascii="Times New Roman" w:hAnsi="Times New Roman"/>
          <w:sz w:val="28"/>
          <w:szCs w:val="28"/>
        </w:rPr>
        <w:t xml:space="preserve">  земельно</w:t>
      </w:r>
      <w:r>
        <w:rPr>
          <w:rFonts w:ascii="Times New Roman" w:hAnsi="Times New Roman"/>
          <w:sz w:val="28"/>
          <w:szCs w:val="28"/>
        </w:rPr>
        <w:t>го</w:t>
      </w:r>
      <w:r w:rsidRPr="004A27F3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я</w:t>
      </w:r>
      <w:r w:rsidRPr="004A27F3">
        <w:rPr>
          <w:rFonts w:ascii="Times New Roman" w:hAnsi="Times New Roman"/>
          <w:sz w:val="28"/>
          <w:szCs w:val="28"/>
        </w:rPr>
        <w:t xml:space="preserve"> на территории Мглинского муниципального района, городского и сельск</w:t>
      </w:r>
      <w:r>
        <w:rPr>
          <w:rFonts w:ascii="Times New Roman" w:hAnsi="Times New Roman"/>
          <w:sz w:val="28"/>
          <w:szCs w:val="28"/>
        </w:rPr>
        <w:t>их поселений</w:t>
      </w:r>
      <w:r w:rsidRPr="004A27F3">
        <w:rPr>
          <w:rFonts w:ascii="Times New Roman" w:hAnsi="Times New Roman"/>
          <w:sz w:val="28"/>
          <w:szCs w:val="28"/>
        </w:rPr>
        <w:t xml:space="preserve"> </w:t>
      </w:r>
    </w:p>
    <w:p w:rsidR="005E4218" w:rsidRPr="004A27F3" w:rsidRDefault="005E4218" w:rsidP="009A188B">
      <w:pPr>
        <w:shd w:val="clear" w:color="auto" w:fill="FFFFFF"/>
        <w:spacing w:before="312" w:after="0" w:line="326" w:lineRule="exact"/>
        <w:ind w:right="3994"/>
        <w:rPr>
          <w:rFonts w:ascii="Times New Roman" w:hAnsi="Times New Roman"/>
          <w:sz w:val="28"/>
          <w:szCs w:val="28"/>
          <w:lang w:eastAsia="ru-RU"/>
        </w:rPr>
      </w:pPr>
    </w:p>
    <w:p w:rsidR="005E4218" w:rsidRPr="004A27F3" w:rsidRDefault="005E4218" w:rsidP="000427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7D6092">
        <w:rPr>
          <w:rFonts w:ascii="Times New Roman" w:hAnsi="Times New Roman"/>
          <w:sz w:val="28"/>
          <w:szCs w:val="28"/>
          <w:lang w:eastAsia="ru-RU"/>
        </w:rPr>
        <w:t>В соответствии с </w:t>
      </w:r>
      <w:hyperlink r:id="rId7" w:anchor="8Q00LV" w:history="1">
        <w:r w:rsidRPr="007D6092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  <w:r w:rsidRPr="004A27F3">
          <w:rPr>
            <w:rFonts w:ascii="Times New Roman" w:hAnsi="Times New Roman"/>
            <w:sz w:val="28"/>
            <w:szCs w:val="28"/>
            <w:lang w:eastAsia="ru-RU"/>
          </w:rPr>
          <w:t xml:space="preserve">9 </w:t>
        </w:r>
        <w:r w:rsidRPr="007D6092">
          <w:rPr>
            <w:rFonts w:ascii="Times New Roman" w:hAnsi="Times New Roman"/>
            <w:sz w:val="28"/>
            <w:szCs w:val="28"/>
            <w:lang w:eastAsia="ru-RU"/>
          </w:rPr>
          <w:t xml:space="preserve"> статьи 23 Федерального закона от 31 июля 2020 г</w:t>
        </w:r>
        <w:r>
          <w:rPr>
            <w:rFonts w:ascii="Times New Roman" w:hAnsi="Times New Roman"/>
            <w:sz w:val="28"/>
            <w:szCs w:val="28"/>
            <w:lang w:eastAsia="ru-RU"/>
          </w:rPr>
          <w:t>ода №</w:t>
        </w:r>
        <w:r w:rsidRPr="007D6092">
          <w:rPr>
            <w:rFonts w:ascii="Times New Roman" w:hAnsi="Times New Roman"/>
            <w:sz w:val="28"/>
            <w:szCs w:val="28"/>
            <w:lang w:eastAsia="ru-RU"/>
          </w:rPr>
          <w:t>248-ФЗ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7D6092">
          <w:rPr>
            <w:rFonts w:ascii="Times New Roman" w:hAnsi="Times New Roman"/>
            <w:sz w:val="28"/>
            <w:szCs w:val="28"/>
            <w:lang w:eastAsia="ru-RU"/>
          </w:rPr>
          <w:t>"О государственном контроле (надзоре) и муниципальном контроле в Российской Федерации"</w:t>
        </w:r>
      </w:hyperlink>
      <w:r w:rsidRPr="004A27F3">
        <w:rPr>
          <w:rFonts w:ascii="Times New Roman" w:hAnsi="Times New Roman"/>
          <w:sz w:val="28"/>
          <w:szCs w:val="28"/>
          <w:lang w:eastAsia="ru-RU"/>
        </w:rPr>
        <w:t>,  пунктом 35 части 1 статьи 15  Федеральн</w:t>
      </w:r>
      <w:r>
        <w:rPr>
          <w:rFonts w:ascii="Times New Roman" w:hAnsi="Times New Roman"/>
          <w:sz w:val="28"/>
          <w:szCs w:val="28"/>
          <w:lang w:eastAsia="ru-RU"/>
        </w:rPr>
        <w:t>ого закона от 06.10.2003 года №</w:t>
      </w:r>
      <w:r w:rsidRPr="004A27F3">
        <w:rPr>
          <w:rFonts w:ascii="Times New Roman" w:hAnsi="Times New Roman"/>
          <w:sz w:val="28"/>
          <w:szCs w:val="28"/>
          <w:lang w:eastAsia="ru-RU"/>
        </w:rPr>
        <w:t>131-ФЗ  «Об общих принципах организации местного самоуправления в Российской Федерации»,  руководствуясь Уставом Мглинского района, Мглинский районный Совет народных депутатов</w:t>
      </w:r>
    </w:p>
    <w:p w:rsidR="005E4218" w:rsidRPr="004A27F3" w:rsidRDefault="005E4218" w:rsidP="008076C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3"/>
          <w:sz w:val="28"/>
          <w:szCs w:val="28"/>
          <w:lang w:eastAsia="ru-RU"/>
        </w:rPr>
        <w:t>РЕШИЛ:</w:t>
      </w:r>
    </w:p>
    <w:p w:rsidR="005E4218" w:rsidRPr="004A27F3" w:rsidRDefault="005E4218" w:rsidP="008076C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3"/>
          <w:sz w:val="28"/>
          <w:szCs w:val="28"/>
          <w:lang w:eastAsia="ru-RU"/>
        </w:rPr>
        <w:t xml:space="preserve">     1.  Утвердить </w:t>
      </w:r>
      <w:r w:rsidRPr="004A27F3">
        <w:rPr>
          <w:rFonts w:ascii="Times New Roman" w:hAnsi="Times New Roman"/>
          <w:sz w:val="28"/>
          <w:szCs w:val="28"/>
        </w:rPr>
        <w:t>прилагаемый </w:t>
      </w:r>
      <w:hyperlink r:id="rId8" w:anchor="6540IN" w:history="1">
        <w:r w:rsidRPr="004A27F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перечень индикаторов риска нарушения обязательных требований при осуществлении муниципального земельного контроля  на территории Мглинского муниципального района, городского и сельских поселений. </w:t>
        </w:r>
      </w:hyperlink>
    </w:p>
    <w:p w:rsidR="005E4218" w:rsidRPr="004A27F3" w:rsidRDefault="005E4218" w:rsidP="009A188B">
      <w:pPr>
        <w:shd w:val="clear" w:color="auto" w:fill="FFFFFF"/>
        <w:tabs>
          <w:tab w:val="left" w:pos="946"/>
        </w:tabs>
        <w:spacing w:after="0" w:line="322" w:lineRule="exact"/>
        <w:ind w:left="163" w:firstLine="15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20"/>
          <w:sz w:val="28"/>
          <w:szCs w:val="28"/>
          <w:lang w:eastAsia="ru-RU"/>
        </w:rPr>
        <w:t>2.</w:t>
      </w:r>
      <w:r w:rsidRPr="004A27F3">
        <w:rPr>
          <w:rFonts w:ascii="Times New Roman" w:hAnsi="Times New Roman"/>
          <w:sz w:val="28"/>
          <w:szCs w:val="28"/>
          <w:lang w:eastAsia="ru-RU"/>
        </w:rPr>
        <w:tab/>
        <w:t>Данное решение опубликовать в официальном издании</w:t>
      </w:r>
      <w:r w:rsidRPr="004A27F3">
        <w:rPr>
          <w:rFonts w:ascii="Times New Roman" w:hAnsi="Times New Roman"/>
          <w:sz w:val="28"/>
          <w:szCs w:val="28"/>
          <w:lang w:eastAsia="ru-RU"/>
        </w:rPr>
        <w:br/>
        <w:t>«Муниципальный вестник» и разместить на официальном сайте</w:t>
      </w:r>
      <w:r w:rsidRPr="004A27F3">
        <w:rPr>
          <w:rFonts w:ascii="Times New Roman" w:hAnsi="Times New Roman"/>
          <w:sz w:val="28"/>
          <w:szCs w:val="28"/>
          <w:lang w:eastAsia="ru-RU"/>
        </w:rPr>
        <w:br/>
        <w:t>администрации Мглинского района в сети Интернет (</w:t>
      </w:r>
      <w:hyperlink r:id="rId9" w:history="1">
        <w:r w:rsidRPr="004A27F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www</w:t>
        </w:r>
        <w:r w:rsidRPr="004A27F3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4A27F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mgladm</w:t>
        </w:r>
        <w:r w:rsidRPr="004A27F3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4A27F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  <w:r w:rsidRPr="004A27F3">
        <w:rPr>
          <w:rFonts w:ascii="Times New Roman" w:hAnsi="Times New Roman"/>
          <w:sz w:val="28"/>
          <w:szCs w:val="28"/>
          <w:lang w:eastAsia="ru-RU"/>
        </w:rPr>
        <w:t>).</w:t>
      </w:r>
    </w:p>
    <w:p w:rsidR="005E4218" w:rsidRPr="004A27F3" w:rsidRDefault="005E4218" w:rsidP="009A188B">
      <w:pPr>
        <w:shd w:val="clear" w:color="auto" w:fill="FFFFFF"/>
        <w:tabs>
          <w:tab w:val="left" w:pos="850"/>
        </w:tabs>
        <w:spacing w:after="0" w:line="322" w:lineRule="exact"/>
        <w:ind w:left="298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17"/>
          <w:sz w:val="28"/>
          <w:szCs w:val="28"/>
          <w:lang w:eastAsia="ru-RU"/>
        </w:rPr>
        <w:t>3.</w:t>
      </w:r>
      <w:r w:rsidRPr="004A27F3">
        <w:rPr>
          <w:rFonts w:ascii="Times New Roman" w:hAnsi="Times New Roman"/>
          <w:sz w:val="28"/>
          <w:szCs w:val="28"/>
          <w:lang w:eastAsia="ru-RU"/>
        </w:rPr>
        <w:tab/>
        <w:t>Данное решение вступает в силу со дня его  подписания.</w:t>
      </w:r>
    </w:p>
    <w:p w:rsidR="005E4218" w:rsidRPr="009C01D3" w:rsidRDefault="005E4218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4218" w:rsidRPr="009C01D3" w:rsidRDefault="005E4218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4218" w:rsidRPr="009C01D3" w:rsidRDefault="005E4218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Г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лава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Мглинского </w:t>
      </w:r>
      <w:r w:rsidRPr="009C01D3">
        <w:rPr>
          <w:rFonts w:ascii="Times New Roman" w:hAnsi="Times New Roman"/>
          <w:sz w:val="28"/>
          <w:szCs w:val="28"/>
          <w:lang w:eastAsia="ru-RU"/>
        </w:rPr>
        <w:t>района                                                    Н.В.Воликова</w:t>
      </w:r>
    </w:p>
    <w:p w:rsidR="005E4218" w:rsidRPr="009C01D3" w:rsidRDefault="005E4218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4218" w:rsidRDefault="005E4218" w:rsidP="004A27F3">
      <w:pPr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E4218" w:rsidRDefault="005E4218" w:rsidP="004A27F3">
      <w:pPr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E4218" w:rsidRPr="00B14340" w:rsidRDefault="005E4218" w:rsidP="004A27F3">
      <w:pPr>
        <w:ind w:left="57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4218" w:rsidRPr="00B14340" w:rsidRDefault="005E4218" w:rsidP="00B14340">
      <w:pPr>
        <w:spacing w:after="0" w:line="240" w:lineRule="auto"/>
        <w:ind w:left="4680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</w:p>
    <w:p w:rsidR="005E4218" w:rsidRPr="00B14340" w:rsidRDefault="005E4218" w:rsidP="00B14340">
      <w:pPr>
        <w:spacing w:after="0" w:line="240" w:lineRule="auto"/>
        <w:ind w:left="4680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 xml:space="preserve">к решению Мглинского районного Совета народных депутатов  </w:t>
      </w:r>
    </w:p>
    <w:p w:rsidR="005E4218" w:rsidRDefault="005E4218" w:rsidP="00915086">
      <w:pPr>
        <w:spacing w:after="0" w:line="240" w:lineRule="auto"/>
        <w:ind w:left="4680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915086">
        <w:rPr>
          <w:rFonts w:ascii="Times New Roman" w:hAnsi="Times New Roman"/>
          <w:sz w:val="28"/>
          <w:szCs w:val="28"/>
          <w:u w:val="single"/>
          <w:lang w:eastAsia="ru-RU"/>
        </w:rPr>
        <w:t>13 апреля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Pr="00915086">
        <w:rPr>
          <w:rFonts w:ascii="Times New Roman" w:hAnsi="Times New Roman"/>
          <w:sz w:val="28"/>
          <w:szCs w:val="28"/>
          <w:u w:val="single"/>
          <w:lang w:eastAsia="ru-RU"/>
        </w:rPr>
        <w:t>6-322</w:t>
      </w:r>
    </w:p>
    <w:p w:rsidR="005E4218" w:rsidRPr="00B14340" w:rsidRDefault="005E4218" w:rsidP="00915086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</w:p>
    <w:p w:rsidR="005E4218" w:rsidRPr="00B14340" w:rsidRDefault="005E4218" w:rsidP="004A27F3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14340">
        <w:rPr>
          <w:rFonts w:ascii="Times New Roman" w:hAnsi="Times New Roman"/>
          <w:b/>
          <w:bCs/>
          <w:sz w:val="28"/>
          <w:szCs w:val="28"/>
          <w:lang w:eastAsia="ru-RU"/>
        </w:rPr>
        <w:t>Перечень индикаторов риска нарушения обязательных требований при осуществлении  муниципального земельного контроля  на территории Мглинского муниципального района, городского и сельских поселений</w:t>
      </w:r>
    </w:p>
    <w:p w:rsidR="005E4218" w:rsidRPr="00B14340" w:rsidRDefault="005E4218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1.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:rsidR="005E4218" w:rsidRDefault="005E4218" w:rsidP="004A27F3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5E4218" w:rsidRPr="00B14340" w:rsidRDefault="005E4218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2. Отсутствие в ЕГРН сведений о правах на используемый юридическим лицом, индивидуальным предпринимателем, гражданином земельный участок.</w:t>
      </w:r>
      <w:r w:rsidRPr="00B14340">
        <w:rPr>
          <w:rFonts w:ascii="Times New Roman" w:hAnsi="Times New Roman"/>
          <w:sz w:val="28"/>
          <w:szCs w:val="28"/>
          <w:lang w:eastAsia="ru-RU"/>
        </w:rPr>
        <w:br/>
      </w:r>
    </w:p>
    <w:p w:rsidR="005E4218" w:rsidRPr="00B14340" w:rsidRDefault="005E4218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3.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  <w:r w:rsidRPr="00B14340">
        <w:rPr>
          <w:rFonts w:ascii="Times New Roman" w:hAnsi="Times New Roman"/>
          <w:sz w:val="28"/>
          <w:szCs w:val="28"/>
          <w:lang w:eastAsia="ru-RU"/>
        </w:rPr>
        <w:br/>
      </w:r>
    </w:p>
    <w:p w:rsidR="005E4218" w:rsidRPr="00B14340" w:rsidRDefault="005E4218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5E4218" w:rsidRPr="00B14340" w:rsidRDefault="005E4218" w:rsidP="004A27F3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5E4218" w:rsidRPr="00B14340" w:rsidRDefault="005E4218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5.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 </w:t>
      </w:r>
      <w:hyperlink r:id="rId10" w:anchor="7D20K3" w:history="1">
        <w:r w:rsidRPr="00B14340">
          <w:rPr>
            <w:rFonts w:ascii="Times New Roman" w:hAnsi="Times New Roman"/>
            <w:sz w:val="28"/>
            <w:szCs w:val="28"/>
            <w:lang w:eastAsia="ru-RU"/>
          </w:rPr>
          <w:t>Федеральным законом от 24 июля 2002 г. N 101-ФЗ "Об обороте земель сельскохозяйственного назначения"</w:t>
        </w:r>
      </w:hyperlink>
      <w:r>
        <w:rPr>
          <w:rFonts w:ascii="Times New Roman" w:hAnsi="Times New Roman"/>
          <w:sz w:val="28"/>
          <w:szCs w:val="28"/>
          <w:lang w:eastAsia="ru-RU"/>
        </w:rPr>
        <w:t>.</w:t>
      </w:r>
    </w:p>
    <w:sectPr w:rsidR="005E4218" w:rsidRPr="00B14340" w:rsidSect="008076C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84C"/>
    <w:multiLevelType w:val="singleLevel"/>
    <w:tmpl w:val="DC8A317E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88B"/>
    <w:rsid w:val="00042793"/>
    <w:rsid w:val="000948DE"/>
    <w:rsid w:val="00096EC7"/>
    <w:rsid w:val="000F55F0"/>
    <w:rsid w:val="002675FF"/>
    <w:rsid w:val="003D458B"/>
    <w:rsid w:val="004024E9"/>
    <w:rsid w:val="00431240"/>
    <w:rsid w:val="004A27F3"/>
    <w:rsid w:val="005E4218"/>
    <w:rsid w:val="005F3414"/>
    <w:rsid w:val="00620D6D"/>
    <w:rsid w:val="00646014"/>
    <w:rsid w:val="00701104"/>
    <w:rsid w:val="007457BB"/>
    <w:rsid w:val="007C1463"/>
    <w:rsid w:val="007D6092"/>
    <w:rsid w:val="008076CA"/>
    <w:rsid w:val="008C2CBC"/>
    <w:rsid w:val="00915086"/>
    <w:rsid w:val="00932E23"/>
    <w:rsid w:val="009A188B"/>
    <w:rsid w:val="009A3F76"/>
    <w:rsid w:val="009C01D3"/>
    <w:rsid w:val="00A80952"/>
    <w:rsid w:val="00A97682"/>
    <w:rsid w:val="00B14340"/>
    <w:rsid w:val="00B82F2F"/>
    <w:rsid w:val="00C44440"/>
    <w:rsid w:val="00D01643"/>
    <w:rsid w:val="00E615EB"/>
    <w:rsid w:val="00E755E6"/>
    <w:rsid w:val="00F14585"/>
    <w:rsid w:val="00F2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8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A18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A188B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8076CA"/>
    <w:pPr>
      <w:spacing w:after="0" w:line="240" w:lineRule="auto"/>
      <w:jc w:val="center"/>
    </w:pPr>
    <w:rPr>
      <w:rFonts w:ascii="Times New Roman" w:hAnsi="Times New Roman"/>
      <w:b/>
      <w:sz w:val="56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3D458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locked/>
    <w:rsid w:val="008076CA"/>
    <w:pPr>
      <w:spacing w:after="0" w:line="240" w:lineRule="auto"/>
      <w:jc w:val="center"/>
    </w:pPr>
    <w:rPr>
      <w:rFonts w:ascii="Times New Roman" w:hAnsi="Times New Roman"/>
      <w:b/>
      <w:sz w:val="4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D458B"/>
    <w:rPr>
      <w:rFonts w:ascii="Cambria" w:hAnsi="Cambria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rsid w:val="008076CA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D458B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276945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415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docs.cntd.ru/document/9018211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gl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2</Pages>
  <Words>450</Words>
  <Characters>2569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Admin</cp:lastModifiedBy>
  <cp:revision>7</cp:revision>
  <dcterms:created xsi:type="dcterms:W3CDTF">2023-03-27T13:20:00Z</dcterms:created>
  <dcterms:modified xsi:type="dcterms:W3CDTF">2023-04-14T05:12:00Z</dcterms:modified>
</cp:coreProperties>
</file>