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4296" w:rsidRPr="00887577" w:rsidRDefault="00604296" w:rsidP="007B4329">
      <w:pPr>
        <w:keepNext/>
        <w:spacing w:after="200" w:line="276" w:lineRule="auto"/>
        <w:jc w:val="center"/>
        <w:outlineLvl w:val="5"/>
        <w:rPr>
          <w:b/>
          <w:bCs/>
          <w:kern w:val="2"/>
        </w:rPr>
      </w:pPr>
      <w:r w:rsidRPr="00887577">
        <w:rPr>
          <w:b/>
          <w:bCs/>
          <w:kern w:val="2"/>
        </w:rPr>
        <w:t>БРЯНСКАЯ ОБЛАСТЬ</w:t>
      </w:r>
    </w:p>
    <w:p w:rsidR="00604296" w:rsidRPr="008B7289" w:rsidRDefault="00604296" w:rsidP="007B4329">
      <w:pPr>
        <w:jc w:val="center"/>
        <w:rPr>
          <w:b/>
          <w:bCs/>
          <w:kern w:val="2"/>
          <w:sz w:val="32"/>
          <w:szCs w:val="32"/>
        </w:rPr>
      </w:pPr>
      <w:r w:rsidRPr="008B7289">
        <w:rPr>
          <w:b/>
          <w:bCs/>
          <w:kern w:val="2"/>
          <w:sz w:val="32"/>
          <w:szCs w:val="32"/>
        </w:rPr>
        <w:t>ТЕРРИТОРИАЛЬНАЯ ИЗБИРАТЕЛЬНАЯ КОМИССИЯ</w:t>
      </w:r>
    </w:p>
    <w:p w:rsidR="00604296" w:rsidRDefault="00604296" w:rsidP="007B4329">
      <w:pPr>
        <w:jc w:val="center"/>
        <w:rPr>
          <w:b/>
          <w:kern w:val="2"/>
          <w:sz w:val="32"/>
          <w:szCs w:val="32"/>
        </w:rPr>
      </w:pPr>
      <w:r w:rsidRPr="008B7289">
        <w:rPr>
          <w:b/>
          <w:kern w:val="2"/>
          <w:sz w:val="32"/>
          <w:szCs w:val="32"/>
        </w:rPr>
        <w:t>МГЛИНСКОГО РАЙОНА</w:t>
      </w:r>
    </w:p>
    <w:p w:rsidR="00604296" w:rsidRPr="008B7289" w:rsidRDefault="00604296" w:rsidP="007B4329">
      <w:pPr>
        <w:jc w:val="center"/>
        <w:rPr>
          <w:b/>
          <w:kern w:val="2"/>
          <w:sz w:val="32"/>
          <w:szCs w:val="32"/>
        </w:rPr>
      </w:pPr>
      <w:r w:rsidRPr="00F73CB2">
        <w:rPr>
          <w:b/>
          <w:kern w:val="2"/>
        </w:rPr>
        <w:t>С ПОЛНОМОЧИЯМИ ИЗБИРАТЕЛЬНЫХ КОМИССЕЙ МГЛИНСКОГО МУНИЦ</w:t>
      </w:r>
      <w:r w:rsidRPr="00F73CB2">
        <w:rPr>
          <w:b/>
          <w:kern w:val="2"/>
        </w:rPr>
        <w:t>И</w:t>
      </w:r>
      <w:r w:rsidRPr="00F73CB2">
        <w:rPr>
          <w:b/>
          <w:kern w:val="2"/>
        </w:rPr>
        <w:t>ПАЛЬНОГО РАЙОНА, МГЛИНСКОГО ГОРОДСКОГО И СЕЛЬСКИХ ПОСЕЛЕНИЙ</w:t>
      </w:r>
    </w:p>
    <w:tbl>
      <w:tblPr>
        <w:tblW w:w="10080" w:type="dxa"/>
        <w:tblBorders>
          <w:top w:val="thickThinSmallGap" w:sz="24" w:space="0" w:color="auto"/>
        </w:tblBorders>
        <w:tblLayout w:type="fixed"/>
        <w:tblLook w:val="0000"/>
      </w:tblPr>
      <w:tblGrid>
        <w:gridCol w:w="5070"/>
        <w:gridCol w:w="5010"/>
      </w:tblGrid>
      <w:tr w:rsidR="00604296" w:rsidRPr="00CE4588" w:rsidTr="007B4329">
        <w:tc>
          <w:tcPr>
            <w:tcW w:w="10080" w:type="dxa"/>
            <w:gridSpan w:val="2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604296" w:rsidRDefault="00604296" w:rsidP="007B4329">
            <w:pPr>
              <w:spacing w:line="276" w:lineRule="auto"/>
              <w:jc w:val="center"/>
              <w:rPr>
                <w:b/>
                <w:bCs/>
                <w:kern w:val="2"/>
                <w:sz w:val="26"/>
                <w:szCs w:val="26"/>
              </w:rPr>
            </w:pPr>
          </w:p>
          <w:p w:rsidR="00604296" w:rsidRPr="0011653B" w:rsidRDefault="00604296" w:rsidP="007B4329">
            <w:pPr>
              <w:spacing w:line="276" w:lineRule="auto"/>
              <w:jc w:val="center"/>
              <w:rPr>
                <w:b/>
                <w:bCs/>
                <w:kern w:val="2"/>
                <w:sz w:val="26"/>
                <w:szCs w:val="26"/>
              </w:rPr>
            </w:pPr>
            <w:r w:rsidRPr="0011653B">
              <w:rPr>
                <w:b/>
                <w:bCs/>
                <w:kern w:val="2"/>
                <w:sz w:val="26"/>
                <w:szCs w:val="26"/>
              </w:rPr>
              <w:t>РЕШЕНИЕ</w:t>
            </w:r>
          </w:p>
        </w:tc>
      </w:tr>
      <w:tr w:rsidR="00604296" w:rsidRPr="00CE4588" w:rsidTr="007B4329">
        <w:trPr>
          <w:trHeight w:val="415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 w:rsidR="00604296" w:rsidRPr="00DB6D62" w:rsidRDefault="00604296" w:rsidP="007B4329">
            <w:pPr>
              <w:spacing w:line="276" w:lineRule="auto"/>
              <w:rPr>
                <w:kern w:val="2"/>
                <w:szCs w:val="28"/>
              </w:rPr>
            </w:pPr>
            <w:r>
              <w:rPr>
                <w:bCs/>
                <w:kern w:val="2"/>
                <w:szCs w:val="28"/>
                <w:lang w:val="en-US"/>
              </w:rPr>
              <w:t>21</w:t>
            </w:r>
            <w:r>
              <w:rPr>
                <w:bCs/>
                <w:kern w:val="2"/>
                <w:szCs w:val="28"/>
              </w:rPr>
              <w:t xml:space="preserve"> </w:t>
            </w:r>
            <w:r>
              <w:rPr>
                <w:bCs/>
                <w:kern w:val="2"/>
              </w:rPr>
              <w:t>июня 2019</w:t>
            </w:r>
            <w:r w:rsidRPr="00DB6D62">
              <w:rPr>
                <w:bCs/>
                <w:kern w:val="2"/>
                <w:szCs w:val="28"/>
              </w:rPr>
              <w:t xml:space="preserve"> года</w:t>
            </w:r>
          </w:p>
        </w:tc>
        <w:tc>
          <w:tcPr>
            <w:tcW w:w="5010" w:type="dxa"/>
            <w:tcBorders>
              <w:top w:val="nil"/>
              <w:left w:val="nil"/>
              <w:bottom w:val="nil"/>
              <w:right w:val="nil"/>
            </w:tcBorders>
          </w:tcPr>
          <w:p w:rsidR="00604296" w:rsidRPr="00DB6D62" w:rsidRDefault="00604296" w:rsidP="00A36828">
            <w:pPr>
              <w:spacing w:line="276" w:lineRule="auto"/>
              <w:rPr>
                <w:b/>
                <w:bCs/>
                <w:kern w:val="2"/>
                <w:szCs w:val="28"/>
              </w:rPr>
            </w:pPr>
            <w:r w:rsidRPr="00DB6D62">
              <w:rPr>
                <w:bCs/>
                <w:kern w:val="2"/>
                <w:szCs w:val="28"/>
              </w:rPr>
              <w:t xml:space="preserve">                                    №</w:t>
            </w:r>
            <w:r w:rsidRPr="00DB6D62">
              <w:rPr>
                <w:b/>
                <w:bCs/>
                <w:kern w:val="2"/>
                <w:szCs w:val="28"/>
              </w:rPr>
              <w:t> </w:t>
            </w:r>
            <w:r>
              <w:rPr>
                <w:bCs/>
                <w:kern w:val="2"/>
                <w:sz w:val="28"/>
                <w:szCs w:val="28"/>
              </w:rPr>
              <w:t>49/206/3-4</w:t>
            </w:r>
          </w:p>
        </w:tc>
      </w:tr>
    </w:tbl>
    <w:p w:rsidR="00604296" w:rsidRPr="00AF4229" w:rsidRDefault="00604296" w:rsidP="007B4329">
      <w:pPr>
        <w:jc w:val="center"/>
        <w:rPr>
          <w:kern w:val="2"/>
          <w:sz w:val="28"/>
          <w:szCs w:val="28"/>
        </w:rPr>
      </w:pPr>
      <w:r w:rsidRPr="00AF4229">
        <w:rPr>
          <w:kern w:val="2"/>
          <w:sz w:val="28"/>
          <w:szCs w:val="28"/>
        </w:rPr>
        <w:t>г. Мглин</w:t>
      </w:r>
    </w:p>
    <w:p w:rsidR="00604296" w:rsidRPr="009B4BEC" w:rsidRDefault="00604296" w:rsidP="00844C9A">
      <w:pPr>
        <w:jc w:val="center"/>
        <w:rPr>
          <w:kern w:val="2"/>
          <w:sz w:val="26"/>
          <w:szCs w:val="26"/>
        </w:rPr>
      </w:pPr>
    </w:p>
    <w:p w:rsidR="00604296" w:rsidRPr="009B4BEC" w:rsidRDefault="00604296" w:rsidP="00844C9A">
      <w:pPr>
        <w:shd w:val="clear" w:color="auto" w:fill="FFFFFF"/>
        <w:ind w:right="34"/>
        <w:jc w:val="both"/>
        <w:rPr>
          <w:b/>
          <w:lang w:eastAsia="en-US"/>
        </w:rPr>
      </w:pPr>
    </w:p>
    <w:p w:rsidR="00604296" w:rsidRDefault="00604296" w:rsidP="00844C9A">
      <w:pPr>
        <w:jc w:val="center"/>
        <w:rPr>
          <w:b/>
          <w:sz w:val="28"/>
          <w:szCs w:val="28"/>
        </w:rPr>
      </w:pPr>
      <w:r>
        <w:rPr>
          <w:b/>
          <w:bCs/>
          <w:color w:val="000000"/>
          <w:spacing w:val="-3"/>
          <w:sz w:val="28"/>
          <w:szCs w:val="28"/>
        </w:rPr>
        <w:t xml:space="preserve">О Календарном плане мероприятий по подготовке и проведению </w:t>
      </w:r>
    </w:p>
    <w:p w:rsidR="00604296" w:rsidRDefault="00604296" w:rsidP="00844C9A">
      <w:pPr>
        <w:tabs>
          <w:tab w:val="left" w:pos="0"/>
        </w:tabs>
        <w:overflowPunct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выборов депутатов </w:t>
      </w:r>
      <w:r w:rsidRPr="00F60090">
        <w:rPr>
          <w:b/>
          <w:bCs/>
          <w:sz w:val="28"/>
          <w:szCs w:val="28"/>
        </w:rPr>
        <w:t xml:space="preserve">Мглинского районного Совета народных </w:t>
      </w:r>
    </w:p>
    <w:p w:rsidR="00604296" w:rsidRPr="005669AE" w:rsidRDefault="00604296" w:rsidP="00844C9A">
      <w:pPr>
        <w:tabs>
          <w:tab w:val="left" w:pos="0"/>
        </w:tabs>
        <w:overflowPunct w:val="0"/>
        <w:adjustRightInd w:val="0"/>
        <w:jc w:val="center"/>
        <w:rPr>
          <w:b/>
          <w:sz w:val="28"/>
          <w:szCs w:val="28"/>
          <w:lang w:eastAsia="en-US"/>
        </w:rPr>
      </w:pPr>
      <w:r w:rsidRPr="00F60090">
        <w:rPr>
          <w:b/>
          <w:bCs/>
          <w:sz w:val="28"/>
          <w:szCs w:val="28"/>
        </w:rPr>
        <w:t>депутатов шестого созыва</w:t>
      </w:r>
      <w:r w:rsidRPr="00844C9A">
        <w:rPr>
          <w:rStyle w:val="FootnoteReference"/>
          <w:b/>
          <w:color w:val="FF0000"/>
          <w:sz w:val="28"/>
          <w:szCs w:val="28"/>
          <w:lang w:eastAsia="en-US"/>
        </w:rPr>
        <w:t xml:space="preserve"> </w:t>
      </w:r>
      <w:r w:rsidRPr="00844C9A">
        <w:rPr>
          <w:rStyle w:val="FootnoteReference"/>
          <w:b/>
          <w:color w:val="FF0000"/>
          <w:sz w:val="28"/>
          <w:szCs w:val="28"/>
          <w:lang w:eastAsia="en-US"/>
        </w:rPr>
        <w:footnoteReference w:id="2"/>
      </w:r>
    </w:p>
    <w:p w:rsidR="00604296" w:rsidRDefault="00604296" w:rsidP="00844C9A">
      <w:pPr>
        <w:ind w:firstLine="708"/>
        <w:jc w:val="both"/>
        <w:rPr>
          <w:color w:val="000000"/>
          <w:spacing w:val="-2"/>
          <w:sz w:val="28"/>
          <w:szCs w:val="28"/>
        </w:rPr>
      </w:pPr>
    </w:p>
    <w:p w:rsidR="00604296" w:rsidRPr="008F6DFC" w:rsidRDefault="00604296" w:rsidP="008F6DFC">
      <w:pPr>
        <w:ind w:firstLine="708"/>
        <w:jc w:val="both"/>
        <w:rPr>
          <w:sz w:val="26"/>
          <w:szCs w:val="26"/>
        </w:rPr>
      </w:pPr>
      <w:r w:rsidRPr="003E52C6">
        <w:rPr>
          <w:color w:val="000000"/>
          <w:spacing w:val="-2"/>
          <w:sz w:val="28"/>
          <w:szCs w:val="28"/>
        </w:rPr>
        <w:t>В соответствии  с</w:t>
      </w:r>
      <w:r>
        <w:rPr>
          <w:color w:val="000000"/>
          <w:spacing w:val="-2"/>
          <w:sz w:val="28"/>
          <w:szCs w:val="28"/>
        </w:rPr>
        <w:t>о статьей 24 Федерального закона от 12 июня 2002 года № 67-ФЗ «Об основных гарантиях избирательных прав и права на участие в референ</w:t>
      </w:r>
      <w:r>
        <w:rPr>
          <w:color w:val="000000"/>
          <w:spacing w:val="-2"/>
          <w:sz w:val="28"/>
          <w:szCs w:val="28"/>
        </w:rPr>
        <w:softHyphen/>
        <w:t xml:space="preserve">думе граждан Российской Федерации», статьей 11 </w:t>
      </w:r>
      <w:r w:rsidRPr="003E52C6">
        <w:rPr>
          <w:color w:val="000000"/>
          <w:spacing w:val="-2"/>
          <w:sz w:val="28"/>
          <w:szCs w:val="28"/>
        </w:rPr>
        <w:t xml:space="preserve"> Закона Брянской области «О вы</w:t>
      </w:r>
      <w:r>
        <w:rPr>
          <w:color w:val="000000"/>
          <w:spacing w:val="-2"/>
          <w:sz w:val="28"/>
          <w:szCs w:val="28"/>
        </w:rPr>
        <w:softHyphen/>
      </w:r>
      <w:r w:rsidRPr="003E52C6">
        <w:rPr>
          <w:color w:val="000000"/>
          <w:spacing w:val="-2"/>
          <w:sz w:val="28"/>
          <w:szCs w:val="28"/>
        </w:rPr>
        <w:t xml:space="preserve">борах депутатов представительных органов муниципальных образований </w:t>
      </w:r>
      <w:r>
        <w:rPr>
          <w:color w:val="000000"/>
          <w:spacing w:val="-2"/>
          <w:sz w:val="28"/>
          <w:szCs w:val="28"/>
        </w:rPr>
        <w:t xml:space="preserve">в </w:t>
      </w:r>
      <w:r w:rsidRPr="003E52C6">
        <w:rPr>
          <w:color w:val="000000"/>
          <w:spacing w:val="-2"/>
          <w:sz w:val="28"/>
          <w:szCs w:val="28"/>
        </w:rPr>
        <w:t>Брянской области»</w:t>
      </w:r>
      <w:r w:rsidRPr="003E52C6">
        <w:rPr>
          <w:sz w:val="28"/>
          <w:szCs w:val="28"/>
        </w:rPr>
        <w:t xml:space="preserve">» территориальная избирательная </w:t>
      </w:r>
      <w:r w:rsidRPr="00B2530D">
        <w:rPr>
          <w:sz w:val="26"/>
          <w:szCs w:val="26"/>
        </w:rPr>
        <w:t xml:space="preserve">комиссия Мглинского района </w:t>
      </w:r>
      <w:r w:rsidRPr="003E52C6">
        <w:rPr>
          <w:sz w:val="28"/>
          <w:szCs w:val="28"/>
        </w:rPr>
        <w:t>с полномо</w:t>
      </w:r>
      <w:r>
        <w:rPr>
          <w:sz w:val="28"/>
          <w:szCs w:val="28"/>
        </w:rPr>
        <w:softHyphen/>
      </w:r>
      <w:r w:rsidRPr="003E52C6">
        <w:rPr>
          <w:sz w:val="28"/>
          <w:szCs w:val="28"/>
        </w:rPr>
        <w:t>чиями</w:t>
      </w:r>
      <w:r>
        <w:rPr>
          <w:sz w:val="28"/>
          <w:szCs w:val="28"/>
        </w:rPr>
        <w:t xml:space="preserve"> </w:t>
      </w:r>
      <w:r w:rsidRPr="003E52C6">
        <w:rPr>
          <w:sz w:val="28"/>
          <w:szCs w:val="28"/>
        </w:rPr>
        <w:t>избирательной</w:t>
      </w:r>
      <w:r>
        <w:rPr>
          <w:sz w:val="28"/>
          <w:szCs w:val="28"/>
        </w:rPr>
        <w:t xml:space="preserve"> комиссии</w:t>
      </w:r>
      <w:r w:rsidRPr="003E52C6">
        <w:rPr>
          <w:sz w:val="28"/>
          <w:szCs w:val="28"/>
        </w:rPr>
        <w:t xml:space="preserve"> муниципального образования</w:t>
      </w:r>
      <w:r>
        <w:rPr>
          <w:sz w:val="26"/>
          <w:szCs w:val="26"/>
        </w:rPr>
        <w:t xml:space="preserve"> «Мглинский район»,  </w:t>
      </w:r>
      <w:r w:rsidRPr="003E52C6">
        <w:rPr>
          <w:sz w:val="28"/>
          <w:szCs w:val="28"/>
        </w:rPr>
        <w:t xml:space="preserve">возложенными </w:t>
      </w:r>
      <w:r>
        <w:rPr>
          <w:sz w:val="28"/>
          <w:szCs w:val="28"/>
        </w:rPr>
        <w:t>п</w:t>
      </w:r>
      <w:r w:rsidRPr="003E52C6">
        <w:rPr>
          <w:sz w:val="28"/>
          <w:szCs w:val="28"/>
        </w:rPr>
        <w:t>остановлением Избирательной</w:t>
      </w:r>
      <w:r>
        <w:rPr>
          <w:sz w:val="26"/>
          <w:szCs w:val="26"/>
        </w:rPr>
        <w:t xml:space="preserve"> </w:t>
      </w:r>
      <w:r w:rsidRPr="003E52C6">
        <w:rPr>
          <w:sz w:val="28"/>
          <w:szCs w:val="28"/>
        </w:rPr>
        <w:t xml:space="preserve">комиссии Брянской области от </w:t>
      </w:r>
      <w:r>
        <w:rPr>
          <w:sz w:val="28"/>
          <w:szCs w:val="28"/>
        </w:rPr>
        <w:t>17 апреля</w:t>
      </w:r>
      <w:r w:rsidRPr="003E52C6">
        <w:rPr>
          <w:sz w:val="28"/>
          <w:szCs w:val="28"/>
        </w:rPr>
        <w:t xml:space="preserve"> 20</w:t>
      </w:r>
      <w:r>
        <w:rPr>
          <w:sz w:val="28"/>
          <w:szCs w:val="28"/>
        </w:rPr>
        <w:t>09</w:t>
      </w:r>
      <w:r w:rsidRPr="003E52C6">
        <w:rPr>
          <w:sz w:val="28"/>
          <w:szCs w:val="28"/>
        </w:rPr>
        <w:t xml:space="preserve"> года  № </w:t>
      </w:r>
      <w:r>
        <w:rPr>
          <w:sz w:val="28"/>
          <w:szCs w:val="28"/>
        </w:rPr>
        <w:t>675/82</w:t>
      </w:r>
      <w:r w:rsidRPr="003E52C6">
        <w:rPr>
          <w:sz w:val="28"/>
          <w:szCs w:val="28"/>
        </w:rPr>
        <w:t xml:space="preserve">, </w:t>
      </w:r>
    </w:p>
    <w:p w:rsidR="00604296" w:rsidRPr="005669AE" w:rsidRDefault="00604296" w:rsidP="00844C9A">
      <w:pPr>
        <w:jc w:val="both"/>
        <w:rPr>
          <w:bCs/>
          <w:spacing w:val="-4"/>
          <w:sz w:val="28"/>
          <w:szCs w:val="28"/>
        </w:rPr>
      </w:pPr>
    </w:p>
    <w:p w:rsidR="00604296" w:rsidRPr="00887577" w:rsidRDefault="00604296" w:rsidP="00844C9A">
      <w:pPr>
        <w:ind w:left="283"/>
        <w:jc w:val="center"/>
        <w:rPr>
          <w:b/>
          <w:bCs/>
          <w:spacing w:val="-4"/>
          <w:sz w:val="26"/>
          <w:szCs w:val="26"/>
        </w:rPr>
      </w:pPr>
      <w:r w:rsidRPr="00887577">
        <w:rPr>
          <w:b/>
          <w:bCs/>
          <w:spacing w:val="-4"/>
          <w:sz w:val="26"/>
          <w:szCs w:val="26"/>
        </w:rPr>
        <w:t>РЕШИЛА:</w:t>
      </w:r>
    </w:p>
    <w:p w:rsidR="00604296" w:rsidRDefault="00604296" w:rsidP="009A39C8">
      <w:pPr>
        <w:widowControl w:val="0"/>
        <w:shd w:val="clear" w:color="auto" w:fill="FFFFFF"/>
        <w:adjustRightInd w:val="0"/>
        <w:spacing w:line="276" w:lineRule="auto"/>
        <w:ind w:firstLine="708"/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 xml:space="preserve">1. </w:t>
      </w:r>
      <w:r w:rsidRPr="00844C9A">
        <w:rPr>
          <w:color w:val="000000"/>
          <w:spacing w:val="-2"/>
          <w:sz w:val="28"/>
          <w:szCs w:val="28"/>
        </w:rPr>
        <w:t>Утвердить Календарный план мероприятий по подготовке и проведени</w:t>
      </w:r>
      <w:r>
        <w:rPr>
          <w:color w:val="000000"/>
          <w:spacing w:val="-2"/>
          <w:sz w:val="28"/>
          <w:szCs w:val="28"/>
        </w:rPr>
        <w:t>ю</w:t>
      </w:r>
      <w:r w:rsidRPr="00844C9A">
        <w:rPr>
          <w:color w:val="000000"/>
          <w:spacing w:val="-2"/>
          <w:sz w:val="28"/>
          <w:szCs w:val="28"/>
        </w:rPr>
        <w:t xml:space="preserve"> выборов депутатов </w:t>
      </w:r>
      <w:r>
        <w:rPr>
          <w:color w:val="000000"/>
          <w:spacing w:val="-2"/>
          <w:sz w:val="28"/>
          <w:szCs w:val="28"/>
        </w:rPr>
        <w:t>Мглинского районного Совета народных депутатов шестого</w:t>
      </w:r>
      <w:r w:rsidRPr="003E68AD">
        <w:rPr>
          <w:color w:val="000000"/>
          <w:spacing w:val="-2"/>
          <w:sz w:val="28"/>
          <w:szCs w:val="28"/>
        </w:rPr>
        <w:t xml:space="preserve"> со</w:t>
      </w:r>
      <w:r>
        <w:rPr>
          <w:color w:val="000000"/>
          <w:spacing w:val="-2"/>
          <w:sz w:val="28"/>
          <w:szCs w:val="28"/>
        </w:rPr>
        <w:softHyphen/>
      </w:r>
      <w:r w:rsidRPr="003E68AD">
        <w:rPr>
          <w:color w:val="000000"/>
          <w:spacing w:val="-2"/>
          <w:sz w:val="28"/>
          <w:szCs w:val="28"/>
        </w:rPr>
        <w:t>зыва</w:t>
      </w:r>
      <w:r>
        <w:rPr>
          <w:color w:val="000000"/>
          <w:spacing w:val="-2"/>
          <w:sz w:val="28"/>
          <w:szCs w:val="28"/>
        </w:rPr>
        <w:t xml:space="preserve"> (приложение 1).       </w:t>
      </w:r>
    </w:p>
    <w:p w:rsidR="00604296" w:rsidRDefault="00604296" w:rsidP="00844C9A">
      <w:pPr>
        <w:shd w:val="clear" w:color="auto" w:fill="FFFFFF"/>
        <w:spacing w:before="120" w:line="312" w:lineRule="auto"/>
        <w:ind w:right="17"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9B4BEC">
        <w:rPr>
          <w:sz w:val="28"/>
          <w:szCs w:val="28"/>
        </w:rPr>
        <w:t xml:space="preserve">. Контроль за исполнением настоящего решения возложить на </w:t>
      </w:r>
      <w:r>
        <w:rPr>
          <w:sz w:val="28"/>
          <w:szCs w:val="28"/>
        </w:rPr>
        <w:t>секретаря ТИК Третьякову В. В.</w:t>
      </w:r>
      <w:r w:rsidRPr="009B4BEC">
        <w:rPr>
          <w:sz w:val="28"/>
          <w:szCs w:val="28"/>
        </w:rPr>
        <w:t>.</w:t>
      </w:r>
    </w:p>
    <w:p w:rsidR="00604296" w:rsidRPr="009A39C8" w:rsidRDefault="00604296" w:rsidP="009A39C8">
      <w:pPr>
        <w:shd w:val="clear" w:color="auto" w:fill="FFFFFF"/>
        <w:spacing w:before="120" w:line="312" w:lineRule="auto"/>
        <w:ind w:right="17" w:firstLine="567"/>
        <w:jc w:val="both"/>
        <w:rPr>
          <w:sz w:val="28"/>
          <w:szCs w:val="28"/>
        </w:rPr>
      </w:pPr>
      <w:r w:rsidRPr="009A39C8">
        <w:rPr>
          <w:sz w:val="28"/>
          <w:szCs w:val="28"/>
        </w:rPr>
        <w:t>3. Разместить настоящее    решение   на   информационном  стенде  территори</w:t>
      </w:r>
      <w:r>
        <w:rPr>
          <w:sz w:val="28"/>
          <w:szCs w:val="28"/>
        </w:rPr>
        <w:softHyphen/>
      </w:r>
      <w:r w:rsidRPr="009A39C8">
        <w:rPr>
          <w:sz w:val="28"/>
          <w:szCs w:val="28"/>
        </w:rPr>
        <w:t xml:space="preserve">альной избирательной комиссии </w:t>
      </w:r>
      <w:r>
        <w:rPr>
          <w:sz w:val="28"/>
          <w:szCs w:val="28"/>
        </w:rPr>
        <w:t>Мглинского</w:t>
      </w:r>
      <w:r w:rsidRPr="009A39C8">
        <w:rPr>
          <w:sz w:val="28"/>
          <w:szCs w:val="28"/>
        </w:rPr>
        <w:t xml:space="preserve"> района. </w:t>
      </w:r>
    </w:p>
    <w:p w:rsidR="00604296" w:rsidRPr="009B4BEC" w:rsidRDefault="00604296" w:rsidP="00844C9A">
      <w:pPr>
        <w:shd w:val="clear" w:color="auto" w:fill="FFFFFF"/>
        <w:spacing w:before="120" w:line="312" w:lineRule="auto"/>
        <w:ind w:right="17" w:firstLine="567"/>
        <w:jc w:val="both"/>
      </w:pPr>
    </w:p>
    <w:tbl>
      <w:tblPr>
        <w:tblW w:w="10106" w:type="dxa"/>
        <w:tblLook w:val="00A0"/>
      </w:tblPr>
      <w:tblGrid>
        <w:gridCol w:w="4503"/>
        <w:gridCol w:w="2409"/>
        <w:gridCol w:w="3194"/>
      </w:tblGrid>
      <w:tr w:rsidR="00604296" w:rsidRPr="009B4BEC" w:rsidTr="00E42AA4">
        <w:tc>
          <w:tcPr>
            <w:tcW w:w="4503" w:type="dxa"/>
          </w:tcPr>
          <w:p w:rsidR="00604296" w:rsidRPr="009B4BEC" w:rsidRDefault="00604296" w:rsidP="00E42AA4">
            <w:pPr>
              <w:tabs>
                <w:tab w:val="left" w:pos="993"/>
              </w:tabs>
              <w:jc w:val="center"/>
              <w:rPr>
                <w:iCs/>
                <w:sz w:val="26"/>
                <w:szCs w:val="26"/>
                <w:lang w:eastAsia="en-US"/>
              </w:rPr>
            </w:pPr>
            <w:r w:rsidRPr="009B4BEC">
              <w:rPr>
                <w:iCs/>
                <w:sz w:val="26"/>
                <w:szCs w:val="26"/>
                <w:lang w:eastAsia="en-US"/>
              </w:rPr>
              <w:t>Председатель</w:t>
            </w:r>
          </w:p>
          <w:p w:rsidR="00604296" w:rsidRPr="009B4BEC" w:rsidRDefault="00604296" w:rsidP="00E42AA4">
            <w:pPr>
              <w:tabs>
                <w:tab w:val="left" w:pos="993"/>
              </w:tabs>
              <w:jc w:val="center"/>
              <w:rPr>
                <w:iCs/>
                <w:sz w:val="26"/>
                <w:szCs w:val="26"/>
                <w:lang w:eastAsia="en-US"/>
              </w:rPr>
            </w:pPr>
            <w:r w:rsidRPr="009B4BEC">
              <w:rPr>
                <w:iCs/>
                <w:sz w:val="26"/>
                <w:szCs w:val="26"/>
                <w:lang w:eastAsia="en-US"/>
              </w:rPr>
              <w:t xml:space="preserve">территориальной избирательной </w:t>
            </w:r>
            <w:r>
              <w:rPr>
                <w:iCs/>
                <w:sz w:val="26"/>
                <w:szCs w:val="26"/>
                <w:lang w:eastAsia="en-US"/>
              </w:rPr>
              <w:t xml:space="preserve">   </w:t>
            </w:r>
            <w:r w:rsidRPr="009B4BEC">
              <w:rPr>
                <w:iCs/>
                <w:sz w:val="26"/>
                <w:szCs w:val="26"/>
                <w:lang w:eastAsia="en-US"/>
              </w:rPr>
              <w:t xml:space="preserve">комиссии </w:t>
            </w:r>
            <w:r>
              <w:rPr>
                <w:sz w:val="28"/>
                <w:szCs w:val="28"/>
              </w:rPr>
              <w:t>Мглинского</w:t>
            </w:r>
            <w:r w:rsidRPr="009A39C8">
              <w:rPr>
                <w:sz w:val="28"/>
                <w:szCs w:val="28"/>
              </w:rPr>
              <w:t xml:space="preserve"> района</w:t>
            </w:r>
          </w:p>
        </w:tc>
        <w:tc>
          <w:tcPr>
            <w:tcW w:w="2409" w:type="dxa"/>
            <w:vAlign w:val="bottom"/>
          </w:tcPr>
          <w:p w:rsidR="00604296" w:rsidRPr="009B4BEC" w:rsidRDefault="00604296" w:rsidP="00E42AA4">
            <w:pPr>
              <w:tabs>
                <w:tab w:val="left" w:pos="993"/>
              </w:tabs>
              <w:jc w:val="both"/>
              <w:rPr>
                <w:iCs/>
                <w:sz w:val="28"/>
                <w:szCs w:val="28"/>
                <w:lang w:eastAsia="en-US"/>
              </w:rPr>
            </w:pPr>
            <w:r w:rsidRPr="009B4BEC">
              <w:rPr>
                <w:iCs/>
                <w:sz w:val="28"/>
                <w:szCs w:val="28"/>
                <w:lang w:eastAsia="en-US"/>
              </w:rPr>
              <w:t xml:space="preserve">_____________ </w:t>
            </w:r>
          </w:p>
          <w:p w:rsidR="00604296" w:rsidRPr="009B4BEC" w:rsidRDefault="00604296" w:rsidP="00E42AA4">
            <w:pPr>
              <w:tabs>
                <w:tab w:val="left" w:pos="993"/>
              </w:tabs>
              <w:jc w:val="center"/>
              <w:rPr>
                <w:i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3194" w:type="dxa"/>
            <w:vAlign w:val="bottom"/>
          </w:tcPr>
          <w:p w:rsidR="00604296" w:rsidRPr="009B4BEC" w:rsidRDefault="00604296" w:rsidP="00E42AA4">
            <w:pPr>
              <w:tabs>
                <w:tab w:val="left" w:pos="993"/>
              </w:tabs>
              <w:jc w:val="both"/>
              <w:rPr>
                <w:iCs/>
                <w:sz w:val="28"/>
                <w:szCs w:val="28"/>
                <w:lang w:eastAsia="en-US"/>
              </w:rPr>
            </w:pPr>
            <w:r>
              <w:rPr>
                <w:iCs/>
                <w:sz w:val="28"/>
                <w:szCs w:val="28"/>
                <w:lang w:eastAsia="en-US"/>
              </w:rPr>
              <w:t>В. П. Жогина</w:t>
            </w:r>
          </w:p>
          <w:p w:rsidR="00604296" w:rsidRPr="009B4BEC" w:rsidRDefault="00604296" w:rsidP="00E42AA4">
            <w:pPr>
              <w:tabs>
                <w:tab w:val="left" w:pos="993"/>
              </w:tabs>
              <w:jc w:val="center"/>
              <w:rPr>
                <w:i/>
                <w:iCs/>
                <w:sz w:val="20"/>
                <w:szCs w:val="20"/>
                <w:lang w:eastAsia="en-US"/>
              </w:rPr>
            </w:pPr>
            <w:r w:rsidRPr="009B4BEC">
              <w:rPr>
                <w:i/>
                <w:iCs/>
                <w:sz w:val="20"/>
                <w:szCs w:val="20"/>
                <w:lang w:eastAsia="en-US"/>
              </w:rPr>
              <w:t>(инициалы, фамилия)</w:t>
            </w:r>
          </w:p>
        </w:tc>
      </w:tr>
      <w:tr w:rsidR="00604296" w:rsidRPr="009B4BEC" w:rsidTr="00E42AA4">
        <w:tc>
          <w:tcPr>
            <w:tcW w:w="4503" w:type="dxa"/>
          </w:tcPr>
          <w:p w:rsidR="00604296" w:rsidRPr="009B4BEC" w:rsidRDefault="00604296" w:rsidP="00E42AA4">
            <w:pPr>
              <w:jc w:val="both"/>
              <w:rPr>
                <w:i/>
                <w:sz w:val="20"/>
                <w:szCs w:val="20"/>
              </w:rPr>
            </w:pPr>
            <w:r w:rsidRPr="009B4BEC">
              <w:rPr>
                <w:i/>
                <w:sz w:val="20"/>
                <w:szCs w:val="20"/>
              </w:rPr>
              <w:t xml:space="preserve">                             (наименование комиссии)</w:t>
            </w:r>
          </w:p>
          <w:p w:rsidR="00604296" w:rsidRPr="009B4BEC" w:rsidRDefault="00604296" w:rsidP="00E42AA4">
            <w:pPr>
              <w:tabs>
                <w:tab w:val="left" w:pos="993"/>
              </w:tabs>
              <w:jc w:val="center"/>
              <w:rPr>
                <w:iCs/>
                <w:sz w:val="26"/>
                <w:szCs w:val="26"/>
                <w:lang w:eastAsia="en-US"/>
              </w:rPr>
            </w:pPr>
          </w:p>
        </w:tc>
        <w:tc>
          <w:tcPr>
            <w:tcW w:w="2409" w:type="dxa"/>
            <w:vAlign w:val="bottom"/>
          </w:tcPr>
          <w:p w:rsidR="00604296" w:rsidRPr="009B4BEC" w:rsidRDefault="00604296" w:rsidP="00E42AA4">
            <w:pPr>
              <w:tabs>
                <w:tab w:val="left" w:pos="993"/>
              </w:tabs>
              <w:jc w:val="center"/>
              <w:rPr>
                <w:iCs/>
                <w:sz w:val="28"/>
                <w:szCs w:val="28"/>
                <w:lang w:eastAsia="en-US"/>
              </w:rPr>
            </w:pPr>
          </w:p>
        </w:tc>
        <w:tc>
          <w:tcPr>
            <w:tcW w:w="3194" w:type="dxa"/>
            <w:vAlign w:val="bottom"/>
          </w:tcPr>
          <w:p w:rsidR="00604296" w:rsidRPr="009B4BEC" w:rsidRDefault="00604296" w:rsidP="00E42AA4">
            <w:pPr>
              <w:tabs>
                <w:tab w:val="left" w:pos="993"/>
              </w:tabs>
              <w:jc w:val="center"/>
              <w:rPr>
                <w:iCs/>
                <w:sz w:val="28"/>
                <w:szCs w:val="28"/>
                <w:lang w:eastAsia="en-US"/>
              </w:rPr>
            </w:pPr>
          </w:p>
        </w:tc>
      </w:tr>
      <w:tr w:rsidR="00604296" w:rsidRPr="009B4BEC" w:rsidTr="00E42AA4">
        <w:tc>
          <w:tcPr>
            <w:tcW w:w="4503" w:type="dxa"/>
          </w:tcPr>
          <w:p w:rsidR="00604296" w:rsidRPr="009B4BEC" w:rsidRDefault="00604296" w:rsidP="00E42AA4">
            <w:pPr>
              <w:tabs>
                <w:tab w:val="left" w:pos="993"/>
              </w:tabs>
              <w:jc w:val="center"/>
              <w:rPr>
                <w:iCs/>
                <w:sz w:val="26"/>
                <w:szCs w:val="26"/>
                <w:lang w:eastAsia="en-US"/>
              </w:rPr>
            </w:pPr>
            <w:r w:rsidRPr="009B4BEC">
              <w:rPr>
                <w:iCs/>
                <w:sz w:val="26"/>
                <w:szCs w:val="26"/>
                <w:lang w:eastAsia="en-US"/>
              </w:rPr>
              <w:t>Секретарь</w:t>
            </w:r>
          </w:p>
          <w:p w:rsidR="00604296" w:rsidRPr="009B4BEC" w:rsidRDefault="00604296" w:rsidP="00E42AA4">
            <w:pPr>
              <w:tabs>
                <w:tab w:val="left" w:pos="993"/>
              </w:tabs>
              <w:jc w:val="center"/>
              <w:rPr>
                <w:iCs/>
                <w:sz w:val="26"/>
                <w:szCs w:val="26"/>
                <w:lang w:eastAsia="en-US"/>
              </w:rPr>
            </w:pPr>
            <w:r w:rsidRPr="009B4BEC">
              <w:rPr>
                <w:iCs/>
                <w:sz w:val="26"/>
                <w:szCs w:val="26"/>
                <w:lang w:eastAsia="en-US"/>
              </w:rPr>
              <w:t>территориальной избирательной</w:t>
            </w:r>
          </w:p>
          <w:p w:rsidR="00604296" w:rsidRPr="009B4BEC" w:rsidRDefault="00604296" w:rsidP="00E42AA4">
            <w:pPr>
              <w:tabs>
                <w:tab w:val="left" w:pos="993"/>
              </w:tabs>
              <w:jc w:val="center"/>
              <w:rPr>
                <w:iCs/>
                <w:sz w:val="26"/>
                <w:szCs w:val="26"/>
                <w:lang w:eastAsia="en-US"/>
              </w:rPr>
            </w:pPr>
            <w:r w:rsidRPr="009B4BEC">
              <w:rPr>
                <w:iCs/>
                <w:sz w:val="26"/>
                <w:szCs w:val="26"/>
                <w:lang w:eastAsia="en-US"/>
              </w:rPr>
              <w:t xml:space="preserve">     комиссии</w:t>
            </w:r>
            <w:r>
              <w:rPr>
                <w:iCs/>
                <w:sz w:val="26"/>
                <w:szCs w:val="26"/>
                <w:lang w:eastAsia="en-US"/>
              </w:rPr>
              <w:t xml:space="preserve"> </w:t>
            </w:r>
            <w:r>
              <w:rPr>
                <w:sz w:val="28"/>
                <w:szCs w:val="28"/>
              </w:rPr>
              <w:t>Мглинского</w:t>
            </w:r>
            <w:r w:rsidRPr="009A39C8">
              <w:rPr>
                <w:sz w:val="28"/>
                <w:szCs w:val="28"/>
              </w:rPr>
              <w:t xml:space="preserve"> района</w:t>
            </w:r>
          </w:p>
        </w:tc>
        <w:tc>
          <w:tcPr>
            <w:tcW w:w="2409" w:type="dxa"/>
            <w:vAlign w:val="bottom"/>
          </w:tcPr>
          <w:p w:rsidR="00604296" w:rsidRPr="009B4BEC" w:rsidRDefault="00604296" w:rsidP="00E42AA4">
            <w:pPr>
              <w:tabs>
                <w:tab w:val="left" w:pos="993"/>
              </w:tabs>
              <w:jc w:val="center"/>
              <w:rPr>
                <w:iCs/>
                <w:sz w:val="28"/>
                <w:szCs w:val="28"/>
                <w:lang w:eastAsia="en-US"/>
              </w:rPr>
            </w:pPr>
            <w:r w:rsidRPr="009B4BEC">
              <w:rPr>
                <w:iCs/>
                <w:sz w:val="28"/>
                <w:szCs w:val="28"/>
                <w:lang w:eastAsia="en-US"/>
              </w:rPr>
              <w:t xml:space="preserve">_____________ </w:t>
            </w:r>
          </w:p>
          <w:p w:rsidR="00604296" w:rsidRPr="009B4BEC" w:rsidRDefault="00604296" w:rsidP="00E42AA4">
            <w:pPr>
              <w:tabs>
                <w:tab w:val="left" w:pos="993"/>
              </w:tabs>
              <w:jc w:val="center"/>
              <w:rPr>
                <w:i/>
                <w:iCs/>
                <w:sz w:val="20"/>
                <w:szCs w:val="20"/>
                <w:lang w:eastAsia="en-US"/>
              </w:rPr>
            </w:pPr>
            <w:r w:rsidRPr="009B4BEC">
              <w:rPr>
                <w:i/>
                <w:iCs/>
                <w:sz w:val="20"/>
                <w:szCs w:val="20"/>
                <w:lang w:eastAsia="en-US"/>
              </w:rPr>
              <w:t>(подпись)</w:t>
            </w:r>
          </w:p>
        </w:tc>
        <w:tc>
          <w:tcPr>
            <w:tcW w:w="3194" w:type="dxa"/>
            <w:vAlign w:val="bottom"/>
          </w:tcPr>
          <w:p w:rsidR="00604296" w:rsidRPr="009B4BEC" w:rsidRDefault="00604296" w:rsidP="00E42AA4">
            <w:pPr>
              <w:tabs>
                <w:tab w:val="left" w:pos="993"/>
              </w:tabs>
              <w:jc w:val="both"/>
              <w:rPr>
                <w:iCs/>
                <w:sz w:val="28"/>
                <w:szCs w:val="28"/>
                <w:lang w:eastAsia="en-US"/>
              </w:rPr>
            </w:pPr>
            <w:r>
              <w:rPr>
                <w:iCs/>
                <w:sz w:val="28"/>
                <w:szCs w:val="28"/>
                <w:lang w:eastAsia="en-US"/>
              </w:rPr>
              <w:t>В. В. Третьякова</w:t>
            </w:r>
            <w:r w:rsidRPr="009B4BEC">
              <w:rPr>
                <w:iCs/>
                <w:sz w:val="28"/>
                <w:szCs w:val="28"/>
                <w:lang w:eastAsia="en-US"/>
              </w:rPr>
              <w:t xml:space="preserve"> </w:t>
            </w:r>
          </w:p>
          <w:p w:rsidR="00604296" w:rsidRPr="009B4BEC" w:rsidRDefault="00604296" w:rsidP="00E42AA4">
            <w:pPr>
              <w:tabs>
                <w:tab w:val="left" w:pos="993"/>
              </w:tabs>
              <w:jc w:val="center"/>
              <w:rPr>
                <w:i/>
                <w:iCs/>
                <w:sz w:val="20"/>
                <w:szCs w:val="20"/>
                <w:lang w:eastAsia="en-US"/>
              </w:rPr>
            </w:pPr>
          </w:p>
        </w:tc>
      </w:tr>
    </w:tbl>
    <w:p w:rsidR="00604296" w:rsidRDefault="00604296" w:rsidP="00E624AC">
      <w:pPr>
        <w:jc w:val="center"/>
        <w:rPr>
          <w:b/>
          <w:bCs/>
          <w:sz w:val="28"/>
          <w:szCs w:val="28"/>
        </w:rPr>
      </w:pPr>
    </w:p>
    <w:p w:rsidR="00604296" w:rsidRDefault="00604296" w:rsidP="00E624AC">
      <w:pPr>
        <w:jc w:val="center"/>
        <w:rPr>
          <w:b/>
          <w:bCs/>
          <w:sz w:val="28"/>
          <w:szCs w:val="28"/>
        </w:rPr>
      </w:pPr>
    </w:p>
    <w:p w:rsidR="00604296" w:rsidRDefault="00604296" w:rsidP="00E624AC">
      <w:pPr>
        <w:jc w:val="center"/>
        <w:rPr>
          <w:b/>
          <w:bCs/>
          <w:sz w:val="28"/>
          <w:szCs w:val="28"/>
        </w:rPr>
      </w:pPr>
    </w:p>
    <w:p w:rsidR="00604296" w:rsidRDefault="00604296" w:rsidP="00E624AC">
      <w:pPr>
        <w:jc w:val="center"/>
        <w:rPr>
          <w:b/>
          <w:bCs/>
          <w:sz w:val="28"/>
          <w:szCs w:val="28"/>
        </w:rPr>
      </w:pPr>
    </w:p>
    <w:p w:rsidR="00604296" w:rsidRPr="00702952" w:rsidRDefault="00604296" w:rsidP="00E624AC">
      <w:pPr>
        <w:jc w:val="center"/>
        <w:rPr>
          <w:b/>
          <w:bCs/>
          <w:sz w:val="28"/>
          <w:szCs w:val="28"/>
        </w:rPr>
      </w:pPr>
      <w:r w:rsidRPr="00702952">
        <w:rPr>
          <w:b/>
          <w:bCs/>
          <w:sz w:val="28"/>
          <w:szCs w:val="28"/>
        </w:rPr>
        <w:t>Календарный план</w:t>
      </w:r>
    </w:p>
    <w:p w:rsidR="00604296" w:rsidRPr="00702952" w:rsidRDefault="00604296" w:rsidP="007E61AE">
      <w:pPr>
        <w:tabs>
          <w:tab w:val="left" w:pos="0"/>
        </w:tabs>
        <w:overflowPunct w:val="0"/>
        <w:adjustRightInd w:val="0"/>
        <w:jc w:val="center"/>
        <w:rPr>
          <w:b/>
          <w:bCs/>
          <w:sz w:val="28"/>
          <w:szCs w:val="28"/>
        </w:rPr>
      </w:pPr>
      <w:r w:rsidRPr="00702952">
        <w:rPr>
          <w:b/>
          <w:bCs/>
          <w:sz w:val="28"/>
          <w:szCs w:val="28"/>
        </w:rPr>
        <w:t xml:space="preserve">мероприятий по подготовке и проведению выборов </w:t>
      </w:r>
      <w:r>
        <w:rPr>
          <w:b/>
          <w:sz w:val="28"/>
          <w:szCs w:val="28"/>
        </w:rPr>
        <w:t xml:space="preserve">депутатов </w:t>
      </w:r>
      <w:r w:rsidRPr="00F60090">
        <w:rPr>
          <w:b/>
          <w:bCs/>
          <w:sz w:val="28"/>
          <w:szCs w:val="28"/>
        </w:rPr>
        <w:t>Мглинского районного Совета народных депутатов шестого созыва</w:t>
      </w:r>
      <w:r w:rsidRPr="00702952">
        <w:rPr>
          <w:b/>
          <w:bCs/>
          <w:sz w:val="28"/>
          <w:szCs w:val="28"/>
        </w:rPr>
        <w:t xml:space="preserve"> </w:t>
      </w:r>
    </w:p>
    <w:p w:rsidR="00604296" w:rsidRDefault="00604296" w:rsidP="008F4BD8">
      <w:pPr>
        <w:spacing w:line="276" w:lineRule="auto"/>
        <w:jc w:val="both"/>
        <w:rPr>
          <w:bCs/>
        </w:rPr>
      </w:pPr>
    </w:p>
    <w:p w:rsidR="00604296" w:rsidRPr="00EB3061" w:rsidRDefault="00604296" w:rsidP="008F4BD8">
      <w:pPr>
        <w:spacing w:line="276" w:lineRule="auto"/>
        <w:jc w:val="both"/>
        <w:rPr>
          <w:bCs/>
        </w:rPr>
      </w:pPr>
      <w:r w:rsidRPr="00EB3061">
        <w:rPr>
          <w:bCs/>
        </w:rPr>
        <w:t xml:space="preserve">Дата официального  опубликования (обнародования) </w:t>
      </w:r>
    </w:p>
    <w:p w:rsidR="00604296" w:rsidRPr="00EB3061" w:rsidRDefault="00604296" w:rsidP="008F4BD8">
      <w:pPr>
        <w:spacing w:line="276" w:lineRule="auto"/>
        <w:jc w:val="both"/>
        <w:rPr>
          <w:b/>
          <w:bCs/>
        </w:rPr>
      </w:pPr>
      <w:r w:rsidRPr="00EB3061">
        <w:rPr>
          <w:bCs/>
        </w:rPr>
        <w:t xml:space="preserve">решения о назначении выборов </w:t>
      </w:r>
      <w:r>
        <w:rPr>
          <w:b/>
          <w:bCs/>
        </w:rPr>
        <w:t>21</w:t>
      </w:r>
      <w:r w:rsidRPr="00EB3061">
        <w:rPr>
          <w:b/>
          <w:bCs/>
        </w:rPr>
        <w:t xml:space="preserve"> июня  2019 года</w:t>
      </w:r>
    </w:p>
    <w:p w:rsidR="00604296" w:rsidRPr="00EB3061" w:rsidRDefault="00604296" w:rsidP="00F15837">
      <w:pPr>
        <w:pStyle w:val="BodyText"/>
        <w:jc w:val="left"/>
        <w:rPr>
          <w:b/>
          <w:bCs/>
        </w:rPr>
      </w:pPr>
    </w:p>
    <w:p w:rsidR="00604296" w:rsidRPr="00EB3061" w:rsidRDefault="00604296" w:rsidP="00F15837">
      <w:pPr>
        <w:pStyle w:val="BodyText"/>
        <w:jc w:val="left"/>
        <w:rPr>
          <w:b/>
          <w:bCs/>
        </w:rPr>
      </w:pPr>
    </w:p>
    <w:p w:rsidR="00604296" w:rsidRPr="00EB3061" w:rsidRDefault="00604296" w:rsidP="00F15837">
      <w:pPr>
        <w:pStyle w:val="BodyText"/>
        <w:jc w:val="left"/>
        <w:rPr>
          <w:b/>
          <w:bCs/>
        </w:rPr>
      </w:pPr>
      <w:r w:rsidRPr="00EB3061">
        <w:rPr>
          <w:bCs/>
        </w:rPr>
        <w:t>Дата голосования</w:t>
      </w:r>
      <w:r w:rsidRPr="00EB3061">
        <w:rPr>
          <w:b/>
          <w:bCs/>
        </w:rPr>
        <w:t xml:space="preserve"> 08 сентября 2019 года</w:t>
      </w:r>
    </w:p>
    <w:p w:rsidR="00604296" w:rsidRPr="00EB3061" w:rsidRDefault="00604296" w:rsidP="008F4BD8">
      <w:pPr>
        <w:spacing w:line="276" w:lineRule="auto"/>
        <w:jc w:val="center"/>
      </w:pPr>
    </w:p>
    <w:p w:rsidR="00604296" w:rsidRPr="00EB3061" w:rsidRDefault="00604296" w:rsidP="00F15837">
      <w:pPr>
        <w:pStyle w:val="BodyText"/>
        <w:suppressAutoHyphens/>
        <w:spacing w:line="276" w:lineRule="auto"/>
        <w:ind w:firstLine="540"/>
        <w:rPr>
          <w:bCs/>
        </w:rPr>
      </w:pPr>
      <w:r w:rsidRPr="00EB3061">
        <w:rPr>
          <w:bCs/>
        </w:rPr>
        <w:t xml:space="preserve">Полномочия избирательной комиссии муниципального образования </w:t>
      </w:r>
      <w:r>
        <w:rPr>
          <w:bCs/>
        </w:rPr>
        <w:t>Мглинский район</w:t>
      </w:r>
      <w:r w:rsidRPr="00EB3061">
        <w:rPr>
          <w:bCs/>
        </w:rPr>
        <w:t xml:space="preserve"> </w:t>
      </w:r>
    </w:p>
    <w:p w:rsidR="00604296" w:rsidRPr="00EB3061" w:rsidRDefault="00604296" w:rsidP="00F15837">
      <w:pPr>
        <w:pStyle w:val="BodyText"/>
        <w:suppressAutoHyphens/>
        <w:spacing w:line="276" w:lineRule="auto"/>
        <w:rPr>
          <w:bCs/>
        </w:rPr>
      </w:pPr>
      <w:r w:rsidRPr="00EB3061">
        <w:rPr>
          <w:bCs/>
        </w:rPr>
        <w:t xml:space="preserve">возложены на территориальную избирательную комиссию </w:t>
      </w:r>
      <w:r>
        <w:rPr>
          <w:bCs/>
        </w:rPr>
        <w:t>Мглинского</w:t>
      </w:r>
      <w:r w:rsidRPr="00EB3061">
        <w:rPr>
          <w:bCs/>
        </w:rPr>
        <w:t xml:space="preserve"> района</w:t>
      </w:r>
    </w:p>
    <w:p w:rsidR="00604296" w:rsidRPr="00EB3061" w:rsidRDefault="00604296" w:rsidP="00F15837">
      <w:pPr>
        <w:pStyle w:val="BodyText"/>
        <w:suppressAutoHyphens/>
        <w:spacing w:line="276" w:lineRule="auto"/>
      </w:pPr>
      <w:r w:rsidRPr="00EB3061">
        <w:rPr>
          <w:bCs/>
        </w:rPr>
        <w:t xml:space="preserve">(Постановление Избирательной комиссии Брянской области от </w:t>
      </w:r>
      <w:r>
        <w:rPr>
          <w:bCs/>
        </w:rPr>
        <w:t>17</w:t>
      </w:r>
      <w:r w:rsidRPr="00EB3061">
        <w:rPr>
          <w:bCs/>
        </w:rPr>
        <w:t xml:space="preserve"> </w:t>
      </w:r>
      <w:r>
        <w:rPr>
          <w:bCs/>
        </w:rPr>
        <w:t>апреля</w:t>
      </w:r>
      <w:r w:rsidRPr="00EB3061">
        <w:rPr>
          <w:bCs/>
        </w:rPr>
        <w:t xml:space="preserve"> 20</w:t>
      </w:r>
      <w:r>
        <w:rPr>
          <w:bCs/>
        </w:rPr>
        <w:t>09</w:t>
      </w:r>
      <w:r w:rsidRPr="00EB3061">
        <w:rPr>
          <w:bCs/>
        </w:rPr>
        <w:t xml:space="preserve"> года   № </w:t>
      </w:r>
      <w:r>
        <w:rPr>
          <w:bCs/>
        </w:rPr>
        <w:t>675</w:t>
      </w:r>
      <w:r w:rsidRPr="00EB3061">
        <w:rPr>
          <w:bCs/>
        </w:rPr>
        <w:t>/</w:t>
      </w:r>
      <w:r>
        <w:rPr>
          <w:bCs/>
        </w:rPr>
        <w:t>82)</w:t>
      </w:r>
    </w:p>
    <w:p w:rsidR="00604296" w:rsidRPr="00EB3061" w:rsidRDefault="00604296" w:rsidP="008F4BD8">
      <w:pPr>
        <w:pStyle w:val="BodyText"/>
        <w:suppressAutoHyphens/>
        <w:spacing w:line="276" w:lineRule="auto"/>
        <w:ind w:firstLine="142"/>
        <w:rPr>
          <w:bCs/>
        </w:rPr>
      </w:pPr>
    </w:p>
    <w:p w:rsidR="00604296" w:rsidRPr="00EB3061" w:rsidRDefault="00604296" w:rsidP="00F568DC">
      <w:pPr>
        <w:pStyle w:val="BodyText"/>
        <w:suppressAutoHyphens/>
        <w:spacing w:line="360" w:lineRule="auto"/>
        <w:ind w:firstLine="540"/>
      </w:pPr>
      <w:r w:rsidRPr="00EB3061">
        <w:t xml:space="preserve">Календарный план мероприятий составлен в соответствии с требованиями Федерального закона от 12.06.2002 N 67-ФЗ  «Об основных гарантиях избирательных прав и права на участие в референдуме граждан Российской Федерации» (далее – ФЗ), Закона Брянской области от 26.06.2008 N 54-З "О выборах депутатов представительных органов муниципальных образований в Брянской области"  (далее – ЗБО) </w:t>
      </w:r>
    </w:p>
    <w:p w:rsidR="00604296" w:rsidRPr="00EB3061" w:rsidRDefault="00604296" w:rsidP="00E45DC8">
      <w:pPr>
        <w:pStyle w:val="BodyText"/>
        <w:jc w:val="right"/>
      </w:pPr>
    </w:p>
    <w:tbl>
      <w:tblPr>
        <w:tblW w:w="1020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567"/>
        <w:gridCol w:w="142"/>
        <w:gridCol w:w="3976"/>
        <w:gridCol w:w="6"/>
        <w:gridCol w:w="2973"/>
        <w:gridCol w:w="6"/>
        <w:gridCol w:w="2536"/>
      </w:tblGrid>
      <w:tr w:rsidR="00604296" w:rsidRPr="00EB3061" w:rsidTr="00D2742C">
        <w:trPr>
          <w:trHeight w:val="20"/>
        </w:trPr>
        <w:tc>
          <w:tcPr>
            <w:tcW w:w="567" w:type="dxa"/>
          </w:tcPr>
          <w:p w:rsidR="00604296" w:rsidRPr="00EB3061" w:rsidRDefault="00604296" w:rsidP="003713EF">
            <w:pPr>
              <w:jc w:val="center"/>
              <w:rPr>
                <w:b/>
                <w:bCs/>
              </w:rPr>
            </w:pPr>
            <w:r w:rsidRPr="00EB3061">
              <w:rPr>
                <w:b/>
                <w:bCs/>
              </w:rPr>
              <w:t>№</w:t>
            </w:r>
          </w:p>
          <w:p w:rsidR="00604296" w:rsidRPr="00EB3061" w:rsidRDefault="00604296" w:rsidP="003713EF">
            <w:pPr>
              <w:jc w:val="center"/>
              <w:rPr>
                <w:b/>
                <w:bCs/>
              </w:rPr>
            </w:pPr>
            <w:r w:rsidRPr="00EB3061">
              <w:rPr>
                <w:b/>
                <w:bCs/>
              </w:rPr>
              <w:t>п/п</w:t>
            </w:r>
          </w:p>
        </w:tc>
        <w:tc>
          <w:tcPr>
            <w:tcW w:w="4118" w:type="dxa"/>
            <w:gridSpan w:val="2"/>
          </w:tcPr>
          <w:p w:rsidR="00604296" w:rsidRPr="00EB3061" w:rsidRDefault="00604296" w:rsidP="003713EF">
            <w:pPr>
              <w:rPr>
                <w:b/>
                <w:bCs/>
              </w:rPr>
            </w:pPr>
            <w:r w:rsidRPr="00EB3061">
              <w:rPr>
                <w:b/>
                <w:bCs/>
              </w:rPr>
              <w:t>Содержание мероприятия</w:t>
            </w:r>
          </w:p>
        </w:tc>
        <w:tc>
          <w:tcPr>
            <w:tcW w:w="2979" w:type="dxa"/>
            <w:gridSpan w:val="2"/>
          </w:tcPr>
          <w:p w:rsidR="00604296" w:rsidRPr="00EB3061" w:rsidRDefault="00604296" w:rsidP="003713EF">
            <w:pPr>
              <w:jc w:val="center"/>
              <w:rPr>
                <w:b/>
                <w:bCs/>
              </w:rPr>
            </w:pPr>
            <w:r w:rsidRPr="00EB3061">
              <w:rPr>
                <w:b/>
                <w:bCs/>
              </w:rPr>
              <w:t>Срок исполнения</w:t>
            </w:r>
          </w:p>
        </w:tc>
        <w:tc>
          <w:tcPr>
            <w:tcW w:w="2542" w:type="dxa"/>
            <w:gridSpan w:val="2"/>
          </w:tcPr>
          <w:p w:rsidR="00604296" w:rsidRPr="00EB3061" w:rsidRDefault="00604296" w:rsidP="003713EF">
            <w:pPr>
              <w:jc w:val="center"/>
              <w:rPr>
                <w:b/>
                <w:bCs/>
              </w:rPr>
            </w:pPr>
            <w:r w:rsidRPr="00EB3061">
              <w:rPr>
                <w:b/>
                <w:bCs/>
              </w:rPr>
              <w:t>Исполнитель</w:t>
            </w:r>
          </w:p>
        </w:tc>
      </w:tr>
      <w:tr w:rsidR="00604296" w:rsidRPr="00EB3061" w:rsidTr="00D2742C">
        <w:trPr>
          <w:trHeight w:val="20"/>
        </w:trPr>
        <w:tc>
          <w:tcPr>
            <w:tcW w:w="10206" w:type="dxa"/>
            <w:gridSpan w:val="7"/>
          </w:tcPr>
          <w:p w:rsidR="00604296" w:rsidRPr="00EB3061" w:rsidRDefault="00604296" w:rsidP="003713EF">
            <w:pPr>
              <w:rPr>
                <w:b/>
                <w:bCs/>
              </w:rPr>
            </w:pPr>
          </w:p>
          <w:p w:rsidR="00604296" w:rsidRPr="00EB3061" w:rsidRDefault="00604296" w:rsidP="003713EF">
            <w:pPr>
              <w:jc w:val="center"/>
              <w:rPr>
                <w:b/>
                <w:bCs/>
              </w:rPr>
            </w:pPr>
            <w:r w:rsidRPr="00EB3061">
              <w:rPr>
                <w:b/>
                <w:bCs/>
              </w:rPr>
              <w:t>НАЗНАЧЕНИЕ ВЫБОРОВ</w:t>
            </w:r>
          </w:p>
          <w:p w:rsidR="00604296" w:rsidRPr="00EB3061" w:rsidRDefault="00604296" w:rsidP="003713EF">
            <w:pPr>
              <w:rPr>
                <w:b/>
                <w:bCs/>
              </w:rPr>
            </w:pPr>
          </w:p>
        </w:tc>
      </w:tr>
      <w:tr w:rsidR="00604296" w:rsidRPr="00EB3061" w:rsidTr="00D2742C">
        <w:trPr>
          <w:trHeight w:val="20"/>
        </w:trPr>
        <w:tc>
          <w:tcPr>
            <w:tcW w:w="567" w:type="dxa"/>
          </w:tcPr>
          <w:p w:rsidR="00604296" w:rsidRPr="00EB3061" w:rsidRDefault="00604296" w:rsidP="003713EF">
            <w:pPr>
              <w:jc w:val="center"/>
              <w:rPr>
                <w:b/>
              </w:rPr>
            </w:pPr>
            <w:r w:rsidRPr="00EB3061">
              <w:rPr>
                <w:b/>
              </w:rPr>
              <w:t>1.</w:t>
            </w:r>
          </w:p>
        </w:tc>
        <w:tc>
          <w:tcPr>
            <w:tcW w:w="4118" w:type="dxa"/>
            <w:gridSpan w:val="2"/>
          </w:tcPr>
          <w:p w:rsidR="00604296" w:rsidRPr="00EB3061" w:rsidRDefault="00604296" w:rsidP="003713EF">
            <w:r w:rsidRPr="00EB3061">
              <w:t>Назначение выборов</w:t>
            </w:r>
            <w:r>
              <w:t xml:space="preserve">   т</w:t>
            </w:r>
            <w:r w:rsidRPr="00EB3061">
              <w:t>п. 7 ст. 10 ФЗ</w:t>
            </w:r>
          </w:p>
          <w:p w:rsidR="00604296" w:rsidRPr="00EB3061" w:rsidRDefault="00604296" w:rsidP="003713EF">
            <w:r w:rsidRPr="00EB3061">
              <w:t>п.1  ст. 5 ЗБО</w:t>
            </w:r>
          </w:p>
        </w:tc>
        <w:tc>
          <w:tcPr>
            <w:tcW w:w="2979" w:type="dxa"/>
            <w:gridSpan w:val="2"/>
          </w:tcPr>
          <w:p w:rsidR="00604296" w:rsidRPr="00EB3061" w:rsidRDefault="00604296" w:rsidP="003713EF">
            <w:pPr>
              <w:adjustRightInd w:val="0"/>
              <w:jc w:val="center"/>
              <w:rPr>
                <w:b/>
              </w:rPr>
            </w:pPr>
            <w:r w:rsidRPr="00EB3061">
              <w:rPr>
                <w:bCs/>
              </w:rPr>
              <w:t xml:space="preserve">Решение о назначении выборов должно быть принято не ранее чем за 90 и не позднее, чем за 80 дней до дня голосования, </w:t>
            </w:r>
            <w:r w:rsidRPr="00EB3061">
              <w:rPr>
                <w:b/>
                <w:bCs/>
              </w:rPr>
              <w:t>т.е. в период с</w:t>
            </w:r>
            <w:r w:rsidRPr="00EB3061">
              <w:rPr>
                <w:b/>
                <w:color w:val="FF0000"/>
              </w:rPr>
              <w:t xml:space="preserve"> </w:t>
            </w:r>
            <w:r w:rsidRPr="00EB3061">
              <w:rPr>
                <w:b/>
              </w:rPr>
              <w:t>09.06.2019 по 19.06.2019</w:t>
            </w:r>
          </w:p>
        </w:tc>
        <w:tc>
          <w:tcPr>
            <w:tcW w:w="2542" w:type="dxa"/>
            <w:gridSpan w:val="2"/>
          </w:tcPr>
          <w:p w:rsidR="00604296" w:rsidRPr="00EB3061" w:rsidRDefault="00604296" w:rsidP="003713EF">
            <w:pPr>
              <w:jc w:val="center"/>
            </w:pPr>
            <w:r>
              <w:t>Мглинский районный Совет народных деп</w:t>
            </w:r>
            <w:r>
              <w:t>у</w:t>
            </w:r>
            <w:r>
              <w:t>татов.</w:t>
            </w:r>
          </w:p>
        </w:tc>
      </w:tr>
      <w:tr w:rsidR="00604296" w:rsidRPr="00EB3061" w:rsidTr="00D2742C">
        <w:trPr>
          <w:trHeight w:val="20"/>
        </w:trPr>
        <w:tc>
          <w:tcPr>
            <w:tcW w:w="567" w:type="dxa"/>
          </w:tcPr>
          <w:p w:rsidR="00604296" w:rsidRPr="00EB3061" w:rsidRDefault="00604296" w:rsidP="003713EF">
            <w:pPr>
              <w:jc w:val="center"/>
              <w:rPr>
                <w:b/>
              </w:rPr>
            </w:pPr>
            <w:r w:rsidRPr="00EB3061">
              <w:rPr>
                <w:b/>
              </w:rPr>
              <w:t>2.</w:t>
            </w:r>
          </w:p>
        </w:tc>
        <w:tc>
          <w:tcPr>
            <w:tcW w:w="4118" w:type="dxa"/>
            <w:gridSpan w:val="2"/>
          </w:tcPr>
          <w:p w:rsidR="00604296" w:rsidRPr="00EB3061" w:rsidRDefault="00604296" w:rsidP="003713EF">
            <w:pPr>
              <w:pStyle w:val="BodyText2"/>
              <w:rPr>
                <w:sz w:val="24"/>
                <w:szCs w:val="24"/>
              </w:rPr>
            </w:pPr>
            <w:r w:rsidRPr="00EB3061">
              <w:rPr>
                <w:sz w:val="24"/>
                <w:szCs w:val="24"/>
              </w:rPr>
              <w:t>Официальное опубликование реш</w:t>
            </w:r>
            <w:r w:rsidRPr="00EB3061">
              <w:rPr>
                <w:sz w:val="24"/>
                <w:szCs w:val="24"/>
              </w:rPr>
              <w:t>е</w:t>
            </w:r>
            <w:r w:rsidRPr="00EB3061">
              <w:rPr>
                <w:sz w:val="24"/>
                <w:szCs w:val="24"/>
              </w:rPr>
              <w:t>ния о назначении выборов</w:t>
            </w:r>
          </w:p>
          <w:p w:rsidR="00604296" w:rsidRPr="00EB3061" w:rsidRDefault="00604296" w:rsidP="003713EF">
            <w:pPr>
              <w:jc w:val="right"/>
            </w:pPr>
            <w:r w:rsidRPr="00EB3061">
              <w:t>п. 7 ст. 10 ФЗ</w:t>
            </w:r>
          </w:p>
          <w:p w:rsidR="00604296" w:rsidRPr="00EB3061" w:rsidRDefault="00604296" w:rsidP="003713EF">
            <w:pPr>
              <w:jc w:val="right"/>
            </w:pPr>
            <w:r w:rsidRPr="00EB3061">
              <w:t>п. 1 ст. 5 ЗБО</w:t>
            </w:r>
          </w:p>
        </w:tc>
        <w:tc>
          <w:tcPr>
            <w:tcW w:w="2979" w:type="dxa"/>
            <w:gridSpan w:val="2"/>
          </w:tcPr>
          <w:p w:rsidR="00604296" w:rsidRPr="00EB3061" w:rsidRDefault="00604296" w:rsidP="003713EF">
            <w:pPr>
              <w:jc w:val="center"/>
            </w:pPr>
            <w:r w:rsidRPr="00EB3061">
              <w:t>Не позднее чем через 5 дней со дня принятия р</w:t>
            </w:r>
            <w:r w:rsidRPr="00EB3061">
              <w:t>е</w:t>
            </w:r>
            <w:r w:rsidRPr="00EB3061">
              <w:t>шения о назначении в</w:t>
            </w:r>
            <w:r w:rsidRPr="00EB3061">
              <w:t>ы</w:t>
            </w:r>
            <w:r w:rsidRPr="00EB3061">
              <w:t>боров</w:t>
            </w:r>
          </w:p>
        </w:tc>
        <w:tc>
          <w:tcPr>
            <w:tcW w:w="2542" w:type="dxa"/>
            <w:gridSpan w:val="2"/>
          </w:tcPr>
          <w:p w:rsidR="00604296" w:rsidRPr="00EB3061" w:rsidRDefault="00604296" w:rsidP="003713EF">
            <w:pPr>
              <w:jc w:val="center"/>
            </w:pPr>
            <w:r>
              <w:t>Мглинский районный Совет народных деп</w:t>
            </w:r>
            <w:r>
              <w:t>у</w:t>
            </w:r>
            <w:r>
              <w:t>татов</w:t>
            </w:r>
          </w:p>
        </w:tc>
      </w:tr>
      <w:tr w:rsidR="00604296" w:rsidRPr="00EB3061" w:rsidTr="00D2742C">
        <w:trPr>
          <w:trHeight w:val="20"/>
        </w:trPr>
        <w:tc>
          <w:tcPr>
            <w:tcW w:w="10206" w:type="dxa"/>
            <w:gridSpan w:val="7"/>
          </w:tcPr>
          <w:p w:rsidR="00604296" w:rsidRPr="00EB3061" w:rsidRDefault="00604296" w:rsidP="003713EF">
            <w:pPr>
              <w:jc w:val="center"/>
              <w:rPr>
                <w:b/>
                <w:bCs/>
              </w:rPr>
            </w:pPr>
            <w:r w:rsidRPr="00EB3061">
              <w:rPr>
                <w:b/>
                <w:bCs/>
              </w:rPr>
              <w:t>ИЗБИРАТЕЛЬНЫЕ УЧАСТКИ</w:t>
            </w:r>
          </w:p>
          <w:p w:rsidR="00604296" w:rsidRPr="00EB3061" w:rsidRDefault="00604296" w:rsidP="003713EF">
            <w:pPr>
              <w:rPr>
                <w:b/>
                <w:bCs/>
              </w:rPr>
            </w:pPr>
          </w:p>
        </w:tc>
      </w:tr>
      <w:tr w:rsidR="00604296" w:rsidRPr="00EB3061" w:rsidTr="00D2742C">
        <w:trPr>
          <w:trHeight w:val="20"/>
        </w:trPr>
        <w:tc>
          <w:tcPr>
            <w:tcW w:w="567" w:type="dxa"/>
            <w:tcBorders>
              <w:bottom w:val="single" w:sz="4" w:space="0" w:color="auto"/>
            </w:tcBorders>
          </w:tcPr>
          <w:p w:rsidR="00604296" w:rsidRPr="00EB3061" w:rsidRDefault="00604296" w:rsidP="003713EF">
            <w:pPr>
              <w:jc w:val="center"/>
              <w:rPr>
                <w:b/>
              </w:rPr>
            </w:pPr>
            <w:r w:rsidRPr="00EB3061">
              <w:rPr>
                <w:b/>
              </w:rPr>
              <w:t>3.</w:t>
            </w:r>
          </w:p>
        </w:tc>
        <w:tc>
          <w:tcPr>
            <w:tcW w:w="4118" w:type="dxa"/>
            <w:gridSpan w:val="2"/>
            <w:tcBorders>
              <w:top w:val="single" w:sz="4" w:space="0" w:color="FFFFFF"/>
              <w:bottom w:val="single" w:sz="4" w:space="0" w:color="auto"/>
            </w:tcBorders>
          </w:tcPr>
          <w:p w:rsidR="00604296" w:rsidRPr="00EB3061" w:rsidRDefault="00604296" w:rsidP="003713EF">
            <w:pPr>
              <w:adjustRightInd w:val="0"/>
            </w:pPr>
            <w:r w:rsidRPr="00EB3061">
              <w:t>Опубликование</w:t>
            </w:r>
            <w:r>
              <w:t xml:space="preserve"> </w:t>
            </w:r>
            <w:r w:rsidRPr="00EB3061">
              <w:t>списка</w:t>
            </w:r>
            <w:r>
              <w:t xml:space="preserve"> </w:t>
            </w:r>
            <w:r w:rsidRPr="00EB3061">
              <w:t>избирател</w:t>
            </w:r>
            <w:r w:rsidRPr="00EB3061">
              <w:t>ь</w:t>
            </w:r>
            <w:r w:rsidRPr="00EB3061">
              <w:t>ных участков с указанием их границ либо перечня населенных пунктов, номеров, мест  нахождения участк</w:t>
            </w:r>
            <w:r w:rsidRPr="00EB3061">
              <w:t>о</w:t>
            </w:r>
            <w:r w:rsidRPr="00EB3061">
              <w:t>вых комиссий и помещений для г</w:t>
            </w:r>
            <w:r w:rsidRPr="00EB3061">
              <w:t>о</w:t>
            </w:r>
            <w:r w:rsidRPr="00EB3061">
              <w:t>лосования</w:t>
            </w:r>
          </w:p>
          <w:p w:rsidR="00604296" w:rsidRPr="00EB3061" w:rsidRDefault="00604296" w:rsidP="003713EF">
            <w:pPr>
              <w:jc w:val="right"/>
            </w:pPr>
            <w:r w:rsidRPr="00EB3061">
              <w:t>п. 7 ст.19 ФЗ</w:t>
            </w:r>
          </w:p>
          <w:p w:rsidR="00604296" w:rsidRPr="00EB3061" w:rsidRDefault="00604296" w:rsidP="003713EF">
            <w:pPr>
              <w:jc w:val="right"/>
            </w:pPr>
            <w:r w:rsidRPr="00EB3061">
              <w:t>п.6 ст.8 ЗБО</w:t>
            </w:r>
          </w:p>
        </w:tc>
        <w:tc>
          <w:tcPr>
            <w:tcW w:w="2979" w:type="dxa"/>
            <w:gridSpan w:val="2"/>
            <w:tcBorders>
              <w:bottom w:val="single" w:sz="4" w:space="0" w:color="auto"/>
            </w:tcBorders>
          </w:tcPr>
          <w:p w:rsidR="00604296" w:rsidRPr="00EB3061" w:rsidRDefault="00604296" w:rsidP="003713EF">
            <w:pPr>
              <w:jc w:val="center"/>
            </w:pPr>
            <w:r w:rsidRPr="00EB3061">
              <w:t xml:space="preserve">Не позднее, чем за 40 дней до дня голосования, </w:t>
            </w:r>
            <w:r w:rsidRPr="00EB3061">
              <w:rPr>
                <w:b/>
              </w:rPr>
              <w:t>т.е. не позднее 29.07.2019</w:t>
            </w:r>
          </w:p>
        </w:tc>
        <w:tc>
          <w:tcPr>
            <w:tcW w:w="2542" w:type="dxa"/>
            <w:gridSpan w:val="2"/>
            <w:tcBorders>
              <w:bottom w:val="single" w:sz="4" w:space="0" w:color="auto"/>
            </w:tcBorders>
          </w:tcPr>
          <w:p w:rsidR="00604296" w:rsidRPr="00EB3061" w:rsidRDefault="00604296" w:rsidP="003713EF">
            <w:pPr>
              <w:jc w:val="center"/>
            </w:pPr>
            <w:r w:rsidRPr="00EB3061">
              <w:t xml:space="preserve">Глава администрации </w:t>
            </w:r>
            <w:r>
              <w:t xml:space="preserve">Мглинского </w:t>
            </w:r>
            <w:r w:rsidRPr="00EB3061">
              <w:t>района</w:t>
            </w:r>
          </w:p>
        </w:tc>
      </w:tr>
      <w:tr w:rsidR="00604296" w:rsidRPr="00EB3061" w:rsidTr="00D2742C">
        <w:trPr>
          <w:trHeight w:val="20"/>
        </w:trPr>
        <w:tc>
          <w:tcPr>
            <w:tcW w:w="10206" w:type="dxa"/>
            <w:gridSpan w:val="7"/>
          </w:tcPr>
          <w:p w:rsidR="00604296" w:rsidRPr="00EB3061" w:rsidRDefault="00604296" w:rsidP="003713EF">
            <w:pPr>
              <w:jc w:val="center"/>
              <w:rPr>
                <w:b/>
                <w:bCs/>
              </w:rPr>
            </w:pPr>
            <w:r w:rsidRPr="00EB3061">
              <w:rPr>
                <w:b/>
                <w:bCs/>
              </w:rPr>
              <w:t>СОСТАВЛЕНИЕ СПИСКОВ ИЗБИРАТЕЛЕЙ</w:t>
            </w:r>
          </w:p>
          <w:p w:rsidR="00604296" w:rsidRPr="00EB3061" w:rsidRDefault="00604296" w:rsidP="003713EF">
            <w:pPr>
              <w:rPr>
                <w:b/>
                <w:bCs/>
              </w:rPr>
            </w:pPr>
          </w:p>
        </w:tc>
      </w:tr>
      <w:tr w:rsidR="00604296" w:rsidRPr="00EB3061" w:rsidTr="00D2742C">
        <w:trPr>
          <w:trHeight w:val="20"/>
        </w:trPr>
        <w:tc>
          <w:tcPr>
            <w:tcW w:w="567" w:type="dxa"/>
          </w:tcPr>
          <w:p w:rsidR="00604296" w:rsidRPr="00EB3061" w:rsidRDefault="00604296" w:rsidP="003713EF">
            <w:pPr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4118" w:type="dxa"/>
            <w:gridSpan w:val="2"/>
          </w:tcPr>
          <w:p w:rsidR="00604296" w:rsidRPr="00EB3061" w:rsidRDefault="00604296" w:rsidP="003713EF">
            <w:r w:rsidRPr="00EB3061">
              <w:t>Предоставление сведений об избира</w:t>
            </w:r>
            <w:r>
              <w:softHyphen/>
            </w:r>
            <w:r w:rsidRPr="00EB3061">
              <w:t xml:space="preserve">телях в </w:t>
            </w:r>
            <w:r>
              <w:t>территориальную избир</w:t>
            </w:r>
            <w:r>
              <w:t>а</w:t>
            </w:r>
            <w:r>
              <w:t>тельную комиссию,</w:t>
            </w:r>
          </w:p>
          <w:p w:rsidR="00604296" w:rsidRPr="00EB3061" w:rsidRDefault="00604296" w:rsidP="003713EF">
            <w:pPr>
              <w:jc w:val="right"/>
            </w:pPr>
            <w:r w:rsidRPr="00EB3061">
              <w:t>п. 6 ст. 17 ФЗ</w:t>
            </w:r>
          </w:p>
          <w:p w:rsidR="00604296" w:rsidRPr="00EB3061" w:rsidRDefault="00604296" w:rsidP="003713EF">
            <w:pPr>
              <w:jc w:val="right"/>
            </w:pPr>
            <w:r w:rsidRPr="00EB3061">
              <w:t>п.3 ст. 9 ЗБО</w:t>
            </w:r>
          </w:p>
        </w:tc>
        <w:tc>
          <w:tcPr>
            <w:tcW w:w="2979" w:type="dxa"/>
            <w:gridSpan w:val="2"/>
          </w:tcPr>
          <w:p w:rsidR="00604296" w:rsidRPr="00EB3061" w:rsidRDefault="00604296" w:rsidP="003713EF">
            <w:pPr>
              <w:jc w:val="center"/>
            </w:pPr>
            <w:r w:rsidRPr="00EB3061">
              <w:t>Сразу после назначения дня голосования</w:t>
            </w:r>
          </w:p>
        </w:tc>
        <w:tc>
          <w:tcPr>
            <w:tcW w:w="2542" w:type="dxa"/>
            <w:gridSpan w:val="2"/>
          </w:tcPr>
          <w:p w:rsidR="00604296" w:rsidRPr="00EB3061" w:rsidRDefault="00604296" w:rsidP="003713EF">
            <w:pPr>
              <w:adjustRightInd w:val="0"/>
              <w:jc w:val="center"/>
            </w:pPr>
            <w:r w:rsidRPr="00EB3061">
              <w:t xml:space="preserve">Глава администрации </w:t>
            </w:r>
            <w:r>
              <w:t xml:space="preserve">Мглинского </w:t>
            </w:r>
            <w:r w:rsidRPr="00EB3061">
              <w:t>района</w:t>
            </w:r>
          </w:p>
        </w:tc>
      </w:tr>
      <w:tr w:rsidR="00604296" w:rsidRPr="00EB3061" w:rsidTr="00D2742C">
        <w:trPr>
          <w:trHeight w:val="20"/>
        </w:trPr>
        <w:tc>
          <w:tcPr>
            <w:tcW w:w="567" w:type="dxa"/>
          </w:tcPr>
          <w:p w:rsidR="00604296" w:rsidRPr="00EB3061" w:rsidRDefault="00604296" w:rsidP="003713EF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Pr="00EB3061">
              <w:rPr>
                <w:b/>
              </w:rPr>
              <w:t>.</w:t>
            </w:r>
          </w:p>
        </w:tc>
        <w:tc>
          <w:tcPr>
            <w:tcW w:w="4118" w:type="dxa"/>
            <w:gridSpan w:val="2"/>
            <w:tcBorders>
              <w:bottom w:val="single" w:sz="4" w:space="0" w:color="auto"/>
            </w:tcBorders>
          </w:tcPr>
          <w:p w:rsidR="00604296" w:rsidRPr="00EB3061" w:rsidRDefault="00604296" w:rsidP="003713EF">
            <w:r w:rsidRPr="00EB3061">
              <w:t>Составление списков избирателей отдельно по каждому избирательн</w:t>
            </w:r>
            <w:r w:rsidRPr="00EB3061">
              <w:t>о</w:t>
            </w:r>
            <w:r w:rsidRPr="00EB3061">
              <w:t>му участку</w:t>
            </w:r>
          </w:p>
          <w:p w:rsidR="00604296" w:rsidRPr="00EB3061" w:rsidRDefault="00604296" w:rsidP="003713EF">
            <w:pPr>
              <w:jc w:val="right"/>
            </w:pPr>
            <w:r w:rsidRPr="00EB3061">
              <w:t>п. 7, 11 ст. 17 ФЗ</w:t>
            </w:r>
          </w:p>
          <w:p w:rsidR="00604296" w:rsidRPr="00EB3061" w:rsidRDefault="00604296" w:rsidP="003713EF">
            <w:pPr>
              <w:tabs>
                <w:tab w:val="left" w:pos="270"/>
                <w:tab w:val="right" w:pos="3903"/>
              </w:tabs>
              <w:jc w:val="right"/>
            </w:pPr>
            <w:r w:rsidRPr="00EB3061">
              <w:t>п.1-2, 4</w:t>
            </w:r>
            <w:r w:rsidRPr="00EB3061">
              <w:rPr>
                <w:b/>
              </w:rPr>
              <w:t xml:space="preserve">, </w:t>
            </w:r>
            <w:r w:rsidRPr="00EB3061">
              <w:t>7-9 ст. 9 ЗБО</w:t>
            </w:r>
          </w:p>
        </w:tc>
        <w:tc>
          <w:tcPr>
            <w:tcW w:w="2979" w:type="dxa"/>
            <w:gridSpan w:val="2"/>
            <w:tcBorders>
              <w:bottom w:val="single" w:sz="4" w:space="0" w:color="auto"/>
            </w:tcBorders>
          </w:tcPr>
          <w:p w:rsidR="00604296" w:rsidRPr="00EB3061" w:rsidRDefault="00604296" w:rsidP="003713EF">
            <w:pPr>
              <w:jc w:val="center"/>
            </w:pPr>
            <w:r w:rsidRPr="00EB3061">
              <w:t xml:space="preserve">Не позднее, чем за 11 дней до дня голосования, </w:t>
            </w:r>
            <w:r w:rsidRPr="00EB3061">
              <w:rPr>
                <w:b/>
                <w:color w:val="000000"/>
              </w:rPr>
              <w:t>т.е. не позднее 27</w:t>
            </w:r>
            <w:r w:rsidRPr="00EB3061">
              <w:rPr>
                <w:b/>
              </w:rPr>
              <w:t>.08.2019</w:t>
            </w:r>
          </w:p>
        </w:tc>
        <w:tc>
          <w:tcPr>
            <w:tcW w:w="2542" w:type="dxa"/>
            <w:gridSpan w:val="2"/>
            <w:tcBorders>
              <w:bottom w:val="single" w:sz="4" w:space="0" w:color="auto"/>
            </w:tcBorders>
          </w:tcPr>
          <w:p w:rsidR="00604296" w:rsidRPr="00EB3061" w:rsidRDefault="00604296" w:rsidP="003713EF">
            <w:pPr>
              <w:jc w:val="center"/>
            </w:pPr>
            <w:r>
              <w:t>Территориальная и</w:t>
            </w:r>
            <w:r>
              <w:t>з</w:t>
            </w:r>
            <w:r>
              <w:t xml:space="preserve">бирательная </w:t>
            </w:r>
            <w:r w:rsidRPr="00EB3061">
              <w:t xml:space="preserve"> коми</w:t>
            </w:r>
            <w:r w:rsidRPr="00EB3061">
              <w:t>с</w:t>
            </w:r>
            <w:r w:rsidRPr="00EB3061">
              <w:t xml:space="preserve">сия </w:t>
            </w:r>
            <w:r>
              <w:t>Мглинского ра</w:t>
            </w:r>
            <w:r>
              <w:t>й</w:t>
            </w:r>
            <w:r>
              <w:t>она</w:t>
            </w:r>
          </w:p>
          <w:p w:rsidR="00604296" w:rsidRPr="00EB3061" w:rsidRDefault="00604296" w:rsidP="003713EF">
            <w:pPr>
              <w:jc w:val="center"/>
            </w:pPr>
          </w:p>
        </w:tc>
      </w:tr>
      <w:tr w:rsidR="00604296" w:rsidRPr="00EB3061" w:rsidTr="00D2742C">
        <w:trPr>
          <w:trHeight w:val="20"/>
        </w:trPr>
        <w:tc>
          <w:tcPr>
            <w:tcW w:w="567" w:type="dxa"/>
          </w:tcPr>
          <w:p w:rsidR="00604296" w:rsidRPr="00EB3061" w:rsidRDefault="00604296" w:rsidP="003713EF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  <w:r w:rsidRPr="00EB3061">
              <w:rPr>
                <w:b/>
              </w:rPr>
              <w:t>.</w:t>
            </w:r>
          </w:p>
        </w:tc>
        <w:tc>
          <w:tcPr>
            <w:tcW w:w="4118" w:type="dxa"/>
            <w:gridSpan w:val="2"/>
          </w:tcPr>
          <w:p w:rsidR="00604296" w:rsidRPr="00EB3061" w:rsidRDefault="00604296" w:rsidP="003713EF">
            <w:r w:rsidRPr="00EB3061">
              <w:t>Передача первого экземпляра списка избирателей соответствующим уч</w:t>
            </w:r>
            <w:r w:rsidRPr="00EB3061">
              <w:t>а</w:t>
            </w:r>
            <w:r w:rsidRPr="00EB3061">
              <w:t>стковым избирательным комиссиям</w:t>
            </w:r>
          </w:p>
          <w:p w:rsidR="00604296" w:rsidRPr="00EB3061" w:rsidRDefault="00604296" w:rsidP="003713EF">
            <w:pPr>
              <w:jc w:val="right"/>
            </w:pPr>
            <w:r w:rsidRPr="00EB3061">
              <w:t>п. 13 ст. 17 ФЗ</w:t>
            </w:r>
          </w:p>
          <w:p w:rsidR="00604296" w:rsidRPr="00EB3061" w:rsidRDefault="00604296" w:rsidP="003713EF">
            <w:pPr>
              <w:jc w:val="right"/>
            </w:pPr>
            <w:r w:rsidRPr="00EB3061">
              <w:t>п. 11 ст. 9 ЗБО</w:t>
            </w:r>
          </w:p>
        </w:tc>
        <w:tc>
          <w:tcPr>
            <w:tcW w:w="2979" w:type="dxa"/>
            <w:gridSpan w:val="2"/>
          </w:tcPr>
          <w:p w:rsidR="00604296" w:rsidRPr="00EB3061" w:rsidRDefault="00604296" w:rsidP="003713EF">
            <w:pPr>
              <w:jc w:val="center"/>
            </w:pPr>
            <w:r w:rsidRPr="00EB3061">
              <w:t xml:space="preserve">Не позднее, чем за </w:t>
            </w:r>
            <w:r>
              <w:t>3 дня, до дня голосования</w:t>
            </w:r>
            <w:r w:rsidRPr="00EB3061">
              <w:t xml:space="preserve">, </w:t>
            </w:r>
            <w:r w:rsidRPr="00EB3061">
              <w:rPr>
                <w:b/>
                <w:color w:val="000000"/>
              </w:rPr>
              <w:t xml:space="preserve">т.е. не позднее </w:t>
            </w:r>
            <w:r>
              <w:rPr>
                <w:b/>
                <w:color w:val="000000"/>
              </w:rPr>
              <w:t>04.09</w:t>
            </w:r>
            <w:r w:rsidRPr="00EB3061">
              <w:rPr>
                <w:b/>
              </w:rPr>
              <w:t>.2019</w:t>
            </w:r>
          </w:p>
        </w:tc>
        <w:tc>
          <w:tcPr>
            <w:tcW w:w="2542" w:type="dxa"/>
            <w:gridSpan w:val="2"/>
          </w:tcPr>
          <w:p w:rsidR="00604296" w:rsidRPr="00EB3061" w:rsidRDefault="00604296" w:rsidP="003713EF">
            <w:pPr>
              <w:jc w:val="center"/>
            </w:pPr>
            <w:r>
              <w:t>Территориальная и</w:t>
            </w:r>
            <w:r>
              <w:t>з</w:t>
            </w:r>
            <w:r>
              <w:t xml:space="preserve">бирательная </w:t>
            </w:r>
            <w:r w:rsidRPr="00EB3061">
              <w:t xml:space="preserve"> коми</w:t>
            </w:r>
            <w:r w:rsidRPr="00EB3061">
              <w:t>с</w:t>
            </w:r>
            <w:r w:rsidRPr="00EB3061">
              <w:t xml:space="preserve">сия </w:t>
            </w:r>
            <w:r>
              <w:t>Мглинского ра</w:t>
            </w:r>
            <w:r>
              <w:t>й</w:t>
            </w:r>
            <w:r>
              <w:t>она</w:t>
            </w:r>
          </w:p>
          <w:p w:rsidR="00604296" w:rsidRPr="00EB3061" w:rsidRDefault="00604296" w:rsidP="003713EF">
            <w:pPr>
              <w:jc w:val="center"/>
              <w:rPr>
                <w:b/>
              </w:rPr>
            </w:pPr>
          </w:p>
        </w:tc>
      </w:tr>
      <w:tr w:rsidR="00604296" w:rsidRPr="00EB3061" w:rsidTr="00D2742C">
        <w:trPr>
          <w:trHeight w:val="20"/>
        </w:trPr>
        <w:tc>
          <w:tcPr>
            <w:tcW w:w="567" w:type="dxa"/>
            <w:tcBorders>
              <w:bottom w:val="single" w:sz="4" w:space="0" w:color="auto"/>
            </w:tcBorders>
          </w:tcPr>
          <w:p w:rsidR="00604296" w:rsidRPr="00EB3061" w:rsidRDefault="00604296" w:rsidP="003713EF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  <w:r w:rsidRPr="00EB3061">
              <w:rPr>
                <w:b/>
              </w:rPr>
              <w:t>.</w:t>
            </w:r>
          </w:p>
        </w:tc>
        <w:tc>
          <w:tcPr>
            <w:tcW w:w="4118" w:type="dxa"/>
            <w:gridSpan w:val="2"/>
            <w:tcBorders>
              <w:bottom w:val="single" w:sz="4" w:space="0" w:color="auto"/>
            </w:tcBorders>
          </w:tcPr>
          <w:p w:rsidR="00604296" w:rsidRPr="00EB3061" w:rsidRDefault="00604296" w:rsidP="003713EF">
            <w:r w:rsidRPr="00EB3061">
              <w:t>Включение избирателя, который в день голосования будет находиться в больнице</w:t>
            </w:r>
            <w:r>
              <w:t>,</w:t>
            </w:r>
            <w:r w:rsidRPr="00EB3061">
              <w:t xml:space="preserve"> а также  </w:t>
            </w:r>
            <w:r>
              <w:t>в</w:t>
            </w:r>
            <w:r w:rsidRPr="00EB3061">
              <w:t xml:space="preserve">оеннослужащих, находящихся вне места </w:t>
            </w:r>
            <w:r>
              <w:t>р</w:t>
            </w:r>
            <w:r w:rsidRPr="00EB3061">
              <w:t>асполож</w:t>
            </w:r>
            <w:r w:rsidRPr="00EB3061">
              <w:t>е</w:t>
            </w:r>
            <w:r w:rsidRPr="00EB3061">
              <w:t>ния воинской части, в список избир</w:t>
            </w:r>
            <w:r w:rsidRPr="00EB3061">
              <w:t>а</w:t>
            </w:r>
            <w:r w:rsidRPr="00EB3061">
              <w:t>телей по месту временного пребыв</w:t>
            </w:r>
            <w:r w:rsidRPr="00EB3061">
              <w:t>а</w:t>
            </w:r>
            <w:r w:rsidRPr="00EB3061">
              <w:t>ния</w:t>
            </w:r>
          </w:p>
          <w:p w:rsidR="00604296" w:rsidRPr="00EB3061" w:rsidRDefault="00604296" w:rsidP="003713EF">
            <w:pPr>
              <w:jc w:val="right"/>
            </w:pPr>
            <w:r w:rsidRPr="00EB3061">
              <w:t>п. 17  ст. 17 ФЗ</w:t>
            </w:r>
          </w:p>
          <w:p w:rsidR="00604296" w:rsidRPr="00EB3061" w:rsidRDefault="00604296" w:rsidP="003713EF">
            <w:pPr>
              <w:jc w:val="right"/>
              <w:rPr>
                <w:b/>
              </w:rPr>
            </w:pPr>
            <w:r w:rsidRPr="00EB3061">
              <w:t>п. 6 ст. 9 ЗБО</w:t>
            </w:r>
          </w:p>
        </w:tc>
        <w:tc>
          <w:tcPr>
            <w:tcW w:w="2979" w:type="dxa"/>
            <w:gridSpan w:val="2"/>
            <w:tcBorders>
              <w:bottom w:val="single" w:sz="4" w:space="0" w:color="auto"/>
            </w:tcBorders>
          </w:tcPr>
          <w:p w:rsidR="00604296" w:rsidRPr="00EB3061" w:rsidRDefault="00604296" w:rsidP="003713EF">
            <w:pPr>
              <w:jc w:val="center"/>
            </w:pPr>
            <w:r w:rsidRPr="00EB3061">
              <w:t xml:space="preserve">Не позднее 14.00 часов по местному времени дня, предшествующего дню голосования, </w:t>
            </w:r>
            <w:r w:rsidRPr="00EB3061">
              <w:rPr>
                <w:b/>
              </w:rPr>
              <w:t>т.е. не поз</w:t>
            </w:r>
            <w:r w:rsidRPr="00EB3061">
              <w:rPr>
                <w:b/>
              </w:rPr>
              <w:t>д</w:t>
            </w:r>
            <w:r w:rsidRPr="00EB3061">
              <w:rPr>
                <w:b/>
              </w:rPr>
              <w:t>нее 14.00 часов 07.09.2019</w:t>
            </w:r>
          </w:p>
        </w:tc>
        <w:tc>
          <w:tcPr>
            <w:tcW w:w="2542" w:type="dxa"/>
            <w:gridSpan w:val="2"/>
            <w:tcBorders>
              <w:bottom w:val="single" w:sz="4" w:space="0" w:color="auto"/>
            </w:tcBorders>
          </w:tcPr>
          <w:p w:rsidR="00604296" w:rsidRPr="00EB3061" w:rsidRDefault="00604296" w:rsidP="003713EF">
            <w:pPr>
              <w:jc w:val="center"/>
            </w:pPr>
            <w:r w:rsidRPr="00EB3061">
              <w:t>Участковые избир</w:t>
            </w:r>
            <w:r w:rsidRPr="00EB3061">
              <w:t>а</w:t>
            </w:r>
            <w:r w:rsidRPr="00EB3061">
              <w:t>тельные комиссии</w:t>
            </w:r>
          </w:p>
        </w:tc>
      </w:tr>
      <w:tr w:rsidR="00604296" w:rsidRPr="00EB3061" w:rsidTr="00D2742C">
        <w:trPr>
          <w:trHeight w:val="20"/>
        </w:trPr>
        <w:tc>
          <w:tcPr>
            <w:tcW w:w="567" w:type="dxa"/>
            <w:tcBorders>
              <w:top w:val="single" w:sz="4" w:space="0" w:color="auto"/>
            </w:tcBorders>
          </w:tcPr>
          <w:p w:rsidR="00604296" w:rsidRPr="00EB3061" w:rsidRDefault="00604296" w:rsidP="003713EF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  <w:r w:rsidRPr="00EB3061">
              <w:rPr>
                <w:b/>
              </w:rPr>
              <w:t>.</w:t>
            </w:r>
          </w:p>
        </w:tc>
        <w:tc>
          <w:tcPr>
            <w:tcW w:w="4118" w:type="dxa"/>
            <w:gridSpan w:val="2"/>
            <w:tcBorders>
              <w:top w:val="single" w:sz="4" w:space="0" w:color="auto"/>
            </w:tcBorders>
          </w:tcPr>
          <w:p w:rsidR="00604296" w:rsidRPr="00EB3061" w:rsidRDefault="00604296" w:rsidP="003713EF">
            <w:r w:rsidRPr="00EB3061">
              <w:t>Представление списков избирателей для ознакомления избирателей</w:t>
            </w:r>
          </w:p>
          <w:p w:rsidR="00604296" w:rsidRPr="00EB3061" w:rsidRDefault="00604296" w:rsidP="003713EF"/>
          <w:p w:rsidR="00604296" w:rsidRPr="00EB3061" w:rsidRDefault="00604296" w:rsidP="003713EF"/>
          <w:p w:rsidR="00604296" w:rsidRPr="00EB3061" w:rsidRDefault="00604296" w:rsidP="003713EF"/>
          <w:p w:rsidR="00604296" w:rsidRPr="00EB3061" w:rsidRDefault="00604296" w:rsidP="003713EF">
            <w:pPr>
              <w:jc w:val="right"/>
            </w:pPr>
            <w:r w:rsidRPr="00EB3061">
              <w:t>п. 15 ст. 17 ФЗ</w:t>
            </w:r>
          </w:p>
          <w:p w:rsidR="00604296" w:rsidRPr="00EB3061" w:rsidRDefault="00604296" w:rsidP="003713EF">
            <w:pPr>
              <w:jc w:val="right"/>
            </w:pPr>
            <w:r w:rsidRPr="00EB3061">
              <w:t>п.13 ст. 9 ЗБО</w:t>
            </w:r>
          </w:p>
        </w:tc>
        <w:tc>
          <w:tcPr>
            <w:tcW w:w="2979" w:type="dxa"/>
            <w:gridSpan w:val="2"/>
            <w:tcBorders>
              <w:top w:val="single" w:sz="4" w:space="0" w:color="auto"/>
            </w:tcBorders>
          </w:tcPr>
          <w:p w:rsidR="00604296" w:rsidRPr="00EB3061" w:rsidRDefault="00604296" w:rsidP="003713EF">
            <w:pPr>
              <w:jc w:val="center"/>
              <w:rPr>
                <w:color w:val="000000"/>
              </w:rPr>
            </w:pPr>
            <w:r w:rsidRPr="00EB3061">
              <w:t>За 10 дней до дня голосо</w:t>
            </w:r>
            <w:r>
              <w:softHyphen/>
            </w:r>
            <w:r w:rsidRPr="00EB3061">
              <w:t xml:space="preserve">вания, </w:t>
            </w:r>
            <w:r w:rsidRPr="00EB3061">
              <w:rPr>
                <w:b/>
              </w:rPr>
              <w:t xml:space="preserve">т.е. с 28.08.2019, </w:t>
            </w:r>
            <w:r w:rsidRPr="00EB3061">
              <w:rPr>
                <w:color w:val="000000"/>
              </w:rPr>
              <w:t>а в случае составления списка позднее этого срока – не</w:t>
            </w:r>
            <w:r>
              <w:rPr>
                <w:color w:val="000000"/>
              </w:rPr>
              <w:softHyphen/>
            </w:r>
            <w:r w:rsidRPr="00EB3061">
              <w:rPr>
                <w:color w:val="000000"/>
              </w:rPr>
              <w:t>посредственно после со</w:t>
            </w:r>
            <w:r>
              <w:rPr>
                <w:color w:val="000000"/>
              </w:rPr>
              <w:softHyphen/>
            </w:r>
            <w:r w:rsidRPr="00EB3061">
              <w:rPr>
                <w:color w:val="000000"/>
              </w:rPr>
              <w:t>ставления списка избира</w:t>
            </w:r>
            <w:r>
              <w:rPr>
                <w:color w:val="000000"/>
              </w:rPr>
              <w:softHyphen/>
            </w:r>
            <w:r w:rsidRPr="00EB3061">
              <w:rPr>
                <w:color w:val="000000"/>
              </w:rPr>
              <w:t>телей</w:t>
            </w:r>
          </w:p>
        </w:tc>
        <w:tc>
          <w:tcPr>
            <w:tcW w:w="2542" w:type="dxa"/>
            <w:gridSpan w:val="2"/>
            <w:tcBorders>
              <w:top w:val="single" w:sz="4" w:space="0" w:color="auto"/>
            </w:tcBorders>
          </w:tcPr>
          <w:p w:rsidR="00604296" w:rsidRPr="00EB3061" w:rsidRDefault="00604296" w:rsidP="003713EF">
            <w:pPr>
              <w:jc w:val="center"/>
            </w:pPr>
            <w:r w:rsidRPr="00EB3061">
              <w:t>Участковые избир</w:t>
            </w:r>
            <w:r w:rsidRPr="00EB3061">
              <w:t>а</w:t>
            </w:r>
            <w:r w:rsidRPr="00EB3061">
              <w:t>тельные комиссии</w:t>
            </w:r>
          </w:p>
        </w:tc>
      </w:tr>
      <w:tr w:rsidR="00604296" w:rsidRPr="00EB3061" w:rsidTr="00D2742C">
        <w:trPr>
          <w:trHeight w:val="20"/>
        </w:trPr>
        <w:tc>
          <w:tcPr>
            <w:tcW w:w="567" w:type="dxa"/>
          </w:tcPr>
          <w:p w:rsidR="00604296" w:rsidRPr="00EB3061" w:rsidRDefault="00604296" w:rsidP="003713EF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  <w:r w:rsidRPr="00EB3061">
              <w:rPr>
                <w:b/>
              </w:rPr>
              <w:t>.</w:t>
            </w:r>
          </w:p>
        </w:tc>
        <w:tc>
          <w:tcPr>
            <w:tcW w:w="4118" w:type="dxa"/>
            <w:gridSpan w:val="2"/>
          </w:tcPr>
          <w:p w:rsidR="00604296" w:rsidRPr="00EB3061" w:rsidRDefault="00604296" w:rsidP="003713EF">
            <w:pPr>
              <w:pStyle w:val="BodyText"/>
              <w:jc w:val="left"/>
            </w:pPr>
            <w:r w:rsidRPr="00EB3061">
              <w:t>Уточнение списка избирателей и вн</w:t>
            </w:r>
            <w:r w:rsidRPr="00EB3061">
              <w:t>е</w:t>
            </w:r>
            <w:r w:rsidRPr="00EB3061">
              <w:t>сение в него необходимых измен</w:t>
            </w:r>
            <w:r w:rsidRPr="00EB3061">
              <w:t>е</w:t>
            </w:r>
            <w:r w:rsidRPr="00EB3061">
              <w:t>ний, подписание уточненного списка избирателей и заверение печатью участковой комиссии</w:t>
            </w:r>
          </w:p>
          <w:p w:rsidR="00604296" w:rsidRPr="00EB3061" w:rsidRDefault="00604296" w:rsidP="003713EF">
            <w:pPr>
              <w:jc w:val="right"/>
            </w:pPr>
            <w:r w:rsidRPr="00EB3061">
              <w:t>п. 14  ст. 17, п.п. «б» п. 6 ст. 27  ФЗ</w:t>
            </w:r>
          </w:p>
          <w:p w:rsidR="00604296" w:rsidRPr="00EB3061" w:rsidRDefault="00604296" w:rsidP="003713EF">
            <w:pPr>
              <w:jc w:val="right"/>
              <w:rPr>
                <w:color w:val="FF0000"/>
              </w:rPr>
            </w:pPr>
            <w:r w:rsidRPr="00EB3061">
              <w:t>п. 12-15 ст. 9 ЗБО</w:t>
            </w:r>
          </w:p>
        </w:tc>
        <w:tc>
          <w:tcPr>
            <w:tcW w:w="2979" w:type="dxa"/>
            <w:gridSpan w:val="2"/>
          </w:tcPr>
          <w:p w:rsidR="00604296" w:rsidRPr="00EB3061" w:rsidRDefault="00604296" w:rsidP="003713EF">
            <w:pPr>
              <w:jc w:val="center"/>
              <w:rPr>
                <w:b/>
              </w:rPr>
            </w:pPr>
            <w:r w:rsidRPr="00EB3061">
              <w:t xml:space="preserve">Не позднее 18.00 дня, предшествующего дню голосования, </w:t>
            </w:r>
            <w:r w:rsidRPr="00EB3061">
              <w:rPr>
                <w:b/>
              </w:rPr>
              <w:t>т.е. не поз</w:t>
            </w:r>
            <w:r w:rsidRPr="00EB3061">
              <w:rPr>
                <w:b/>
              </w:rPr>
              <w:t>д</w:t>
            </w:r>
            <w:r w:rsidRPr="00EB3061">
              <w:rPr>
                <w:b/>
              </w:rPr>
              <w:t>нее 18.00 часов  07.09.2019</w:t>
            </w:r>
          </w:p>
          <w:p w:rsidR="00604296" w:rsidRPr="00EB3061" w:rsidRDefault="00604296" w:rsidP="003713EF">
            <w:pPr>
              <w:jc w:val="center"/>
            </w:pPr>
          </w:p>
        </w:tc>
        <w:tc>
          <w:tcPr>
            <w:tcW w:w="2542" w:type="dxa"/>
            <w:gridSpan w:val="2"/>
          </w:tcPr>
          <w:p w:rsidR="00604296" w:rsidRPr="00EB3061" w:rsidRDefault="00604296" w:rsidP="003713EF">
            <w:pPr>
              <w:jc w:val="center"/>
            </w:pPr>
            <w:r w:rsidRPr="00EB3061">
              <w:t>Участковые избир</w:t>
            </w:r>
            <w:r w:rsidRPr="00EB3061">
              <w:t>а</w:t>
            </w:r>
            <w:r w:rsidRPr="00EB3061">
              <w:t>тельные комиссии, председатели и секр</w:t>
            </w:r>
            <w:r w:rsidRPr="00EB3061">
              <w:t>е</w:t>
            </w:r>
            <w:r w:rsidRPr="00EB3061">
              <w:t>тари участковых и</w:t>
            </w:r>
            <w:r w:rsidRPr="00EB3061">
              <w:t>з</w:t>
            </w:r>
            <w:r w:rsidRPr="00EB3061">
              <w:t>бирательных коми</w:t>
            </w:r>
            <w:r w:rsidRPr="00EB3061">
              <w:t>с</w:t>
            </w:r>
            <w:r w:rsidRPr="00EB3061">
              <w:t>сий</w:t>
            </w:r>
          </w:p>
        </w:tc>
      </w:tr>
      <w:tr w:rsidR="00604296" w:rsidRPr="00EB3061" w:rsidTr="00D2742C">
        <w:trPr>
          <w:trHeight w:val="20"/>
        </w:trPr>
        <w:tc>
          <w:tcPr>
            <w:tcW w:w="567" w:type="dxa"/>
          </w:tcPr>
          <w:p w:rsidR="00604296" w:rsidRPr="00EB3061" w:rsidRDefault="00604296" w:rsidP="003713EF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  <w:r w:rsidRPr="00EB3061">
              <w:rPr>
                <w:b/>
              </w:rPr>
              <w:t>.</w:t>
            </w:r>
          </w:p>
        </w:tc>
        <w:tc>
          <w:tcPr>
            <w:tcW w:w="4118" w:type="dxa"/>
            <w:gridSpan w:val="2"/>
          </w:tcPr>
          <w:p w:rsidR="00604296" w:rsidRPr="00EB3061" w:rsidRDefault="00604296" w:rsidP="003713EF">
            <w:pPr>
              <w:pStyle w:val="BodyText"/>
              <w:jc w:val="left"/>
            </w:pPr>
            <w:r w:rsidRPr="00EB3061">
              <w:t>Оформление отдельных книг списка избирателей (в случае разделения списка  на отдельные книги)</w:t>
            </w:r>
          </w:p>
          <w:p w:rsidR="00604296" w:rsidRPr="00EB3061" w:rsidRDefault="00604296" w:rsidP="003713EF">
            <w:pPr>
              <w:pStyle w:val="BodyText"/>
              <w:jc w:val="right"/>
            </w:pPr>
            <w:r w:rsidRPr="00EB3061">
              <w:t>п. 13 ст. 17 ФЗ</w:t>
            </w:r>
          </w:p>
          <w:p w:rsidR="00604296" w:rsidRPr="00EB3061" w:rsidRDefault="00604296" w:rsidP="003713EF">
            <w:pPr>
              <w:pStyle w:val="BodyText"/>
              <w:jc w:val="right"/>
            </w:pPr>
            <w:r w:rsidRPr="00EB3061">
              <w:t>п. 11 ст. 9 ЗБО</w:t>
            </w:r>
          </w:p>
        </w:tc>
        <w:tc>
          <w:tcPr>
            <w:tcW w:w="2979" w:type="dxa"/>
            <w:gridSpan w:val="2"/>
          </w:tcPr>
          <w:p w:rsidR="00604296" w:rsidRPr="00EB3061" w:rsidRDefault="00604296" w:rsidP="003713EF">
            <w:pPr>
              <w:jc w:val="center"/>
              <w:rPr>
                <w:b/>
              </w:rPr>
            </w:pPr>
            <w:r w:rsidRPr="00EB3061">
              <w:t>Не позднее дня, предш</w:t>
            </w:r>
            <w:r w:rsidRPr="00EB3061">
              <w:t>е</w:t>
            </w:r>
            <w:r w:rsidRPr="00EB3061">
              <w:t>ствующего дню голосов</w:t>
            </w:r>
            <w:r w:rsidRPr="00EB3061">
              <w:t>а</w:t>
            </w:r>
            <w:r w:rsidRPr="00EB3061">
              <w:t xml:space="preserve">ния, </w:t>
            </w:r>
            <w:r w:rsidRPr="00EB3061">
              <w:rPr>
                <w:b/>
              </w:rPr>
              <w:t>т.е. не позднее  07.09.2019</w:t>
            </w:r>
          </w:p>
        </w:tc>
        <w:tc>
          <w:tcPr>
            <w:tcW w:w="2542" w:type="dxa"/>
            <w:gridSpan w:val="2"/>
          </w:tcPr>
          <w:p w:rsidR="00604296" w:rsidRPr="00EB3061" w:rsidRDefault="00604296" w:rsidP="003713EF">
            <w:pPr>
              <w:jc w:val="center"/>
            </w:pPr>
            <w:r w:rsidRPr="00EB3061">
              <w:t>Председатели  учас</w:t>
            </w:r>
            <w:r w:rsidRPr="00EB3061">
              <w:t>т</w:t>
            </w:r>
            <w:r w:rsidRPr="00EB3061">
              <w:t>ковых избирательных  комиссий</w:t>
            </w:r>
          </w:p>
        </w:tc>
      </w:tr>
      <w:tr w:rsidR="00604296" w:rsidRPr="00EB3061" w:rsidTr="00D2742C">
        <w:trPr>
          <w:trHeight w:val="20"/>
        </w:trPr>
        <w:tc>
          <w:tcPr>
            <w:tcW w:w="10206" w:type="dxa"/>
            <w:gridSpan w:val="7"/>
          </w:tcPr>
          <w:p w:rsidR="00604296" w:rsidRPr="00EB3061" w:rsidRDefault="00604296" w:rsidP="003713EF">
            <w:pPr>
              <w:rPr>
                <w:b/>
                <w:bCs/>
              </w:rPr>
            </w:pPr>
          </w:p>
          <w:p w:rsidR="00604296" w:rsidRPr="00EB3061" w:rsidRDefault="00604296" w:rsidP="003713EF">
            <w:pPr>
              <w:jc w:val="center"/>
              <w:rPr>
                <w:b/>
                <w:bCs/>
              </w:rPr>
            </w:pPr>
            <w:r w:rsidRPr="00EB3061">
              <w:rPr>
                <w:b/>
                <w:bCs/>
              </w:rPr>
              <w:t>ВЫДВИЖЕНИЕ И РЕГИСТРАЦИЯ КАНДИДАТОВ</w:t>
            </w:r>
          </w:p>
          <w:p w:rsidR="00604296" w:rsidRPr="00EB3061" w:rsidRDefault="00604296" w:rsidP="003713EF">
            <w:pPr>
              <w:rPr>
                <w:b/>
                <w:bCs/>
              </w:rPr>
            </w:pPr>
          </w:p>
        </w:tc>
      </w:tr>
      <w:tr w:rsidR="00604296" w:rsidRPr="00EB3061" w:rsidTr="00D2742C">
        <w:trPr>
          <w:trHeight w:val="20"/>
        </w:trPr>
        <w:tc>
          <w:tcPr>
            <w:tcW w:w="567" w:type="dxa"/>
          </w:tcPr>
          <w:p w:rsidR="00604296" w:rsidRPr="00EB3061" w:rsidRDefault="00604296" w:rsidP="003713EF">
            <w:pPr>
              <w:jc w:val="center"/>
              <w:rPr>
                <w:b/>
              </w:rPr>
            </w:pPr>
            <w:r w:rsidRPr="00EB3061">
              <w:rPr>
                <w:b/>
              </w:rPr>
              <w:t>1</w:t>
            </w:r>
            <w:r>
              <w:rPr>
                <w:b/>
              </w:rPr>
              <w:t>1</w:t>
            </w:r>
            <w:r w:rsidRPr="00EB3061">
              <w:rPr>
                <w:b/>
              </w:rPr>
              <w:t>.</w:t>
            </w:r>
          </w:p>
        </w:tc>
        <w:tc>
          <w:tcPr>
            <w:tcW w:w="4118" w:type="dxa"/>
            <w:gridSpan w:val="2"/>
          </w:tcPr>
          <w:p w:rsidR="00604296" w:rsidRPr="00EB3061" w:rsidRDefault="00604296" w:rsidP="003713EF">
            <w:pPr>
              <w:pStyle w:val="BodyText2"/>
              <w:rPr>
                <w:sz w:val="24"/>
                <w:szCs w:val="24"/>
              </w:rPr>
            </w:pPr>
            <w:r w:rsidRPr="00EB3061">
              <w:rPr>
                <w:sz w:val="24"/>
                <w:szCs w:val="24"/>
              </w:rPr>
              <w:t>Опубликование в региональном г</w:t>
            </w:r>
            <w:r w:rsidRPr="00EB3061">
              <w:rPr>
                <w:sz w:val="24"/>
                <w:szCs w:val="24"/>
              </w:rPr>
              <w:t>о</w:t>
            </w:r>
            <w:r w:rsidRPr="00EB3061">
              <w:rPr>
                <w:sz w:val="24"/>
                <w:szCs w:val="24"/>
              </w:rPr>
              <w:t>сударственном  периодическом п</w:t>
            </w:r>
            <w:r w:rsidRPr="00EB3061">
              <w:rPr>
                <w:sz w:val="24"/>
                <w:szCs w:val="24"/>
              </w:rPr>
              <w:t>е</w:t>
            </w:r>
            <w:r w:rsidRPr="00EB3061">
              <w:rPr>
                <w:sz w:val="24"/>
                <w:szCs w:val="24"/>
              </w:rPr>
              <w:t>чатном издании, размещение в сети Интернет и направление в избир</w:t>
            </w:r>
            <w:r w:rsidRPr="00EB3061">
              <w:rPr>
                <w:sz w:val="24"/>
                <w:szCs w:val="24"/>
              </w:rPr>
              <w:t>а</w:t>
            </w:r>
            <w:r w:rsidRPr="00EB3061">
              <w:rPr>
                <w:sz w:val="24"/>
                <w:szCs w:val="24"/>
              </w:rPr>
              <w:t>тельную комиссию муниципального образования списка политических партий, их региональных отделений и иных структурных подразделений, а также иных общественных объед</w:t>
            </w:r>
            <w:r w:rsidRPr="00EB3061">
              <w:rPr>
                <w:sz w:val="24"/>
                <w:szCs w:val="24"/>
              </w:rPr>
              <w:t>и</w:t>
            </w:r>
            <w:r w:rsidRPr="00EB3061">
              <w:rPr>
                <w:sz w:val="24"/>
                <w:szCs w:val="24"/>
              </w:rPr>
              <w:t>нений, которые отвечают требован</w:t>
            </w:r>
            <w:r w:rsidRPr="00EB3061">
              <w:rPr>
                <w:sz w:val="24"/>
                <w:szCs w:val="24"/>
              </w:rPr>
              <w:t>и</w:t>
            </w:r>
            <w:r w:rsidRPr="00EB3061">
              <w:rPr>
                <w:sz w:val="24"/>
                <w:szCs w:val="24"/>
              </w:rPr>
              <w:t>ям, предусмотренным подпунктом 25 статьи 2 Федерального закона «Об основных гарантиях избирательных прав и права на участие в рефере</w:t>
            </w:r>
            <w:r w:rsidRPr="00EB3061">
              <w:rPr>
                <w:sz w:val="24"/>
                <w:szCs w:val="24"/>
              </w:rPr>
              <w:t>н</w:t>
            </w:r>
            <w:r w:rsidRPr="00EB3061">
              <w:rPr>
                <w:sz w:val="24"/>
                <w:szCs w:val="24"/>
              </w:rPr>
              <w:t>думе граждан Российской Федер</w:t>
            </w:r>
            <w:r w:rsidRPr="00EB3061">
              <w:rPr>
                <w:sz w:val="24"/>
                <w:szCs w:val="24"/>
              </w:rPr>
              <w:t>а</w:t>
            </w:r>
            <w:r w:rsidRPr="00EB3061">
              <w:rPr>
                <w:sz w:val="24"/>
                <w:szCs w:val="24"/>
              </w:rPr>
              <w:t>ции», и их соответствующих стру</w:t>
            </w:r>
            <w:r w:rsidRPr="00EB3061">
              <w:rPr>
                <w:sz w:val="24"/>
                <w:szCs w:val="24"/>
              </w:rPr>
              <w:t>к</w:t>
            </w:r>
            <w:r w:rsidRPr="00EB3061">
              <w:rPr>
                <w:sz w:val="24"/>
                <w:szCs w:val="24"/>
              </w:rPr>
              <w:t>турных подразделений, имеющих право принимать участие в выборах,  депутатов представительных органов муниципальных образований</w:t>
            </w:r>
          </w:p>
          <w:p w:rsidR="00604296" w:rsidRPr="00EB3061" w:rsidRDefault="00604296" w:rsidP="003713EF">
            <w:pPr>
              <w:pStyle w:val="BodyText2"/>
              <w:jc w:val="right"/>
              <w:rPr>
                <w:sz w:val="24"/>
                <w:szCs w:val="24"/>
              </w:rPr>
            </w:pPr>
            <w:r w:rsidRPr="00EB3061">
              <w:rPr>
                <w:sz w:val="24"/>
                <w:szCs w:val="24"/>
              </w:rPr>
              <w:t>п. 9 ст. 35 ФЗ</w:t>
            </w:r>
          </w:p>
          <w:p w:rsidR="00604296" w:rsidRPr="00EB3061" w:rsidRDefault="00604296" w:rsidP="003713EF">
            <w:pPr>
              <w:pStyle w:val="BodyText2"/>
              <w:jc w:val="right"/>
              <w:rPr>
                <w:sz w:val="24"/>
                <w:szCs w:val="24"/>
              </w:rPr>
            </w:pPr>
            <w:r w:rsidRPr="00EB3061">
              <w:rPr>
                <w:sz w:val="24"/>
                <w:szCs w:val="24"/>
              </w:rPr>
              <w:t>п. 2 ст. 17 ЗБО</w:t>
            </w:r>
          </w:p>
        </w:tc>
        <w:tc>
          <w:tcPr>
            <w:tcW w:w="2979" w:type="dxa"/>
            <w:gridSpan w:val="2"/>
          </w:tcPr>
          <w:p w:rsidR="00604296" w:rsidRPr="00EB3061" w:rsidRDefault="00604296" w:rsidP="003713EF">
            <w:pPr>
              <w:adjustRightInd w:val="0"/>
              <w:jc w:val="center"/>
              <w:rPr>
                <w:iCs/>
              </w:rPr>
            </w:pPr>
            <w:r w:rsidRPr="00EB3061">
              <w:rPr>
                <w:iCs/>
              </w:rPr>
              <w:t>По состоянию на день официального опублик</w:t>
            </w:r>
            <w:r w:rsidRPr="00EB3061">
              <w:rPr>
                <w:iCs/>
              </w:rPr>
              <w:t>о</w:t>
            </w:r>
            <w:r w:rsidRPr="00EB3061">
              <w:rPr>
                <w:iCs/>
              </w:rPr>
              <w:t>вания (публикации) реш</w:t>
            </w:r>
            <w:r w:rsidRPr="00EB3061">
              <w:rPr>
                <w:iCs/>
              </w:rPr>
              <w:t>е</w:t>
            </w:r>
            <w:r w:rsidRPr="00EB3061">
              <w:rPr>
                <w:iCs/>
              </w:rPr>
              <w:t>ния о назначении выборов и не позднее чем через три дня со дня официального опубликования (публик</w:t>
            </w:r>
            <w:r w:rsidRPr="00EB3061">
              <w:rPr>
                <w:iCs/>
              </w:rPr>
              <w:t>а</w:t>
            </w:r>
            <w:r w:rsidRPr="00EB3061">
              <w:rPr>
                <w:iCs/>
              </w:rPr>
              <w:t>ции) решения о назнач</w:t>
            </w:r>
            <w:r w:rsidRPr="00EB3061">
              <w:rPr>
                <w:iCs/>
              </w:rPr>
              <w:t>е</w:t>
            </w:r>
            <w:r w:rsidRPr="00EB3061">
              <w:rPr>
                <w:iCs/>
              </w:rPr>
              <w:t xml:space="preserve">нии выборов, </w:t>
            </w:r>
            <w:r w:rsidRPr="00EB3061">
              <w:rPr>
                <w:b/>
                <w:iCs/>
              </w:rPr>
              <w:t>т.е. не поз</w:t>
            </w:r>
            <w:r w:rsidRPr="00EB3061">
              <w:rPr>
                <w:b/>
                <w:iCs/>
              </w:rPr>
              <w:t>д</w:t>
            </w:r>
            <w:r w:rsidRPr="00EB3061">
              <w:rPr>
                <w:b/>
                <w:iCs/>
              </w:rPr>
              <w:t>нее 24.06.2019</w:t>
            </w:r>
          </w:p>
          <w:p w:rsidR="00604296" w:rsidRPr="00EB3061" w:rsidRDefault="00604296" w:rsidP="003713EF">
            <w:pPr>
              <w:jc w:val="center"/>
            </w:pPr>
          </w:p>
        </w:tc>
        <w:tc>
          <w:tcPr>
            <w:tcW w:w="2542" w:type="dxa"/>
            <w:gridSpan w:val="2"/>
          </w:tcPr>
          <w:p w:rsidR="00604296" w:rsidRPr="00EB3061" w:rsidRDefault="00604296" w:rsidP="003713EF">
            <w:pPr>
              <w:jc w:val="center"/>
            </w:pPr>
            <w:r w:rsidRPr="00EB3061">
              <w:t>Управление Мин</w:t>
            </w:r>
            <w:r w:rsidRPr="00EB3061">
              <w:t>и</w:t>
            </w:r>
            <w:r w:rsidRPr="00EB3061">
              <w:t>стерства юстиции Российской Федер</w:t>
            </w:r>
            <w:r w:rsidRPr="00EB3061">
              <w:t>а</w:t>
            </w:r>
            <w:r w:rsidRPr="00EB3061">
              <w:t>ции по Брянской о</w:t>
            </w:r>
            <w:r w:rsidRPr="00EB3061">
              <w:t>б</w:t>
            </w:r>
            <w:r w:rsidRPr="00EB3061">
              <w:t>ласти</w:t>
            </w:r>
          </w:p>
        </w:tc>
      </w:tr>
      <w:tr w:rsidR="00604296" w:rsidRPr="00EB3061" w:rsidTr="00D2742C">
        <w:trPr>
          <w:trHeight w:val="2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604296" w:rsidRPr="00EB3061" w:rsidRDefault="00604296" w:rsidP="003713EF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  <w:r w:rsidRPr="00EB3061">
              <w:rPr>
                <w:b/>
              </w:rPr>
              <w:t>.</w:t>
            </w:r>
          </w:p>
        </w:tc>
        <w:tc>
          <w:tcPr>
            <w:tcW w:w="411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04296" w:rsidRPr="00EB3061" w:rsidRDefault="00604296" w:rsidP="003713EF">
            <w:r w:rsidRPr="00EB3061">
              <w:t>Выдвижение единого списка канди</w:t>
            </w:r>
            <w:r>
              <w:softHyphen/>
            </w:r>
            <w:r w:rsidRPr="00EB3061">
              <w:t>датов, списка кандидатов по одно</w:t>
            </w:r>
            <w:r>
              <w:softHyphen/>
            </w:r>
            <w:r w:rsidRPr="00EB3061">
              <w:t>мандатным избирательным округам избирательными объединениями</w:t>
            </w:r>
          </w:p>
          <w:p w:rsidR="00604296" w:rsidRPr="00EB3061" w:rsidRDefault="00604296" w:rsidP="003713EF">
            <w:pPr>
              <w:pStyle w:val="BodyText2"/>
              <w:jc w:val="right"/>
              <w:rPr>
                <w:sz w:val="24"/>
                <w:szCs w:val="24"/>
              </w:rPr>
            </w:pPr>
            <w:r w:rsidRPr="00EB3061">
              <w:rPr>
                <w:sz w:val="24"/>
                <w:szCs w:val="24"/>
              </w:rPr>
              <w:t>п.4  ст. 18 ЗБО</w:t>
            </w:r>
          </w:p>
        </w:tc>
        <w:tc>
          <w:tcPr>
            <w:tcW w:w="297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04296" w:rsidRPr="00EB3061" w:rsidRDefault="00604296" w:rsidP="003713EF">
            <w:pPr>
              <w:jc w:val="center"/>
            </w:pPr>
            <w:r w:rsidRPr="00EB3061">
              <w:t>Со дня, следующего за днем публикации решения о назначении выборов</w:t>
            </w:r>
          </w:p>
          <w:p w:rsidR="00604296" w:rsidRPr="00EB3061" w:rsidRDefault="00604296" w:rsidP="003713EF">
            <w:pPr>
              <w:jc w:val="center"/>
            </w:pPr>
          </w:p>
          <w:p w:rsidR="00604296" w:rsidRPr="00EB3061" w:rsidRDefault="00604296" w:rsidP="003713EF">
            <w:pPr>
              <w:jc w:val="center"/>
            </w:pPr>
          </w:p>
        </w:tc>
        <w:tc>
          <w:tcPr>
            <w:tcW w:w="254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04296" w:rsidRPr="00EB3061" w:rsidRDefault="00604296" w:rsidP="003713EF">
            <w:pPr>
              <w:jc w:val="center"/>
            </w:pPr>
            <w:r w:rsidRPr="00EB3061">
              <w:t>Избирательные объ</w:t>
            </w:r>
            <w:r w:rsidRPr="00EB3061">
              <w:t>е</w:t>
            </w:r>
            <w:r w:rsidRPr="00EB3061">
              <w:t>динения</w:t>
            </w:r>
          </w:p>
          <w:p w:rsidR="00604296" w:rsidRPr="00EB3061" w:rsidRDefault="00604296" w:rsidP="003713EF">
            <w:pPr>
              <w:jc w:val="center"/>
            </w:pPr>
          </w:p>
        </w:tc>
      </w:tr>
      <w:tr w:rsidR="00604296" w:rsidRPr="00EB3061" w:rsidTr="00D2742C">
        <w:trPr>
          <w:trHeight w:val="2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604296" w:rsidRPr="00EB3061" w:rsidRDefault="00604296" w:rsidP="003713EF">
            <w:pPr>
              <w:jc w:val="center"/>
              <w:rPr>
                <w:b/>
              </w:rPr>
            </w:pPr>
            <w:r>
              <w:rPr>
                <w:b/>
              </w:rPr>
              <w:t>13</w:t>
            </w:r>
            <w:r w:rsidRPr="00EB3061">
              <w:rPr>
                <w:b/>
              </w:rPr>
              <w:t>.</w:t>
            </w:r>
          </w:p>
        </w:tc>
        <w:tc>
          <w:tcPr>
            <w:tcW w:w="411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04296" w:rsidRPr="00C07C6E" w:rsidRDefault="00604296" w:rsidP="003713EF">
            <w:pPr>
              <w:pStyle w:val="BodyText3"/>
              <w:jc w:val="left"/>
              <w:rPr>
                <w:b w:val="0"/>
                <w:bCs w:val="0"/>
                <w:sz w:val="24"/>
                <w:szCs w:val="24"/>
              </w:rPr>
            </w:pPr>
            <w:r w:rsidRPr="00C07C6E">
              <w:rPr>
                <w:b w:val="0"/>
                <w:bCs w:val="0"/>
                <w:sz w:val="24"/>
                <w:szCs w:val="24"/>
              </w:rPr>
              <w:t>Представление избирательным объе</w:t>
            </w:r>
            <w:r w:rsidRPr="00C07C6E">
              <w:rPr>
                <w:b w:val="0"/>
                <w:bCs w:val="0"/>
                <w:sz w:val="24"/>
                <w:szCs w:val="24"/>
              </w:rPr>
              <w:softHyphen/>
              <w:t>динением единого списка кандида</w:t>
            </w:r>
            <w:r w:rsidRPr="00C07C6E">
              <w:rPr>
                <w:b w:val="0"/>
                <w:bCs w:val="0"/>
                <w:sz w:val="24"/>
                <w:szCs w:val="24"/>
              </w:rPr>
              <w:softHyphen/>
              <w:t>тов, списка кандидатов выдвинутых по одномандатным избирательным округам, и иных избирательных до</w:t>
            </w:r>
            <w:r w:rsidRPr="00C07C6E">
              <w:rPr>
                <w:b w:val="0"/>
                <w:bCs w:val="0"/>
                <w:sz w:val="24"/>
                <w:szCs w:val="24"/>
              </w:rPr>
              <w:softHyphen/>
              <w:t>кументов  в территориальную изб</w:t>
            </w:r>
            <w:r w:rsidRPr="00C07C6E">
              <w:rPr>
                <w:b w:val="0"/>
                <w:bCs w:val="0"/>
                <w:sz w:val="24"/>
                <w:szCs w:val="24"/>
              </w:rPr>
              <w:t>и</w:t>
            </w:r>
            <w:r w:rsidRPr="00C07C6E">
              <w:rPr>
                <w:b w:val="0"/>
                <w:bCs w:val="0"/>
                <w:sz w:val="24"/>
                <w:szCs w:val="24"/>
              </w:rPr>
              <w:t>рательную комис</w:t>
            </w:r>
            <w:r w:rsidRPr="00C07C6E">
              <w:rPr>
                <w:b w:val="0"/>
                <w:bCs w:val="0"/>
                <w:sz w:val="24"/>
                <w:szCs w:val="24"/>
              </w:rPr>
              <w:softHyphen/>
              <w:t>сию Мглинского района</w:t>
            </w:r>
          </w:p>
          <w:p w:rsidR="00604296" w:rsidRPr="00EB3061" w:rsidRDefault="00604296" w:rsidP="003713EF">
            <w:pPr>
              <w:pStyle w:val="BodyText2"/>
              <w:tabs>
                <w:tab w:val="center" w:pos="2093"/>
                <w:tab w:val="right" w:pos="4186"/>
              </w:tabs>
              <w:jc w:val="right"/>
              <w:rPr>
                <w:color w:val="FF0000"/>
                <w:sz w:val="24"/>
                <w:szCs w:val="24"/>
              </w:rPr>
            </w:pPr>
            <w:r w:rsidRPr="00EB3061">
              <w:rPr>
                <w:sz w:val="24"/>
                <w:szCs w:val="24"/>
              </w:rPr>
              <w:t>п. 6 ст.20 ЗБО</w:t>
            </w:r>
          </w:p>
        </w:tc>
        <w:tc>
          <w:tcPr>
            <w:tcW w:w="297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04296" w:rsidRPr="00EB3061" w:rsidRDefault="00604296" w:rsidP="00A36828">
            <w:pPr>
              <w:jc w:val="center"/>
              <w:rPr>
                <w:i/>
              </w:rPr>
            </w:pPr>
            <w:r w:rsidRPr="00EB3061">
              <w:t xml:space="preserve">Не позднее, чем через 20 дней со дня публикации решения о назначении  выборов   (до 18 часов по местному времени), </w:t>
            </w:r>
            <w:r w:rsidRPr="00EB3061">
              <w:rPr>
                <w:b/>
              </w:rPr>
              <w:t xml:space="preserve">т.е. не позднее </w:t>
            </w:r>
            <w:r w:rsidRPr="00A36828">
              <w:rPr>
                <w:b/>
              </w:rPr>
              <w:t xml:space="preserve">11 </w:t>
            </w:r>
            <w:r>
              <w:rPr>
                <w:b/>
              </w:rPr>
              <w:t xml:space="preserve"> </w:t>
            </w:r>
            <w:r w:rsidRPr="00EB3061">
              <w:rPr>
                <w:b/>
              </w:rPr>
              <w:t>июля 2019 года</w:t>
            </w:r>
          </w:p>
        </w:tc>
        <w:tc>
          <w:tcPr>
            <w:tcW w:w="254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04296" w:rsidRPr="00EB3061" w:rsidRDefault="00604296" w:rsidP="003713EF">
            <w:pPr>
              <w:shd w:val="clear" w:color="auto" w:fill="FFFFFF"/>
              <w:jc w:val="center"/>
            </w:pPr>
            <w:r w:rsidRPr="00EB3061">
              <w:t>Уполномоченный представитель  изби</w:t>
            </w:r>
            <w:r>
              <w:softHyphen/>
            </w:r>
            <w:r w:rsidRPr="00EB3061">
              <w:t>рательного объедине</w:t>
            </w:r>
            <w:r>
              <w:softHyphen/>
            </w:r>
            <w:r w:rsidRPr="00EB3061">
              <w:t>ния</w:t>
            </w:r>
          </w:p>
          <w:p w:rsidR="00604296" w:rsidRPr="00EB3061" w:rsidRDefault="00604296" w:rsidP="003713EF">
            <w:pPr>
              <w:jc w:val="center"/>
            </w:pPr>
          </w:p>
        </w:tc>
      </w:tr>
      <w:tr w:rsidR="00604296" w:rsidRPr="00EB3061" w:rsidTr="00D2742C">
        <w:trPr>
          <w:trHeight w:val="20"/>
        </w:trPr>
        <w:tc>
          <w:tcPr>
            <w:tcW w:w="567" w:type="dxa"/>
            <w:tcBorders>
              <w:top w:val="single" w:sz="4" w:space="0" w:color="auto"/>
            </w:tcBorders>
          </w:tcPr>
          <w:p w:rsidR="00604296" w:rsidRPr="00EB3061" w:rsidRDefault="00604296" w:rsidP="003713EF">
            <w:pPr>
              <w:jc w:val="center"/>
              <w:rPr>
                <w:b/>
              </w:rPr>
            </w:pPr>
            <w:r w:rsidRPr="00EB3061">
              <w:rPr>
                <w:b/>
              </w:rPr>
              <w:t>1</w:t>
            </w:r>
            <w:r>
              <w:rPr>
                <w:b/>
              </w:rPr>
              <w:t>4</w:t>
            </w:r>
            <w:r w:rsidRPr="00EB3061">
              <w:rPr>
                <w:b/>
              </w:rPr>
              <w:t>.</w:t>
            </w:r>
          </w:p>
        </w:tc>
        <w:tc>
          <w:tcPr>
            <w:tcW w:w="4118" w:type="dxa"/>
            <w:gridSpan w:val="2"/>
            <w:tcBorders>
              <w:top w:val="single" w:sz="4" w:space="0" w:color="auto"/>
            </w:tcBorders>
          </w:tcPr>
          <w:p w:rsidR="00604296" w:rsidRPr="00EB3061" w:rsidRDefault="00604296" w:rsidP="003713EF">
            <w:pPr>
              <w:adjustRightInd w:val="0"/>
            </w:pPr>
            <w:r w:rsidRPr="00EB3061">
              <w:t>Самовыдвижение кандидатов по о</w:t>
            </w:r>
            <w:r w:rsidRPr="00EB3061">
              <w:t>д</w:t>
            </w:r>
            <w:r w:rsidRPr="00EB3061">
              <w:t>номандатному избирательному окр</w:t>
            </w:r>
            <w:r w:rsidRPr="00EB3061">
              <w:t>у</w:t>
            </w:r>
            <w:r w:rsidRPr="00EB3061">
              <w:t>гу</w:t>
            </w:r>
          </w:p>
          <w:p w:rsidR="00604296" w:rsidRPr="00EB3061" w:rsidRDefault="00604296" w:rsidP="003713EF">
            <w:pPr>
              <w:pStyle w:val="BodyText2"/>
              <w:rPr>
                <w:sz w:val="24"/>
                <w:szCs w:val="24"/>
              </w:rPr>
            </w:pPr>
          </w:p>
          <w:p w:rsidR="00604296" w:rsidRPr="00EB3061" w:rsidRDefault="00604296" w:rsidP="003713EF">
            <w:pPr>
              <w:pStyle w:val="BodyText2"/>
              <w:rPr>
                <w:sz w:val="24"/>
                <w:szCs w:val="24"/>
              </w:rPr>
            </w:pPr>
            <w:r w:rsidRPr="00EB3061">
              <w:rPr>
                <w:sz w:val="24"/>
                <w:szCs w:val="24"/>
              </w:rPr>
              <w:t>п.4  ст. 18, п. 1 ст. 19 ЗБО</w:t>
            </w:r>
          </w:p>
        </w:tc>
        <w:tc>
          <w:tcPr>
            <w:tcW w:w="2979" w:type="dxa"/>
            <w:gridSpan w:val="2"/>
            <w:tcBorders>
              <w:top w:val="single" w:sz="4" w:space="0" w:color="auto"/>
            </w:tcBorders>
          </w:tcPr>
          <w:p w:rsidR="00604296" w:rsidRPr="00EB3061" w:rsidRDefault="00604296" w:rsidP="00A36828">
            <w:pPr>
              <w:jc w:val="center"/>
            </w:pPr>
            <w:r w:rsidRPr="00EB3061">
              <w:t xml:space="preserve">Со дня, следующего за днем публикации решения о назначении выборов, и не позднее чем через 20 дней со дня публикации решения о назначении  выборов   (до 18 часов по местному времени), </w:t>
            </w:r>
            <w:r w:rsidRPr="00EB3061">
              <w:rPr>
                <w:b/>
              </w:rPr>
              <w:t xml:space="preserve">т.е. не позднее </w:t>
            </w:r>
            <w:r w:rsidRPr="00A36828">
              <w:rPr>
                <w:b/>
              </w:rPr>
              <w:t>11 и</w:t>
            </w:r>
            <w:r w:rsidRPr="00EB3061">
              <w:rPr>
                <w:b/>
              </w:rPr>
              <w:t>юля 2019 г</w:t>
            </w:r>
            <w:r w:rsidRPr="00EB3061">
              <w:rPr>
                <w:b/>
              </w:rPr>
              <w:t>о</w:t>
            </w:r>
            <w:r w:rsidRPr="00EB3061">
              <w:rPr>
                <w:b/>
              </w:rPr>
              <w:t>да</w:t>
            </w:r>
          </w:p>
        </w:tc>
        <w:tc>
          <w:tcPr>
            <w:tcW w:w="2542" w:type="dxa"/>
            <w:gridSpan w:val="2"/>
            <w:tcBorders>
              <w:top w:val="single" w:sz="4" w:space="0" w:color="auto"/>
            </w:tcBorders>
          </w:tcPr>
          <w:p w:rsidR="00604296" w:rsidRPr="00EB3061" w:rsidRDefault="00604296" w:rsidP="003713EF">
            <w:pPr>
              <w:jc w:val="center"/>
            </w:pPr>
            <w:r w:rsidRPr="00EB3061">
              <w:t>Граждане РФ, обл</w:t>
            </w:r>
            <w:r w:rsidRPr="00EB3061">
              <w:t>а</w:t>
            </w:r>
            <w:r w:rsidRPr="00EB3061">
              <w:t>дающие пассивным избирательным пр</w:t>
            </w:r>
            <w:r w:rsidRPr="00EB3061">
              <w:t>а</w:t>
            </w:r>
            <w:r w:rsidRPr="00EB3061">
              <w:t>вом</w:t>
            </w:r>
          </w:p>
        </w:tc>
      </w:tr>
      <w:tr w:rsidR="00604296" w:rsidRPr="00EB3061" w:rsidTr="00D2742C">
        <w:trPr>
          <w:trHeight w:val="20"/>
        </w:trPr>
        <w:tc>
          <w:tcPr>
            <w:tcW w:w="567" w:type="dxa"/>
            <w:tcBorders>
              <w:bottom w:val="single" w:sz="4" w:space="0" w:color="auto"/>
            </w:tcBorders>
          </w:tcPr>
          <w:p w:rsidR="00604296" w:rsidRPr="00EB3061" w:rsidRDefault="00604296" w:rsidP="003713EF">
            <w:pPr>
              <w:jc w:val="center"/>
              <w:rPr>
                <w:b/>
              </w:rPr>
            </w:pPr>
            <w:r>
              <w:rPr>
                <w:b/>
              </w:rPr>
              <w:t>15</w:t>
            </w:r>
            <w:r w:rsidRPr="00EB3061">
              <w:rPr>
                <w:b/>
              </w:rPr>
              <w:t>.</w:t>
            </w:r>
          </w:p>
        </w:tc>
        <w:tc>
          <w:tcPr>
            <w:tcW w:w="4118" w:type="dxa"/>
            <w:gridSpan w:val="2"/>
            <w:tcBorders>
              <w:bottom w:val="single" w:sz="4" w:space="0" w:color="auto"/>
            </w:tcBorders>
          </w:tcPr>
          <w:p w:rsidR="00604296" w:rsidRPr="00EB3061" w:rsidRDefault="00604296" w:rsidP="003713EF">
            <w:pPr>
              <w:adjustRightInd w:val="0"/>
            </w:pPr>
            <w:r w:rsidRPr="00EB3061">
              <w:t>Рассмотрение документов, предста</w:t>
            </w:r>
            <w:r w:rsidRPr="00EB3061">
              <w:t>в</w:t>
            </w:r>
            <w:r w:rsidRPr="00EB3061">
              <w:t>ленных избирательными объедин</w:t>
            </w:r>
            <w:r w:rsidRPr="00EB3061">
              <w:t>е</w:t>
            </w:r>
            <w:r w:rsidRPr="00EB3061">
              <w:t>ниями;  заверение единых списков кандидатов, списков кандидатов, в</w:t>
            </w:r>
            <w:r w:rsidRPr="00EB3061">
              <w:t>ы</w:t>
            </w:r>
            <w:r w:rsidRPr="00EB3061">
              <w:t>двинутых  по одномандатным изб</w:t>
            </w:r>
            <w:r w:rsidRPr="00EB3061">
              <w:t>и</w:t>
            </w:r>
            <w:r w:rsidRPr="00EB3061">
              <w:t>рательным округам,  либо принятие мотивированного решения об отказе  в заверении  списка</w:t>
            </w:r>
          </w:p>
          <w:p w:rsidR="00604296" w:rsidRPr="00EB3061" w:rsidRDefault="00604296" w:rsidP="003713EF">
            <w:pPr>
              <w:adjustRightInd w:val="0"/>
              <w:jc w:val="right"/>
            </w:pPr>
            <w:r w:rsidRPr="00EB3061">
              <w:t>п. 14, 14.2 ст.35 ФЗ</w:t>
            </w:r>
          </w:p>
          <w:p w:rsidR="00604296" w:rsidRPr="00EB3061" w:rsidRDefault="00604296" w:rsidP="003713EF">
            <w:pPr>
              <w:adjustRightInd w:val="0"/>
              <w:jc w:val="right"/>
            </w:pPr>
            <w:r w:rsidRPr="00EB3061">
              <w:t>п. 10 ст.20 ЗБО</w:t>
            </w:r>
          </w:p>
        </w:tc>
        <w:tc>
          <w:tcPr>
            <w:tcW w:w="2979" w:type="dxa"/>
            <w:gridSpan w:val="2"/>
            <w:tcBorders>
              <w:bottom w:val="single" w:sz="4" w:space="0" w:color="auto"/>
            </w:tcBorders>
          </w:tcPr>
          <w:p w:rsidR="00604296" w:rsidRPr="00EB3061" w:rsidRDefault="00604296" w:rsidP="003713EF">
            <w:pPr>
              <w:adjustRightInd w:val="0"/>
              <w:jc w:val="center"/>
            </w:pPr>
            <w:r w:rsidRPr="00EB3061">
              <w:t>В течение трех дней со  дня приема документов</w:t>
            </w:r>
          </w:p>
          <w:p w:rsidR="00604296" w:rsidRPr="00EB3061" w:rsidRDefault="00604296" w:rsidP="003713EF">
            <w:pPr>
              <w:adjustRightInd w:val="0"/>
              <w:jc w:val="center"/>
            </w:pPr>
          </w:p>
          <w:p w:rsidR="00604296" w:rsidRPr="00EB3061" w:rsidRDefault="00604296" w:rsidP="003713EF">
            <w:pPr>
              <w:adjustRightInd w:val="0"/>
              <w:jc w:val="center"/>
            </w:pPr>
          </w:p>
        </w:tc>
        <w:tc>
          <w:tcPr>
            <w:tcW w:w="2542" w:type="dxa"/>
            <w:gridSpan w:val="2"/>
            <w:tcBorders>
              <w:bottom w:val="single" w:sz="4" w:space="0" w:color="auto"/>
            </w:tcBorders>
          </w:tcPr>
          <w:p w:rsidR="00604296" w:rsidRPr="00EB3061" w:rsidRDefault="00604296" w:rsidP="003713EF">
            <w:pPr>
              <w:shd w:val="clear" w:color="auto" w:fill="FFFFFF"/>
              <w:jc w:val="center"/>
            </w:pPr>
            <w:r>
              <w:t>Территориальная и</w:t>
            </w:r>
            <w:r w:rsidRPr="00EB3061">
              <w:t>з</w:t>
            </w:r>
            <w:r w:rsidRPr="00EB3061">
              <w:t>бирательная комис</w:t>
            </w:r>
            <w:r>
              <w:softHyphen/>
            </w:r>
            <w:r w:rsidRPr="00EB3061">
              <w:t xml:space="preserve">сия </w:t>
            </w:r>
            <w:r>
              <w:t>Мглинского района</w:t>
            </w:r>
          </w:p>
          <w:p w:rsidR="00604296" w:rsidRPr="00EB3061" w:rsidRDefault="00604296" w:rsidP="003713EF">
            <w:pPr>
              <w:shd w:val="clear" w:color="auto" w:fill="FFFFFF"/>
              <w:jc w:val="center"/>
            </w:pPr>
          </w:p>
          <w:p w:rsidR="00604296" w:rsidRPr="00EB3061" w:rsidRDefault="00604296" w:rsidP="003713EF">
            <w:pPr>
              <w:adjustRightInd w:val="0"/>
              <w:jc w:val="center"/>
              <w:rPr>
                <w:iCs/>
              </w:rPr>
            </w:pPr>
          </w:p>
        </w:tc>
      </w:tr>
      <w:tr w:rsidR="00604296" w:rsidRPr="00EB3061" w:rsidTr="00D2742C">
        <w:trPr>
          <w:trHeight w:val="20"/>
        </w:trPr>
        <w:tc>
          <w:tcPr>
            <w:tcW w:w="567" w:type="dxa"/>
            <w:tcBorders>
              <w:top w:val="single" w:sz="4" w:space="0" w:color="auto"/>
            </w:tcBorders>
          </w:tcPr>
          <w:p w:rsidR="00604296" w:rsidRPr="00EB3061" w:rsidRDefault="00604296" w:rsidP="003713EF">
            <w:pPr>
              <w:jc w:val="center"/>
              <w:rPr>
                <w:b/>
              </w:rPr>
            </w:pPr>
            <w:r>
              <w:rPr>
                <w:b/>
              </w:rPr>
              <w:t>16</w:t>
            </w:r>
            <w:r w:rsidRPr="00EB3061">
              <w:rPr>
                <w:b/>
              </w:rPr>
              <w:t>.</w:t>
            </w:r>
          </w:p>
        </w:tc>
        <w:tc>
          <w:tcPr>
            <w:tcW w:w="4118" w:type="dxa"/>
            <w:gridSpan w:val="2"/>
            <w:tcBorders>
              <w:top w:val="single" w:sz="4" w:space="0" w:color="auto"/>
            </w:tcBorders>
          </w:tcPr>
          <w:p w:rsidR="00604296" w:rsidRPr="00EB3061" w:rsidRDefault="00604296" w:rsidP="003713EF">
            <w:pPr>
              <w:adjustRightInd w:val="0"/>
            </w:pPr>
            <w:r w:rsidRPr="00EB3061">
              <w:t>Выдача уполномоченному предст</w:t>
            </w:r>
            <w:r w:rsidRPr="00EB3061">
              <w:t>а</w:t>
            </w:r>
            <w:r w:rsidRPr="00EB3061">
              <w:t>вителю избирательного объединения решения о заверении (отказе в зав</w:t>
            </w:r>
            <w:r w:rsidRPr="00EB3061">
              <w:t>е</w:t>
            </w:r>
            <w:r w:rsidRPr="00EB3061">
              <w:t>рении) единого списка кандидатов, списка кандидатов, выдвинутого по одномандатным избирательным о</w:t>
            </w:r>
            <w:r w:rsidRPr="00EB3061">
              <w:t>к</w:t>
            </w:r>
            <w:r w:rsidRPr="00EB3061">
              <w:t>ругам</w:t>
            </w:r>
          </w:p>
          <w:p w:rsidR="00604296" w:rsidRPr="00EB3061" w:rsidRDefault="00604296" w:rsidP="003713EF">
            <w:pPr>
              <w:adjustRightInd w:val="0"/>
              <w:jc w:val="right"/>
            </w:pPr>
            <w:r w:rsidRPr="00EB3061">
              <w:t>п. 14.3 ст. 35 ФЗ</w:t>
            </w:r>
          </w:p>
          <w:p w:rsidR="00604296" w:rsidRPr="00EB3061" w:rsidRDefault="00604296" w:rsidP="003713EF">
            <w:pPr>
              <w:adjustRightInd w:val="0"/>
              <w:jc w:val="right"/>
            </w:pPr>
            <w:r w:rsidRPr="00EB3061">
              <w:t>п. 10 ст.20 ЗБО</w:t>
            </w:r>
          </w:p>
        </w:tc>
        <w:tc>
          <w:tcPr>
            <w:tcW w:w="2979" w:type="dxa"/>
            <w:gridSpan w:val="2"/>
            <w:tcBorders>
              <w:top w:val="single" w:sz="4" w:space="0" w:color="auto"/>
            </w:tcBorders>
          </w:tcPr>
          <w:p w:rsidR="00604296" w:rsidRPr="00EB3061" w:rsidRDefault="00604296" w:rsidP="003713EF">
            <w:pPr>
              <w:adjustRightInd w:val="0"/>
              <w:jc w:val="center"/>
            </w:pPr>
            <w:r w:rsidRPr="00EB3061">
              <w:t>В течение одних суток с момента принятия соо</w:t>
            </w:r>
            <w:r w:rsidRPr="00EB3061">
              <w:t>т</w:t>
            </w:r>
            <w:r w:rsidRPr="00EB3061">
              <w:t>ветствующего решения</w:t>
            </w:r>
          </w:p>
        </w:tc>
        <w:tc>
          <w:tcPr>
            <w:tcW w:w="2542" w:type="dxa"/>
            <w:gridSpan w:val="2"/>
            <w:tcBorders>
              <w:top w:val="single" w:sz="4" w:space="0" w:color="auto"/>
            </w:tcBorders>
          </w:tcPr>
          <w:p w:rsidR="00604296" w:rsidRPr="00EB3061" w:rsidRDefault="00604296" w:rsidP="003713EF">
            <w:pPr>
              <w:shd w:val="clear" w:color="auto" w:fill="FFFFFF"/>
              <w:jc w:val="center"/>
            </w:pPr>
            <w:r>
              <w:t>Территориальная и</w:t>
            </w:r>
            <w:r w:rsidRPr="00EB3061">
              <w:t>з</w:t>
            </w:r>
            <w:r w:rsidRPr="00EB3061">
              <w:t>бирательная комис</w:t>
            </w:r>
            <w:r>
              <w:softHyphen/>
            </w:r>
            <w:r w:rsidRPr="00EB3061">
              <w:t xml:space="preserve">сия </w:t>
            </w:r>
            <w:r>
              <w:t>Мглинского района</w:t>
            </w:r>
          </w:p>
          <w:p w:rsidR="00604296" w:rsidRPr="00EB3061" w:rsidRDefault="00604296" w:rsidP="003713EF">
            <w:pPr>
              <w:shd w:val="clear" w:color="auto" w:fill="FFFFFF"/>
              <w:jc w:val="center"/>
            </w:pPr>
          </w:p>
        </w:tc>
      </w:tr>
      <w:tr w:rsidR="00604296" w:rsidRPr="00EB3061" w:rsidTr="00D2742C">
        <w:trPr>
          <w:trHeight w:val="20"/>
        </w:trPr>
        <w:tc>
          <w:tcPr>
            <w:tcW w:w="567" w:type="dxa"/>
            <w:tcBorders>
              <w:top w:val="single" w:sz="4" w:space="0" w:color="auto"/>
            </w:tcBorders>
          </w:tcPr>
          <w:p w:rsidR="00604296" w:rsidRPr="00EB3061" w:rsidRDefault="00604296" w:rsidP="003713EF">
            <w:pPr>
              <w:jc w:val="center"/>
              <w:rPr>
                <w:b/>
              </w:rPr>
            </w:pPr>
            <w:r w:rsidRPr="00EB3061">
              <w:rPr>
                <w:b/>
              </w:rPr>
              <w:t>1</w:t>
            </w:r>
            <w:r>
              <w:rPr>
                <w:b/>
              </w:rPr>
              <w:t>7</w:t>
            </w:r>
            <w:r w:rsidRPr="00EB3061">
              <w:rPr>
                <w:b/>
              </w:rPr>
              <w:t>.</w:t>
            </w:r>
          </w:p>
        </w:tc>
        <w:tc>
          <w:tcPr>
            <w:tcW w:w="4118" w:type="dxa"/>
            <w:gridSpan w:val="2"/>
            <w:tcBorders>
              <w:top w:val="single" w:sz="4" w:space="0" w:color="auto"/>
            </w:tcBorders>
          </w:tcPr>
          <w:p w:rsidR="00604296" w:rsidRPr="00EB3061" w:rsidRDefault="00604296" w:rsidP="003713EF">
            <w:pPr>
              <w:adjustRightInd w:val="0"/>
              <w:rPr>
                <w:iCs/>
              </w:rPr>
            </w:pPr>
            <w:r w:rsidRPr="00EB3061">
              <w:rPr>
                <w:iCs/>
              </w:rPr>
              <w:t>Выдача уполномоченному предст</w:t>
            </w:r>
            <w:r w:rsidRPr="00EB3061">
              <w:rPr>
                <w:iCs/>
              </w:rPr>
              <w:t>а</w:t>
            </w:r>
            <w:r w:rsidRPr="00EB3061">
              <w:rPr>
                <w:iCs/>
              </w:rPr>
              <w:t>вителю избирательного объединения, кандидату письменного подтвержд</w:t>
            </w:r>
            <w:r w:rsidRPr="00EB3061">
              <w:rPr>
                <w:iCs/>
              </w:rPr>
              <w:t>е</w:t>
            </w:r>
            <w:r w:rsidRPr="00EB3061">
              <w:rPr>
                <w:iCs/>
              </w:rPr>
              <w:t>ния о получении документов для уведомления о выдвижении и регис</w:t>
            </w:r>
            <w:r w:rsidRPr="00EB3061">
              <w:rPr>
                <w:iCs/>
              </w:rPr>
              <w:t>т</w:t>
            </w:r>
            <w:r w:rsidRPr="00EB3061">
              <w:rPr>
                <w:iCs/>
              </w:rPr>
              <w:t>рации</w:t>
            </w:r>
          </w:p>
          <w:p w:rsidR="00604296" w:rsidRPr="00EB3061" w:rsidRDefault="00604296" w:rsidP="003713EF">
            <w:pPr>
              <w:pStyle w:val="BodyText2"/>
              <w:jc w:val="right"/>
              <w:rPr>
                <w:iCs/>
                <w:sz w:val="24"/>
                <w:szCs w:val="24"/>
              </w:rPr>
            </w:pPr>
            <w:r w:rsidRPr="00EB3061">
              <w:rPr>
                <w:iCs/>
                <w:sz w:val="24"/>
                <w:szCs w:val="24"/>
              </w:rPr>
              <w:t>п. 6 ст. 19, п.п.10, 17 ст. 20 ЗБО</w:t>
            </w:r>
          </w:p>
        </w:tc>
        <w:tc>
          <w:tcPr>
            <w:tcW w:w="2979" w:type="dxa"/>
            <w:gridSpan w:val="2"/>
            <w:tcBorders>
              <w:top w:val="single" w:sz="4" w:space="0" w:color="auto"/>
            </w:tcBorders>
          </w:tcPr>
          <w:p w:rsidR="00604296" w:rsidRPr="00EB3061" w:rsidRDefault="00604296" w:rsidP="003713EF">
            <w:pPr>
              <w:adjustRightInd w:val="0"/>
              <w:jc w:val="center"/>
            </w:pPr>
            <w:r w:rsidRPr="00EB3061">
              <w:t>Незамедлительно после представления и приема документов</w:t>
            </w:r>
          </w:p>
          <w:p w:rsidR="00604296" w:rsidRPr="00EB3061" w:rsidRDefault="00604296" w:rsidP="003713EF">
            <w:pPr>
              <w:jc w:val="center"/>
            </w:pPr>
          </w:p>
        </w:tc>
        <w:tc>
          <w:tcPr>
            <w:tcW w:w="2542" w:type="dxa"/>
            <w:gridSpan w:val="2"/>
            <w:tcBorders>
              <w:top w:val="single" w:sz="4" w:space="0" w:color="auto"/>
            </w:tcBorders>
          </w:tcPr>
          <w:p w:rsidR="00604296" w:rsidRPr="00EB3061" w:rsidRDefault="00604296" w:rsidP="003713EF">
            <w:pPr>
              <w:shd w:val="clear" w:color="auto" w:fill="FFFFFF"/>
              <w:jc w:val="center"/>
            </w:pPr>
            <w:r>
              <w:t>Территориальная и</w:t>
            </w:r>
            <w:r w:rsidRPr="00EB3061">
              <w:t>з</w:t>
            </w:r>
            <w:r w:rsidRPr="00EB3061">
              <w:t>бирательная комис</w:t>
            </w:r>
            <w:r>
              <w:softHyphen/>
            </w:r>
            <w:r w:rsidRPr="00EB3061">
              <w:t xml:space="preserve">сия </w:t>
            </w:r>
            <w:r>
              <w:t>Мглинского района</w:t>
            </w:r>
          </w:p>
          <w:p w:rsidR="00604296" w:rsidRPr="00EB3061" w:rsidRDefault="00604296" w:rsidP="003713EF">
            <w:pPr>
              <w:jc w:val="center"/>
              <w:rPr>
                <w:iCs/>
              </w:rPr>
            </w:pPr>
          </w:p>
        </w:tc>
      </w:tr>
      <w:tr w:rsidR="00604296" w:rsidRPr="00EB3061" w:rsidTr="00D2742C">
        <w:trPr>
          <w:trHeight w:val="20"/>
        </w:trPr>
        <w:tc>
          <w:tcPr>
            <w:tcW w:w="567" w:type="dxa"/>
          </w:tcPr>
          <w:p w:rsidR="00604296" w:rsidRPr="00EB3061" w:rsidRDefault="00604296" w:rsidP="003713EF">
            <w:pPr>
              <w:jc w:val="center"/>
              <w:rPr>
                <w:b/>
              </w:rPr>
            </w:pPr>
            <w:r>
              <w:rPr>
                <w:b/>
              </w:rPr>
              <w:t>18</w:t>
            </w:r>
            <w:r w:rsidRPr="00EB3061">
              <w:rPr>
                <w:b/>
              </w:rPr>
              <w:t>.</w:t>
            </w:r>
          </w:p>
        </w:tc>
        <w:tc>
          <w:tcPr>
            <w:tcW w:w="4118" w:type="dxa"/>
            <w:gridSpan w:val="2"/>
          </w:tcPr>
          <w:p w:rsidR="00604296" w:rsidRPr="00EB3061" w:rsidRDefault="00604296" w:rsidP="003713EF">
            <w:pPr>
              <w:adjustRightInd w:val="0"/>
              <w:rPr>
                <w:iCs/>
              </w:rPr>
            </w:pPr>
            <w:r w:rsidRPr="00EB3061">
              <w:rPr>
                <w:iCs/>
              </w:rPr>
              <w:t>Направление в соответствующие о</w:t>
            </w:r>
            <w:r w:rsidRPr="00EB3061">
              <w:rPr>
                <w:iCs/>
              </w:rPr>
              <w:t>р</w:t>
            </w:r>
            <w:r w:rsidRPr="00EB3061">
              <w:rPr>
                <w:iCs/>
              </w:rPr>
              <w:t>ганы и организации представлений о проверке достоверности сведений о кандидатах</w:t>
            </w:r>
          </w:p>
          <w:p w:rsidR="00604296" w:rsidRPr="00EB3061" w:rsidRDefault="00604296" w:rsidP="003713EF">
            <w:pPr>
              <w:adjustRightInd w:val="0"/>
              <w:ind w:firstLine="2354"/>
              <w:rPr>
                <w:iCs/>
              </w:rPr>
            </w:pPr>
            <w:r w:rsidRPr="00EB3061">
              <w:rPr>
                <w:iCs/>
              </w:rPr>
              <w:t>п. 6 ст. 33 ФЗ</w:t>
            </w:r>
          </w:p>
          <w:p w:rsidR="00604296" w:rsidRPr="00EB3061" w:rsidRDefault="00604296" w:rsidP="003713EF">
            <w:pPr>
              <w:pStyle w:val="BodyText2"/>
              <w:jc w:val="right"/>
              <w:rPr>
                <w:i/>
                <w:sz w:val="24"/>
                <w:szCs w:val="24"/>
              </w:rPr>
            </w:pPr>
            <w:r w:rsidRPr="00EB3061">
              <w:rPr>
                <w:iCs/>
                <w:sz w:val="24"/>
                <w:szCs w:val="24"/>
              </w:rPr>
              <w:t>п.7 ст.19, п.18-19 ст. 20 ЗБО</w:t>
            </w:r>
          </w:p>
        </w:tc>
        <w:tc>
          <w:tcPr>
            <w:tcW w:w="2979" w:type="dxa"/>
            <w:gridSpan w:val="2"/>
          </w:tcPr>
          <w:p w:rsidR="00604296" w:rsidRPr="00EB3061" w:rsidRDefault="00604296" w:rsidP="003713EF">
            <w:pPr>
              <w:jc w:val="center"/>
            </w:pPr>
            <w:r w:rsidRPr="00EB3061">
              <w:rPr>
                <w:iCs/>
              </w:rPr>
              <w:t>После представления с</w:t>
            </w:r>
            <w:r w:rsidRPr="00EB3061">
              <w:rPr>
                <w:iCs/>
              </w:rPr>
              <w:t>о</w:t>
            </w:r>
            <w:r w:rsidRPr="00EB3061">
              <w:rPr>
                <w:iCs/>
              </w:rPr>
              <w:t>ответствующих сведений</w:t>
            </w:r>
          </w:p>
        </w:tc>
        <w:tc>
          <w:tcPr>
            <w:tcW w:w="2542" w:type="dxa"/>
            <w:gridSpan w:val="2"/>
          </w:tcPr>
          <w:p w:rsidR="00604296" w:rsidRPr="00EB3061" w:rsidRDefault="00604296" w:rsidP="003713EF">
            <w:pPr>
              <w:shd w:val="clear" w:color="auto" w:fill="FFFFFF"/>
              <w:jc w:val="center"/>
            </w:pPr>
            <w:r>
              <w:t>Территориальная и</w:t>
            </w:r>
            <w:r w:rsidRPr="00EB3061">
              <w:t>з</w:t>
            </w:r>
            <w:r w:rsidRPr="00EB3061">
              <w:t>бирательная комис</w:t>
            </w:r>
            <w:r>
              <w:softHyphen/>
            </w:r>
            <w:r w:rsidRPr="00EB3061">
              <w:t xml:space="preserve">сия </w:t>
            </w:r>
            <w:r>
              <w:t>Мглинского района</w:t>
            </w:r>
          </w:p>
          <w:p w:rsidR="00604296" w:rsidRPr="00EB3061" w:rsidRDefault="00604296" w:rsidP="003713EF">
            <w:pPr>
              <w:shd w:val="clear" w:color="auto" w:fill="FFFFFF"/>
              <w:jc w:val="center"/>
            </w:pPr>
          </w:p>
        </w:tc>
      </w:tr>
      <w:tr w:rsidR="00604296" w:rsidRPr="00EB3061" w:rsidTr="00D2742C">
        <w:trPr>
          <w:trHeight w:val="20"/>
        </w:trPr>
        <w:tc>
          <w:tcPr>
            <w:tcW w:w="567" w:type="dxa"/>
          </w:tcPr>
          <w:p w:rsidR="00604296" w:rsidRPr="00EB3061" w:rsidRDefault="00604296" w:rsidP="003713EF">
            <w:pPr>
              <w:jc w:val="center"/>
              <w:rPr>
                <w:b/>
              </w:rPr>
            </w:pPr>
            <w:r>
              <w:rPr>
                <w:b/>
              </w:rPr>
              <w:t>19</w:t>
            </w:r>
            <w:r w:rsidRPr="00EB3061">
              <w:rPr>
                <w:b/>
              </w:rPr>
              <w:t>.</w:t>
            </w:r>
          </w:p>
        </w:tc>
        <w:tc>
          <w:tcPr>
            <w:tcW w:w="4118" w:type="dxa"/>
            <w:gridSpan w:val="2"/>
          </w:tcPr>
          <w:p w:rsidR="00604296" w:rsidRPr="00EB3061" w:rsidRDefault="00604296" w:rsidP="003713EF">
            <w:pPr>
              <w:adjustRightInd w:val="0"/>
            </w:pPr>
            <w:r w:rsidRPr="00EB3061">
              <w:rPr>
                <w:iCs/>
              </w:rPr>
              <w:t>Сбор подписей в поддержку выдв</w:t>
            </w:r>
            <w:r w:rsidRPr="00EB3061">
              <w:rPr>
                <w:iCs/>
              </w:rPr>
              <w:t>и</w:t>
            </w:r>
            <w:r w:rsidRPr="00EB3061">
              <w:rPr>
                <w:iCs/>
              </w:rPr>
              <w:t>жения кандидата, единого списка кандидатов</w:t>
            </w:r>
          </w:p>
          <w:p w:rsidR="00604296" w:rsidRPr="00EB3061" w:rsidRDefault="00604296" w:rsidP="003713EF">
            <w:pPr>
              <w:jc w:val="right"/>
            </w:pPr>
            <w:r w:rsidRPr="00EB3061">
              <w:t>п. 5 ст.37 ФЗ</w:t>
            </w:r>
          </w:p>
          <w:p w:rsidR="00604296" w:rsidRPr="00EB3061" w:rsidRDefault="00604296" w:rsidP="003713EF">
            <w:pPr>
              <w:adjustRightInd w:val="0"/>
              <w:jc w:val="right"/>
              <w:rPr>
                <w:iCs/>
              </w:rPr>
            </w:pPr>
            <w:r w:rsidRPr="00EB3061">
              <w:rPr>
                <w:iCs/>
              </w:rPr>
              <w:t>п. 1 ст.22 ЗБО</w:t>
            </w:r>
          </w:p>
        </w:tc>
        <w:tc>
          <w:tcPr>
            <w:tcW w:w="2979" w:type="dxa"/>
            <w:gridSpan w:val="2"/>
          </w:tcPr>
          <w:p w:rsidR="00604296" w:rsidRPr="00EB3061" w:rsidRDefault="00604296" w:rsidP="003713EF">
            <w:pPr>
              <w:shd w:val="clear" w:color="auto" w:fill="FFFFFF"/>
              <w:jc w:val="center"/>
              <w:rPr>
                <w:iCs/>
              </w:rPr>
            </w:pPr>
            <w:r w:rsidRPr="00EB3061">
              <w:rPr>
                <w:iCs/>
              </w:rPr>
              <w:t xml:space="preserve">Со дня, следующего за днем уведомления </w:t>
            </w:r>
            <w:r>
              <w:t>терр</w:t>
            </w:r>
            <w:r>
              <w:t>и</w:t>
            </w:r>
            <w:r>
              <w:t>ториальной и</w:t>
            </w:r>
            <w:r w:rsidRPr="00EB3061">
              <w:t>збирател</w:t>
            </w:r>
            <w:r w:rsidRPr="00EB3061">
              <w:t>ь</w:t>
            </w:r>
            <w:r w:rsidRPr="00EB3061">
              <w:t>н</w:t>
            </w:r>
            <w:r>
              <w:t>ой</w:t>
            </w:r>
            <w:r w:rsidRPr="00EB3061">
              <w:t xml:space="preserve"> комис</w:t>
            </w:r>
            <w:r>
              <w:softHyphen/>
            </w:r>
            <w:r w:rsidRPr="00EB3061">
              <w:t>си</w:t>
            </w:r>
            <w:r>
              <w:t>и</w:t>
            </w:r>
            <w:r w:rsidRPr="00EB3061">
              <w:t xml:space="preserve"> </w:t>
            </w:r>
            <w:r>
              <w:t xml:space="preserve">Мглинского района </w:t>
            </w:r>
            <w:r w:rsidRPr="00EB3061">
              <w:rPr>
                <w:iCs/>
              </w:rPr>
              <w:t>о выдвижении канди</w:t>
            </w:r>
            <w:r>
              <w:rPr>
                <w:iCs/>
              </w:rPr>
              <w:softHyphen/>
            </w:r>
            <w:r w:rsidRPr="00EB3061">
              <w:rPr>
                <w:iCs/>
              </w:rPr>
              <w:t>дата, заверения ед</w:t>
            </w:r>
            <w:r w:rsidRPr="00EB3061">
              <w:rPr>
                <w:iCs/>
              </w:rPr>
              <w:t>и</w:t>
            </w:r>
            <w:r w:rsidRPr="00EB3061">
              <w:rPr>
                <w:iCs/>
              </w:rPr>
              <w:t xml:space="preserve">ного списка кандидатов </w:t>
            </w:r>
            <w:r>
              <w:rPr>
                <w:iCs/>
              </w:rPr>
              <w:t>т</w:t>
            </w:r>
            <w:r>
              <w:t>ерриториальной и</w:t>
            </w:r>
            <w:r w:rsidRPr="00EB3061">
              <w:t>збир</w:t>
            </w:r>
            <w:r w:rsidRPr="00EB3061">
              <w:t>а</w:t>
            </w:r>
            <w:r w:rsidRPr="00EB3061">
              <w:t>тельн</w:t>
            </w:r>
            <w:r>
              <w:t>ой</w:t>
            </w:r>
            <w:r w:rsidRPr="00EB3061">
              <w:t xml:space="preserve"> комис</w:t>
            </w:r>
            <w:r>
              <w:softHyphen/>
              <w:t>сии</w:t>
            </w:r>
            <w:r w:rsidRPr="00EB3061">
              <w:t xml:space="preserve"> </w:t>
            </w:r>
            <w:r>
              <w:t>Мгли</w:t>
            </w:r>
            <w:r>
              <w:t>н</w:t>
            </w:r>
            <w:r>
              <w:t>ского района</w:t>
            </w:r>
          </w:p>
        </w:tc>
        <w:tc>
          <w:tcPr>
            <w:tcW w:w="2542" w:type="dxa"/>
            <w:gridSpan w:val="2"/>
          </w:tcPr>
          <w:p w:rsidR="00604296" w:rsidRPr="00EB3061" w:rsidRDefault="00604296" w:rsidP="003713EF">
            <w:pPr>
              <w:shd w:val="clear" w:color="auto" w:fill="FFFFFF"/>
              <w:jc w:val="center"/>
              <w:rPr>
                <w:iCs/>
              </w:rPr>
            </w:pPr>
            <w:r w:rsidRPr="00EB3061">
              <w:rPr>
                <w:iCs/>
              </w:rPr>
              <w:t>Кандидат, избира</w:t>
            </w:r>
            <w:r>
              <w:rPr>
                <w:iCs/>
              </w:rPr>
              <w:softHyphen/>
            </w:r>
            <w:r w:rsidRPr="00EB3061">
              <w:rPr>
                <w:iCs/>
              </w:rPr>
              <w:t>тельное объединение,  граждане Российской Федерации, достиг</w:t>
            </w:r>
            <w:r>
              <w:rPr>
                <w:iCs/>
              </w:rPr>
              <w:softHyphen/>
            </w:r>
            <w:r w:rsidRPr="00EB3061">
              <w:rPr>
                <w:iCs/>
              </w:rPr>
              <w:t>шие  возраста 18  лет</w:t>
            </w:r>
          </w:p>
        </w:tc>
      </w:tr>
      <w:tr w:rsidR="00604296" w:rsidRPr="00EB3061" w:rsidTr="00D2742C">
        <w:trPr>
          <w:trHeight w:val="20"/>
        </w:trPr>
        <w:tc>
          <w:tcPr>
            <w:tcW w:w="567" w:type="dxa"/>
          </w:tcPr>
          <w:p w:rsidR="00604296" w:rsidRPr="00EB3061" w:rsidRDefault="00604296" w:rsidP="003713EF">
            <w:pPr>
              <w:jc w:val="center"/>
              <w:rPr>
                <w:b/>
              </w:rPr>
            </w:pPr>
            <w:r>
              <w:rPr>
                <w:b/>
              </w:rPr>
              <w:t>20</w:t>
            </w:r>
            <w:r w:rsidRPr="00EB3061">
              <w:rPr>
                <w:b/>
              </w:rPr>
              <w:t>.</w:t>
            </w:r>
          </w:p>
        </w:tc>
        <w:tc>
          <w:tcPr>
            <w:tcW w:w="4118" w:type="dxa"/>
            <w:gridSpan w:val="2"/>
          </w:tcPr>
          <w:p w:rsidR="00604296" w:rsidRPr="00EB3061" w:rsidRDefault="00604296" w:rsidP="003713EF">
            <w:pPr>
              <w:pStyle w:val="BodyText2"/>
              <w:rPr>
                <w:sz w:val="24"/>
                <w:szCs w:val="24"/>
              </w:rPr>
            </w:pPr>
            <w:r w:rsidRPr="00EB3061">
              <w:rPr>
                <w:sz w:val="24"/>
                <w:szCs w:val="24"/>
              </w:rPr>
              <w:t xml:space="preserve">Представление в </w:t>
            </w:r>
            <w:r>
              <w:rPr>
                <w:sz w:val="24"/>
                <w:szCs w:val="24"/>
              </w:rPr>
              <w:t xml:space="preserve">территориальную </w:t>
            </w:r>
            <w:r w:rsidRPr="00EB3061">
              <w:rPr>
                <w:sz w:val="24"/>
                <w:szCs w:val="24"/>
              </w:rPr>
              <w:t xml:space="preserve">избирательную комиссию </w:t>
            </w:r>
            <w:r>
              <w:rPr>
                <w:sz w:val="24"/>
                <w:szCs w:val="24"/>
              </w:rPr>
              <w:t>Мглинск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го района</w:t>
            </w:r>
            <w:r w:rsidRPr="00EB3061">
              <w:rPr>
                <w:sz w:val="24"/>
                <w:szCs w:val="24"/>
              </w:rPr>
              <w:t xml:space="preserve"> документов для регистр</w:t>
            </w:r>
            <w:r w:rsidRPr="00EB3061">
              <w:rPr>
                <w:sz w:val="24"/>
                <w:szCs w:val="24"/>
              </w:rPr>
              <w:t>а</w:t>
            </w:r>
            <w:r w:rsidRPr="00EB3061">
              <w:rPr>
                <w:sz w:val="24"/>
                <w:szCs w:val="24"/>
              </w:rPr>
              <w:t>ции единого списка кандидатов</w:t>
            </w:r>
          </w:p>
          <w:p w:rsidR="00604296" w:rsidRPr="00EB3061" w:rsidRDefault="00604296" w:rsidP="003713EF">
            <w:pPr>
              <w:pStyle w:val="BodyText2"/>
              <w:rPr>
                <w:sz w:val="24"/>
                <w:szCs w:val="24"/>
              </w:rPr>
            </w:pPr>
          </w:p>
          <w:p w:rsidR="00604296" w:rsidRPr="00EB3061" w:rsidRDefault="00604296" w:rsidP="003713EF">
            <w:pPr>
              <w:tabs>
                <w:tab w:val="left" w:pos="470"/>
                <w:tab w:val="right" w:pos="4186"/>
              </w:tabs>
              <w:jc w:val="right"/>
              <w:rPr>
                <w:b/>
                <w:color w:val="FF0000"/>
              </w:rPr>
            </w:pPr>
            <w:r w:rsidRPr="00EB3061">
              <w:t>п. 2 ст.24 ЗБО</w:t>
            </w:r>
          </w:p>
        </w:tc>
        <w:tc>
          <w:tcPr>
            <w:tcW w:w="2979" w:type="dxa"/>
            <w:gridSpan w:val="2"/>
          </w:tcPr>
          <w:p w:rsidR="00604296" w:rsidRPr="00EB3061" w:rsidRDefault="00604296" w:rsidP="00A36828">
            <w:pPr>
              <w:adjustRightInd w:val="0"/>
              <w:jc w:val="center"/>
              <w:rPr>
                <w:color w:val="FF0000"/>
              </w:rPr>
            </w:pPr>
            <w:r w:rsidRPr="00EB3061">
              <w:t>Не позднее чем через 30  дней со дня публикации решения о назначении в</w:t>
            </w:r>
            <w:r w:rsidRPr="00EB3061">
              <w:t>ы</w:t>
            </w:r>
            <w:r w:rsidRPr="00EB3061">
              <w:t>боров (до 18 часов по м</w:t>
            </w:r>
            <w:r w:rsidRPr="00EB3061">
              <w:t>е</w:t>
            </w:r>
            <w:r w:rsidRPr="00EB3061">
              <w:t xml:space="preserve">стному времени), т.е. не позднее  18:00 часов </w:t>
            </w:r>
            <w:r w:rsidRPr="00A36828">
              <w:rPr>
                <w:b/>
              </w:rPr>
              <w:t>21</w:t>
            </w:r>
            <w:r w:rsidRPr="00EB3061">
              <w:t>.07.2019</w:t>
            </w:r>
          </w:p>
        </w:tc>
        <w:tc>
          <w:tcPr>
            <w:tcW w:w="2542" w:type="dxa"/>
            <w:gridSpan w:val="2"/>
          </w:tcPr>
          <w:p w:rsidR="00604296" w:rsidRPr="00EB3061" w:rsidRDefault="00604296" w:rsidP="003713EF">
            <w:pPr>
              <w:shd w:val="clear" w:color="auto" w:fill="FFFFFF"/>
              <w:jc w:val="center"/>
            </w:pPr>
            <w:r w:rsidRPr="00EB3061">
              <w:t>Уполномоченный представитель  изби</w:t>
            </w:r>
            <w:r>
              <w:softHyphen/>
            </w:r>
            <w:r w:rsidRPr="00EB3061">
              <w:t>рательного объедине</w:t>
            </w:r>
            <w:r>
              <w:softHyphen/>
            </w:r>
            <w:r w:rsidRPr="00EB3061">
              <w:t>ния</w:t>
            </w:r>
          </w:p>
          <w:p w:rsidR="00604296" w:rsidRPr="00EB3061" w:rsidRDefault="00604296" w:rsidP="003713EF">
            <w:pPr>
              <w:jc w:val="center"/>
              <w:rPr>
                <w:b/>
                <w:color w:val="FF0000"/>
              </w:rPr>
            </w:pPr>
          </w:p>
        </w:tc>
      </w:tr>
      <w:tr w:rsidR="00604296" w:rsidRPr="00EB3061" w:rsidTr="00D2742C">
        <w:trPr>
          <w:trHeight w:val="20"/>
        </w:trPr>
        <w:tc>
          <w:tcPr>
            <w:tcW w:w="567" w:type="dxa"/>
          </w:tcPr>
          <w:p w:rsidR="00604296" w:rsidRPr="00EB3061" w:rsidRDefault="00604296" w:rsidP="003713EF">
            <w:pPr>
              <w:jc w:val="center"/>
              <w:rPr>
                <w:b/>
              </w:rPr>
            </w:pPr>
            <w:r>
              <w:rPr>
                <w:b/>
              </w:rPr>
              <w:t>21</w:t>
            </w:r>
            <w:r w:rsidRPr="00EB3061">
              <w:rPr>
                <w:b/>
              </w:rPr>
              <w:t>.</w:t>
            </w:r>
          </w:p>
        </w:tc>
        <w:tc>
          <w:tcPr>
            <w:tcW w:w="4118" w:type="dxa"/>
            <w:gridSpan w:val="2"/>
          </w:tcPr>
          <w:p w:rsidR="00604296" w:rsidRPr="00EB3061" w:rsidRDefault="00604296" w:rsidP="003713EF">
            <w:pPr>
              <w:pStyle w:val="BodyText2"/>
              <w:rPr>
                <w:sz w:val="24"/>
                <w:szCs w:val="24"/>
              </w:rPr>
            </w:pPr>
            <w:r w:rsidRPr="00EB3061">
              <w:rPr>
                <w:sz w:val="24"/>
                <w:szCs w:val="24"/>
              </w:rPr>
              <w:t xml:space="preserve">Представление в </w:t>
            </w:r>
            <w:r>
              <w:rPr>
                <w:sz w:val="24"/>
                <w:szCs w:val="24"/>
              </w:rPr>
              <w:t xml:space="preserve">территориальную </w:t>
            </w:r>
            <w:r w:rsidRPr="00EB3061">
              <w:rPr>
                <w:sz w:val="24"/>
                <w:szCs w:val="24"/>
              </w:rPr>
              <w:t xml:space="preserve">избирательную комиссию </w:t>
            </w:r>
            <w:r>
              <w:rPr>
                <w:sz w:val="24"/>
                <w:szCs w:val="24"/>
              </w:rPr>
              <w:t>Мглинск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го района</w:t>
            </w:r>
            <w:r w:rsidRPr="00EB3061">
              <w:rPr>
                <w:sz w:val="24"/>
                <w:szCs w:val="24"/>
              </w:rPr>
              <w:t xml:space="preserve"> документов для регистр</w:t>
            </w:r>
            <w:r w:rsidRPr="00EB3061">
              <w:rPr>
                <w:sz w:val="24"/>
                <w:szCs w:val="24"/>
              </w:rPr>
              <w:t>а</w:t>
            </w:r>
            <w:r w:rsidRPr="00EB3061">
              <w:rPr>
                <w:sz w:val="24"/>
                <w:szCs w:val="24"/>
              </w:rPr>
              <w:t>ции кандидатов, выдвинутых по о</w:t>
            </w:r>
            <w:r w:rsidRPr="00EB3061">
              <w:rPr>
                <w:sz w:val="24"/>
                <w:szCs w:val="24"/>
              </w:rPr>
              <w:t>д</w:t>
            </w:r>
            <w:r w:rsidRPr="00EB3061">
              <w:rPr>
                <w:sz w:val="24"/>
                <w:szCs w:val="24"/>
              </w:rPr>
              <w:t>номандатным избирательным окр</w:t>
            </w:r>
            <w:r w:rsidRPr="00EB3061">
              <w:rPr>
                <w:sz w:val="24"/>
                <w:szCs w:val="24"/>
              </w:rPr>
              <w:t>у</w:t>
            </w:r>
            <w:r w:rsidRPr="00EB3061">
              <w:rPr>
                <w:sz w:val="24"/>
                <w:szCs w:val="24"/>
              </w:rPr>
              <w:t>гам</w:t>
            </w:r>
          </w:p>
          <w:p w:rsidR="00604296" w:rsidRPr="00EB3061" w:rsidRDefault="00604296" w:rsidP="003713EF">
            <w:pPr>
              <w:pStyle w:val="BodyText2"/>
              <w:jc w:val="right"/>
              <w:rPr>
                <w:sz w:val="24"/>
                <w:szCs w:val="24"/>
              </w:rPr>
            </w:pPr>
            <w:r w:rsidRPr="00EB3061">
              <w:rPr>
                <w:sz w:val="24"/>
                <w:szCs w:val="24"/>
              </w:rPr>
              <w:t>п.п.  1, 1.1 ст.24 ЗБО</w:t>
            </w:r>
          </w:p>
        </w:tc>
        <w:tc>
          <w:tcPr>
            <w:tcW w:w="2979" w:type="dxa"/>
            <w:gridSpan w:val="2"/>
          </w:tcPr>
          <w:p w:rsidR="00604296" w:rsidRPr="00EB3061" w:rsidRDefault="00604296" w:rsidP="00A36828">
            <w:pPr>
              <w:adjustRightInd w:val="0"/>
              <w:jc w:val="center"/>
            </w:pPr>
            <w:r w:rsidRPr="00EB3061">
              <w:t>Не позднее чем через 30  дней со дня публикации решения о назначении в</w:t>
            </w:r>
            <w:r w:rsidRPr="00EB3061">
              <w:t>ы</w:t>
            </w:r>
            <w:r w:rsidRPr="00EB3061">
              <w:t>боров (до 18 часов по м</w:t>
            </w:r>
            <w:r w:rsidRPr="00EB3061">
              <w:t>е</w:t>
            </w:r>
            <w:r w:rsidRPr="00EB3061">
              <w:t xml:space="preserve">стному времени), т.е. не позднее  18:00 часов </w:t>
            </w:r>
            <w:r w:rsidRPr="00A36828">
              <w:rPr>
                <w:b/>
              </w:rPr>
              <w:t>21</w:t>
            </w:r>
            <w:r w:rsidRPr="00EB3061">
              <w:t>.07.2019</w:t>
            </w:r>
          </w:p>
        </w:tc>
        <w:tc>
          <w:tcPr>
            <w:tcW w:w="2542" w:type="dxa"/>
            <w:gridSpan w:val="2"/>
          </w:tcPr>
          <w:p w:rsidR="00604296" w:rsidRPr="00EB3061" w:rsidRDefault="00604296" w:rsidP="003713EF">
            <w:pPr>
              <w:shd w:val="clear" w:color="auto" w:fill="FFFFFF"/>
              <w:jc w:val="center"/>
            </w:pPr>
            <w:r w:rsidRPr="00EB3061">
              <w:t>Кандидат</w:t>
            </w:r>
          </w:p>
        </w:tc>
      </w:tr>
      <w:tr w:rsidR="00604296" w:rsidRPr="00EB3061" w:rsidTr="00D2742C">
        <w:trPr>
          <w:trHeight w:val="20"/>
        </w:trPr>
        <w:tc>
          <w:tcPr>
            <w:tcW w:w="567" w:type="dxa"/>
          </w:tcPr>
          <w:p w:rsidR="00604296" w:rsidRPr="00EB3061" w:rsidRDefault="00604296" w:rsidP="003713EF">
            <w:pPr>
              <w:jc w:val="center"/>
              <w:rPr>
                <w:b/>
              </w:rPr>
            </w:pPr>
            <w:r>
              <w:rPr>
                <w:b/>
              </w:rPr>
              <w:t>22</w:t>
            </w:r>
            <w:r w:rsidRPr="00EB3061">
              <w:rPr>
                <w:b/>
              </w:rPr>
              <w:t>.</w:t>
            </w:r>
          </w:p>
        </w:tc>
        <w:tc>
          <w:tcPr>
            <w:tcW w:w="4118" w:type="dxa"/>
            <w:gridSpan w:val="2"/>
          </w:tcPr>
          <w:p w:rsidR="00604296" w:rsidRPr="00EB3061" w:rsidRDefault="00604296" w:rsidP="003713EF">
            <w:r w:rsidRPr="00EB3061">
              <w:t>Извещение кандидата, избирательн</w:t>
            </w:r>
            <w:r w:rsidRPr="00EB3061">
              <w:t>о</w:t>
            </w:r>
            <w:r w:rsidRPr="00EB3061">
              <w:t>го объединения о выявившейся н</w:t>
            </w:r>
            <w:r w:rsidRPr="00EB3061">
              <w:t>е</w:t>
            </w:r>
            <w:r w:rsidRPr="00EB3061">
              <w:t>полноте сведений о кандидате (ка</w:t>
            </w:r>
            <w:r w:rsidRPr="00EB3061">
              <w:t>н</w:t>
            </w:r>
            <w:r w:rsidRPr="00EB3061">
              <w:t>дидатах), отсутствии документов  или несоблюдении требований зак</w:t>
            </w:r>
            <w:r w:rsidRPr="00EB3061">
              <w:t>о</w:t>
            </w:r>
            <w:r w:rsidRPr="00EB3061">
              <w:t>на к их оформлению</w:t>
            </w:r>
          </w:p>
          <w:p w:rsidR="00604296" w:rsidRPr="00EB3061" w:rsidRDefault="00604296" w:rsidP="003713EF">
            <w:pPr>
              <w:jc w:val="right"/>
            </w:pPr>
            <w:r w:rsidRPr="00EB3061">
              <w:t>п. 1.1 ст. 38 ФЗ</w:t>
            </w:r>
          </w:p>
          <w:p w:rsidR="00604296" w:rsidRPr="00EB3061" w:rsidRDefault="00604296" w:rsidP="003713EF">
            <w:pPr>
              <w:jc w:val="right"/>
            </w:pPr>
            <w:r w:rsidRPr="00EB3061">
              <w:t>п.4 ст.24 ЗБО</w:t>
            </w:r>
          </w:p>
        </w:tc>
        <w:tc>
          <w:tcPr>
            <w:tcW w:w="2979" w:type="dxa"/>
            <w:gridSpan w:val="2"/>
          </w:tcPr>
          <w:p w:rsidR="00604296" w:rsidRPr="00EB3061" w:rsidRDefault="00604296" w:rsidP="003713EF">
            <w:pPr>
              <w:shd w:val="clear" w:color="auto" w:fill="FFFFFF"/>
              <w:tabs>
                <w:tab w:val="left" w:pos="1904"/>
              </w:tabs>
              <w:jc w:val="center"/>
            </w:pPr>
            <w:r w:rsidRPr="00EB3061">
              <w:t>Не позднее, чем за три дня до дня заседания избира</w:t>
            </w:r>
            <w:r>
              <w:softHyphen/>
            </w:r>
            <w:r w:rsidRPr="00EB3061">
              <w:t>тельной комиссии по во</w:t>
            </w:r>
            <w:r>
              <w:softHyphen/>
            </w:r>
            <w:r w:rsidRPr="00EB3061">
              <w:t>просу регистрации канди</w:t>
            </w:r>
            <w:r>
              <w:softHyphen/>
            </w:r>
            <w:r w:rsidRPr="00EB3061">
              <w:t>дата, единого списка кан</w:t>
            </w:r>
            <w:r>
              <w:softHyphen/>
            </w:r>
            <w:r w:rsidRPr="00EB3061">
              <w:t>дидатов</w:t>
            </w:r>
          </w:p>
        </w:tc>
        <w:tc>
          <w:tcPr>
            <w:tcW w:w="2542" w:type="dxa"/>
            <w:gridSpan w:val="2"/>
          </w:tcPr>
          <w:p w:rsidR="00604296" w:rsidRPr="00EB3061" w:rsidRDefault="00604296" w:rsidP="003713EF">
            <w:pPr>
              <w:shd w:val="clear" w:color="auto" w:fill="FFFFFF"/>
              <w:jc w:val="center"/>
            </w:pPr>
            <w:r>
              <w:t xml:space="preserve">Территориальная </w:t>
            </w:r>
            <w:r w:rsidRPr="00EB3061">
              <w:t>и</w:t>
            </w:r>
            <w:r w:rsidRPr="00EB3061">
              <w:t>з</w:t>
            </w:r>
            <w:r w:rsidRPr="00EB3061">
              <w:t>бирательн</w:t>
            </w:r>
            <w:r>
              <w:t>ая</w:t>
            </w:r>
            <w:r w:rsidRPr="00EB3061">
              <w:t xml:space="preserve"> комисси</w:t>
            </w:r>
            <w:r>
              <w:t>я</w:t>
            </w:r>
            <w:r w:rsidRPr="00EB3061">
              <w:t xml:space="preserve"> </w:t>
            </w:r>
            <w:r>
              <w:t>Мглинского района</w:t>
            </w:r>
            <w:r w:rsidRPr="00EB3061">
              <w:t xml:space="preserve"> </w:t>
            </w:r>
          </w:p>
        </w:tc>
      </w:tr>
      <w:tr w:rsidR="00604296" w:rsidRPr="00EB3061" w:rsidTr="00D2742C">
        <w:trPr>
          <w:trHeight w:val="20"/>
        </w:trPr>
        <w:tc>
          <w:tcPr>
            <w:tcW w:w="567" w:type="dxa"/>
            <w:tcBorders>
              <w:bottom w:val="single" w:sz="4" w:space="0" w:color="auto"/>
            </w:tcBorders>
          </w:tcPr>
          <w:p w:rsidR="00604296" w:rsidRPr="00EB3061" w:rsidRDefault="00604296" w:rsidP="00DB72D9">
            <w:pPr>
              <w:jc w:val="center"/>
              <w:rPr>
                <w:b/>
              </w:rPr>
            </w:pPr>
            <w:r w:rsidRPr="00EB3061">
              <w:rPr>
                <w:b/>
              </w:rPr>
              <w:t>2</w:t>
            </w:r>
            <w:r>
              <w:rPr>
                <w:b/>
              </w:rPr>
              <w:t>3</w:t>
            </w:r>
            <w:r w:rsidRPr="00EB3061">
              <w:rPr>
                <w:b/>
              </w:rPr>
              <w:t>.</w:t>
            </w:r>
          </w:p>
        </w:tc>
        <w:tc>
          <w:tcPr>
            <w:tcW w:w="4118" w:type="dxa"/>
            <w:gridSpan w:val="2"/>
            <w:tcBorders>
              <w:bottom w:val="single" w:sz="4" w:space="0" w:color="auto"/>
            </w:tcBorders>
          </w:tcPr>
          <w:p w:rsidR="00604296" w:rsidRPr="00EB3061" w:rsidRDefault="00604296" w:rsidP="003713EF">
            <w:pPr>
              <w:adjustRightInd w:val="0"/>
            </w:pPr>
            <w:r w:rsidRPr="00EB3061">
              <w:t xml:space="preserve">Внесение уточнений и дополнений в документы, представленные в </w:t>
            </w:r>
            <w:r>
              <w:t xml:space="preserve">ТИК Мглинского района </w:t>
            </w:r>
            <w:r w:rsidRPr="00EB3061">
              <w:t>для  уведомления о выдвижении и регистрации канд</w:t>
            </w:r>
            <w:r w:rsidRPr="00EB3061">
              <w:t>и</w:t>
            </w:r>
            <w:r w:rsidRPr="00EB3061">
              <w:t>датов, единых списков кандидатов</w:t>
            </w:r>
          </w:p>
          <w:p w:rsidR="00604296" w:rsidRPr="00EB3061" w:rsidRDefault="00604296" w:rsidP="003713EF">
            <w:pPr>
              <w:jc w:val="right"/>
            </w:pPr>
            <w:r w:rsidRPr="00EB3061">
              <w:t>п. 1.1 ст. 38 ФЗ</w:t>
            </w:r>
          </w:p>
          <w:p w:rsidR="00604296" w:rsidRPr="00EB3061" w:rsidRDefault="00604296" w:rsidP="003713EF">
            <w:pPr>
              <w:adjustRightInd w:val="0"/>
              <w:jc w:val="right"/>
              <w:rPr>
                <w:iCs/>
              </w:rPr>
            </w:pPr>
            <w:r w:rsidRPr="00EB3061">
              <w:t>п. 4 ст.24 ЗБО</w:t>
            </w:r>
          </w:p>
        </w:tc>
        <w:tc>
          <w:tcPr>
            <w:tcW w:w="2979" w:type="dxa"/>
            <w:gridSpan w:val="2"/>
            <w:tcBorders>
              <w:bottom w:val="single" w:sz="4" w:space="0" w:color="auto"/>
            </w:tcBorders>
          </w:tcPr>
          <w:p w:rsidR="00604296" w:rsidRPr="00EB3061" w:rsidRDefault="00604296" w:rsidP="003713EF">
            <w:pPr>
              <w:adjustRightInd w:val="0"/>
              <w:jc w:val="center"/>
              <w:rPr>
                <w:iCs/>
              </w:rPr>
            </w:pPr>
            <w:r w:rsidRPr="00EB3061">
              <w:t>Не позднее, чем за  один день до дня заседания и</w:t>
            </w:r>
            <w:r w:rsidRPr="00EB3061">
              <w:t>з</w:t>
            </w:r>
            <w:r w:rsidRPr="00EB3061">
              <w:t>бирательной комиссии по вопросу регистрации ка</w:t>
            </w:r>
            <w:r w:rsidRPr="00EB3061">
              <w:t>н</w:t>
            </w:r>
            <w:r w:rsidRPr="00EB3061">
              <w:t>дидата, единого списка кандидатов</w:t>
            </w:r>
          </w:p>
        </w:tc>
        <w:tc>
          <w:tcPr>
            <w:tcW w:w="2542" w:type="dxa"/>
            <w:gridSpan w:val="2"/>
            <w:tcBorders>
              <w:bottom w:val="single" w:sz="4" w:space="0" w:color="auto"/>
            </w:tcBorders>
          </w:tcPr>
          <w:p w:rsidR="00604296" w:rsidRPr="00EB3061" w:rsidRDefault="00604296" w:rsidP="003713EF">
            <w:pPr>
              <w:adjustRightInd w:val="0"/>
              <w:jc w:val="center"/>
              <w:rPr>
                <w:iCs/>
              </w:rPr>
            </w:pPr>
            <w:r w:rsidRPr="00EB3061">
              <w:t>Кандидат, уполном</w:t>
            </w:r>
            <w:r w:rsidRPr="00EB3061">
              <w:t>о</w:t>
            </w:r>
            <w:r w:rsidRPr="00EB3061">
              <w:t>ченный представитель избирательного объ</w:t>
            </w:r>
            <w:r w:rsidRPr="00EB3061">
              <w:t>е</w:t>
            </w:r>
            <w:r w:rsidRPr="00EB3061">
              <w:t>динения</w:t>
            </w:r>
          </w:p>
        </w:tc>
      </w:tr>
      <w:tr w:rsidR="00604296" w:rsidRPr="00EB3061" w:rsidTr="00D2742C">
        <w:trPr>
          <w:trHeight w:val="20"/>
        </w:trPr>
        <w:tc>
          <w:tcPr>
            <w:tcW w:w="567" w:type="dxa"/>
            <w:tcBorders>
              <w:top w:val="single" w:sz="4" w:space="0" w:color="auto"/>
            </w:tcBorders>
          </w:tcPr>
          <w:p w:rsidR="00604296" w:rsidRPr="00EB3061" w:rsidRDefault="00604296" w:rsidP="003713EF">
            <w:pPr>
              <w:jc w:val="center"/>
              <w:rPr>
                <w:b/>
              </w:rPr>
            </w:pPr>
            <w:r>
              <w:rPr>
                <w:b/>
              </w:rPr>
              <w:t>24</w:t>
            </w:r>
            <w:r w:rsidRPr="00EB3061">
              <w:rPr>
                <w:b/>
              </w:rPr>
              <w:t>.</w:t>
            </w:r>
          </w:p>
        </w:tc>
        <w:tc>
          <w:tcPr>
            <w:tcW w:w="4118" w:type="dxa"/>
            <w:gridSpan w:val="2"/>
            <w:tcBorders>
              <w:top w:val="single" w:sz="4" w:space="0" w:color="auto"/>
            </w:tcBorders>
          </w:tcPr>
          <w:p w:rsidR="00604296" w:rsidRPr="00EB3061" w:rsidRDefault="00604296" w:rsidP="003713EF">
            <w:r w:rsidRPr="00EB3061">
              <w:t>Передача кандидату, уполномочен</w:t>
            </w:r>
            <w:r>
              <w:softHyphen/>
            </w:r>
            <w:r w:rsidRPr="00EB3061">
              <w:t>ному представителю избирательного объединения копии итогового прото</w:t>
            </w:r>
            <w:r>
              <w:softHyphen/>
            </w:r>
            <w:r w:rsidRPr="00EB3061">
              <w:t>кола проверки подписных листов, а в случаях предусмотренных законом, – также копий иных документов</w:t>
            </w:r>
          </w:p>
          <w:p w:rsidR="00604296" w:rsidRPr="00EB3061" w:rsidRDefault="00604296" w:rsidP="003713EF">
            <w:pPr>
              <w:jc w:val="right"/>
            </w:pPr>
            <w:r w:rsidRPr="00EB3061">
              <w:t>п.7 ст. 38 ФЗ</w:t>
            </w:r>
          </w:p>
          <w:p w:rsidR="00604296" w:rsidRPr="00EB3061" w:rsidRDefault="00604296" w:rsidP="003713EF">
            <w:pPr>
              <w:jc w:val="right"/>
              <w:rPr>
                <w:b/>
                <w:bCs/>
              </w:rPr>
            </w:pPr>
            <w:r w:rsidRPr="00EB3061">
              <w:t>п. 14 ст. 24 ЗБО</w:t>
            </w:r>
          </w:p>
        </w:tc>
        <w:tc>
          <w:tcPr>
            <w:tcW w:w="2979" w:type="dxa"/>
            <w:gridSpan w:val="2"/>
            <w:tcBorders>
              <w:top w:val="single" w:sz="4" w:space="0" w:color="auto"/>
            </w:tcBorders>
          </w:tcPr>
          <w:p w:rsidR="00604296" w:rsidRPr="00EB3061" w:rsidRDefault="00604296" w:rsidP="003713EF">
            <w:pPr>
              <w:pStyle w:val="BodyText2"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EB3061">
              <w:rPr>
                <w:sz w:val="24"/>
                <w:szCs w:val="24"/>
              </w:rPr>
              <w:t>Не позднее чем за двое су</w:t>
            </w:r>
            <w:r>
              <w:rPr>
                <w:sz w:val="24"/>
                <w:szCs w:val="24"/>
              </w:rPr>
              <w:softHyphen/>
            </w:r>
            <w:r w:rsidRPr="00EB3061">
              <w:rPr>
                <w:sz w:val="24"/>
                <w:szCs w:val="24"/>
              </w:rPr>
              <w:t>ток до заседания избира</w:t>
            </w:r>
            <w:r>
              <w:rPr>
                <w:sz w:val="24"/>
                <w:szCs w:val="24"/>
              </w:rPr>
              <w:softHyphen/>
            </w:r>
            <w:r w:rsidRPr="00EB3061">
              <w:rPr>
                <w:sz w:val="24"/>
                <w:szCs w:val="24"/>
              </w:rPr>
              <w:t>тельной комиссии, на ко</w:t>
            </w:r>
            <w:r>
              <w:rPr>
                <w:sz w:val="24"/>
                <w:szCs w:val="24"/>
              </w:rPr>
              <w:softHyphen/>
            </w:r>
            <w:r w:rsidRPr="00EB3061">
              <w:rPr>
                <w:sz w:val="24"/>
                <w:szCs w:val="24"/>
              </w:rPr>
              <w:t>тором должен рассматри</w:t>
            </w:r>
            <w:r>
              <w:rPr>
                <w:sz w:val="24"/>
                <w:szCs w:val="24"/>
              </w:rPr>
              <w:softHyphen/>
            </w:r>
            <w:r w:rsidRPr="00EB3061">
              <w:rPr>
                <w:sz w:val="24"/>
                <w:szCs w:val="24"/>
              </w:rPr>
              <w:t>ваться вопрос о регистра</w:t>
            </w:r>
            <w:r>
              <w:rPr>
                <w:sz w:val="24"/>
                <w:szCs w:val="24"/>
              </w:rPr>
              <w:softHyphen/>
            </w:r>
            <w:r w:rsidRPr="00EB3061">
              <w:rPr>
                <w:sz w:val="24"/>
                <w:szCs w:val="24"/>
              </w:rPr>
              <w:t>ции кандидата, единого списка кандидатов</w:t>
            </w:r>
          </w:p>
          <w:p w:rsidR="00604296" w:rsidRPr="00EB3061" w:rsidRDefault="00604296" w:rsidP="003713EF">
            <w:pPr>
              <w:jc w:val="center"/>
            </w:pPr>
          </w:p>
        </w:tc>
        <w:tc>
          <w:tcPr>
            <w:tcW w:w="2542" w:type="dxa"/>
            <w:gridSpan w:val="2"/>
            <w:tcBorders>
              <w:top w:val="single" w:sz="4" w:space="0" w:color="auto"/>
            </w:tcBorders>
          </w:tcPr>
          <w:p w:rsidR="00604296" w:rsidRPr="00EB3061" w:rsidRDefault="00604296" w:rsidP="003713EF">
            <w:pPr>
              <w:jc w:val="center"/>
            </w:pPr>
            <w:r>
              <w:t xml:space="preserve">Территориальная </w:t>
            </w:r>
            <w:r w:rsidRPr="00EB3061">
              <w:t>и</w:t>
            </w:r>
            <w:r w:rsidRPr="00EB3061">
              <w:t>з</w:t>
            </w:r>
            <w:r w:rsidRPr="00EB3061">
              <w:t>бирательн</w:t>
            </w:r>
            <w:r>
              <w:t>ая</w:t>
            </w:r>
            <w:r w:rsidRPr="00EB3061">
              <w:t xml:space="preserve"> комисси</w:t>
            </w:r>
            <w:r>
              <w:t>я</w:t>
            </w:r>
            <w:r w:rsidRPr="00EB3061">
              <w:t xml:space="preserve"> </w:t>
            </w:r>
            <w:r>
              <w:t>Мглинского района</w:t>
            </w:r>
            <w:r w:rsidRPr="00EB3061">
              <w:t xml:space="preserve"> </w:t>
            </w:r>
          </w:p>
        </w:tc>
      </w:tr>
      <w:tr w:rsidR="00604296" w:rsidRPr="00EB3061" w:rsidTr="00D2742C">
        <w:trPr>
          <w:trHeight w:val="20"/>
        </w:trPr>
        <w:tc>
          <w:tcPr>
            <w:tcW w:w="567" w:type="dxa"/>
            <w:tcBorders>
              <w:bottom w:val="single" w:sz="4" w:space="0" w:color="auto"/>
            </w:tcBorders>
          </w:tcPr>
          <w:p w:rsidR="00604296" w:rsidRPr="00EB3061" w:rsidRDefault="00604296" w:rsidP="003713EF">
            <w:pPr>
              <w:jc w:val="center"/>
              <w:rPr>
                <w:b/>
              </w:rPr>
            </w:pPr>
            <w:r>
              <w:rPr>
                <w:b/>
              </w:rPr>
              <w:t>25</w:t>
            </w:r>
            <w:r w:rsidRPr="00EB3061">
              <w:rPr>
                <w:b/>
              </w:rPr>
              <w:t>.</w:t>
            </w:r>
          </w:p>
        </w:tc>
        <w:tc>
          <w:tcPr>
            <w:tcW w:w="4118" w:type="dxa"/>
            <w:gridSpan w:val="2"/>
          </w:tcPr>
          <w:p w:rsidR="00604296" w:rsidRPr="00EB3061" w:rsidRDefault="00604296" w:rsidP="003713EF">
            <w:pPr>
              <w:adjustRightInd w:val="0"/>
              <w:rPr>
                <w:i/>
              </w:rPr>
            </w:pPr>
            <w:r w:rsidRPr="00EB3061">
              <w:t>Принятие решения о регистрации кандидатов, единых списков канди</w:t>
            </w:r>
            <w:r>
              <w:softHyphen/>
            </w:r>
            <w:r w:rsidRPr="00EB3061">
              <w:t>датов либо об отказе в регистрации</w:t>
            </w:r>
          </w:p>
          <w:p w:rsidR="00604296" w:rsidRPr="00EB3061" w:rsidRDefault="00604296" w:rsidP="003713EF">
            <w:pPr>
              <w:jc w:val="right"/>
            </w:pPr>
            <w:r w:rsidRPr="00EB3061">
              <w:t>п. 18 ст. 38 ФЗ</w:t>
            </w:r>
          </w:p>
          <w:p w:rsidR="00604296" w:rsidRPr="00EB3061" w:rsidRDefault="00604296" w:rsidP="003713EF">
            <w:pPr>
              <w:tabs>
                <w:tab w:val="left" w:pos="3256"/>
              </w:tabs>
              <w:jc w:val="right"/>
            </w:pPr>
            <w:r w:rsidRPr="00EB3061">
              <w:t>п.1 ст.25 ЗБО</w:t>
            </w:r>
          </w:p>
        </w:tc>
        <w:tc>
          <w:tcPr>
            <w:tcW w:w="2979" w:type="dxa"/>
            <w:gridSpan w:val="2"/>
          </w:tcPr>
          <w:p w:rsidR="00604296" w:rsidRPr="00EB3061" w:rsidRDefault="00604296" w:rsidP="003713EF">
            <w:pPr>
              <w:adjustRightInd w:val="0"/>
              <w:jc w:val="center"/>
            </w:pPr>
            <w:r w:rsidRPr="00EB3061">
              <w:t>В течение 10 дней со дня приема документов</w:t>
            </w:r>
          </w:p>
          <w:p w:rsidR="00604296" w:rsidRPr="00EB3061" w:rsidRDefault="00604296" w:rsidP="003713EF">
            <w:pPr>
              <w:shd w:val="clear" w:color="auto" w:fill="FFFFFF"/>
              <w:jc w:val="center"/>
            </w:pPr>
            <w:r w:rsidRPr="00EB3061">
              <w:t>необходимых для</w:t>
            </w:r>
          </w:p>
          <w:p w:rsidR="00604296" w:rsidRPr="00EB3061" w:rsidRDefault="00604296" w:rsidP="003713EF">
            <w:pPr>
              <w:shd w:val="clear" w:color="auto" w:fill="FFFFFF"/>
              <w:jc w:val="center"/>
            </w:pPr>
            <w:r w:rsidRPr="00EB3061">
              <w:t>регистрации</w:t>
            </w:r>
          </w:p>
        </w:tc>
        <w:tc>
          <w:tcPr>
            <w:tcW w:w="2542" w:type="dxa"/>
            <w:gridSpan w:val="2"/>
            <w:tcBorders>
              <w:bottom w:val="single" w:sz="4" w:space="0" w:color="auto"/>
            </w:tcBorders>
          </w:tcPr>
          <w:p w:rsidR="00604296" w:rsidRPr="00EB3061" w:rsidRDefault="00604296" w:rsidP="003713EF">
            <w:pPr>
              <w:shd w:val="clear" w:color="auto" w:fill="FFFFFF"/>
              <w:jc w:val="center"/>
            </w:pPr>
            <w:r>
              <w:t xml:space="preserve">Территориальная </w:t>
            </w:r>
            <w:r w:rsidRPr="00EB3061">
              <w:t>и</w:t>
            </w:r>
            <w:r w:rsidRPr="00EB3061">
              <w:t>з</w:t>
            </w:r>
            <w:r w:rsidRPr="00EB3061">
              <w:t>бирательн</w:t>
            </w:r>
            <w:r>
              <w:t>ая</w:t>
            </w:r>
            <w:r w:rsidRPr="00EB3061">
              <w:t xml:space="preserve"> комисси</w:t>
            </w:r>
            <w:r>
              <w:t>я</w:t>
            </w:r>
            <w:r w:rsidRPr="00EB3061">
              <w:t xml:space="preserve"> </w:t>
            </w:r>
            <w:r>
              <w:t>Мглинского района</w:t>
            </w:r>
            <w:r w:rsidRPr="00EB3061">
              <w:t xml:space="preserve"> </w:t>
            </w:r>
          </w:p>
        </w:tc>
      </w:tr>
      <w:tr w:rsidR="00604296" w:rsidRPr="00EB3061" w:rsidTr="00D2742C">
        <w:trPr>
          <w:trHeight w:val="2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604296" w:rsidRPr="00EB3061" w:rsidRDefault="00604296" w:rsidP="003713EF">
            <w:pPr>
              <w:jc w:val="center"/>
              <w:rPr>
                <w:b/>
              </w:rPr>
            </w:pPr>
            <w:r>
              <w:rPr>
                <w:b/>
              </w:rPr>
              <w:t>26</w:t>
            </w:r>
            <w:r w:rsidRPr="00EB3061">
              <w:rPr>
                <w:b/>
              </w:rPr>
              <w:t>.</w:t>
            </w:r>
          </w:p>
        </w:tc>
        <w:tc>
          <w:tcPr>
            <w:tcW w:w="4118" w:type="dxa"/>
            <w:gridSpan w:val="2"/>
            <w:tcBorders>
              <w:bottom w:val="single" w:sz="4" w:space="0" w:color="auto"/>
            </w:tcBorders>
          </w:tcPr>
          <w:p w:rsidR="00604296" w:rsidRPr="00EB3061" w:rsidRDefault="00604296" w:rsidP="003713EF">
            <w:pPr>
              <w:adjustRightInd w:val="0"/>
            </w:pPr>
            <w:r w:rsidRPr="00EB3061">
              <w:t>В случае отказа в регистрации ка</w:t>
            </w:r>
            <w:r w:rsidRPr="00EB3061">
              <w:t>н</w:t>
            </w:r>
            <w:r w:rsidRPr="00EB3061">
              <w:t>дидата, единого списка кандидатов, исключения кандидата из единого списка кандидатов, выдача кандид</w:t>
            </w:r>
            <w:r w:rsidRPr="00EB3061">
              <w:t>а</w:t>
            </w:r>
            <w:r w:rsidRPr="00EB3061">
              <w:t xml:space="preserve">ту, уполномоченному представителю избирательного объединения копии </w:t>
            </w:r>
            <w:r>
              <w:t>с</w:t>
            </w:r>
            <w:r w:rsidRPr="00EB3061">
              <w:t>оответствующего решения с изл</w:t>
            </w:r>
            <w:r w:rsidRPr="00EB3061">
              <w:t>о</w:t>
            </w:r>
            <w:r w:rsidRPr="00EB3061">
              <w:t>жением оснований отказа, исключ</w:t>
            </w:r>
            <w:r w:rsidRPr="00EB3061">
              <w:t>е</w:t>
            </w:r>
            <w:r w:rsidRPr="00EB3061">
              <w:t>ния из списка</w:t>
            </w:r>
          </w:p>
          <w:p w:rsidR="00604296" w:rsidRDefault="00604296" w:rsidP="003713EF">
            <w:pPr>
              <w:adjustRightInd w:val="0"/>
              <w:jc w:val="right"/>
            </w:pPr>
            <w:r w:rsidRPr="00EB3061">
              <w:t xml:space="preserve">п. 23 ст. 38 ФЗ                   </w:t>
            </w:r>
          </w:p>
          <w:p w:rsidR="00604296" w:rsidRPr="00EB3061" w:rsidRDefault="00604296" w:rsidP="003713EF">
            <w:pPr>
              <w:adjustRightInd w:val="0"/>
              <w:jc w:val="right"/>
            </w:pPr>
            <w:r w:rsidRPr="00EB3061">
              <w:t>п.3 ст.25 ЗБО</w:t>
            </w:r>
          </w:p>
        </w:tc>
        <w:tc>
          <w:tcPr>
            <w:tcW w:w="2979" w:type="dxa"/>
            <w:gridSpan w:val="2"/>
            <w:tcBorders>
              <w:bottom w:val="single" w:sz="4" w:space="0" w:color="auto"/>
            </w:tcBorders>
          </w:tcPr>
          <w:p w:rsidR="00604296" w:rsidRPr="00EB3061" w:rsidRDefault="00604296" w:rsidP="003713EF">
            <w:pPr>
              <w:adjustRightInd w:val="0"/>
              <w:jc w:val="center"/>
            </w:pPr>
            <w:r w:rsidRPr="00EB3061">
              <w:t>В течение одних суток с момента принятия соот</w:t>
            </w:r>
            <w:r>
              <w:softHyphen/>
            </w:r>
            <w:r w:rsidRPr="00EB3061">
              <w:t>ветствующего  решения</w:t>
            </w:r>
          </w:p>
          <w:p w:rsidR="00604296" w:rsidRPr="00EB3061" w:rsidRDefault="00604296" w:rsidP="003713EF">
            <w:pPr>
              <w:adjustRightInd w:val="0"/>
              <w:jc w:val="center"/>
              <w:rPr>
                <w:color w:val="FF0000"/>
              </w:rPr>
            </w:pPr>
          </w:p>
        </w:tc>
        <w:tc>
          <w:tcPr>
            <w:tcW w:w="254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04296" w:rsidRPr="00EB3061" w:rsidRDefault="00604296" w:rsidP="003713EF">
            <w:pPr>
              <w:shd w:val="clear" w:color="auto" w:fill="FFFFFF"/>
              <w:jc w:val="center"/>
            </w:pPr>
            <w:r>
              <w:t xml:space="preserve">Территориальная </w:t>
            </w:r>
            <w:r w:rsidRPr="00EB3061">
              <w:t>и</w:t>
            </w:r>
            <w:r w:rsidRPr="00EB3061">
              <w:t>з</w:t>
            </w:r>
            <w:r w:rsidRPr="00EB3061">
              <w:t>бирательн</w:t>
            </w:r>
            <w:r>
              <w:t>ая</w:t>
            </w:r>
            <w:r w:rsidRPr="00EB3061">
              <w:t xml:space="preserve"> комисси</w:t>
            </w:r>
            <w:r>
              <w:t>я</w:t>
            </w:r>
            <w:r w:rsidRPr="00EB3061">
              <w:t xml:space="preserve"> </w:t>
            </w:r>
            <w:r>
              <w:t>Мглинского района</w:t>
            </w:r>
          </w:p>
          <w:p w:rsidR="00604296" w:rsidRPr="00EB3061" w:rsidRDefault="00604296" w:rsidP="003713EF">
            <w:pPr>
              <w:jc w:val="center"/>
            </w:pPr>
          </w:p>
        </w:tc>
      </w:tr>
      <w:tr w:rsidR="00604296" w:rsidRPr="00EB3061" w:rsidTr="00D2742C">
        <w:trPr>
          <w:trHeight w:val="20"/>
        </w:trPr>
        <w:tc>
          <w:tcPr>
            <w:tcW w:w="567" w:type="dxa"/>
            <w:tcBorders>
              <w:top w:val="single" w:sz="4" w:space="0" w:color="auto"/>
            </w:tcBorders>
          </w:tcPr>
          <w:p w:rsidR="00604296" w:rsidRPr="00EB3061" w:rsidRDefault="00604296" w:rsidP="003713EF">
            <w:pPr>
              <w:jc w:val="center"/>
              <w:rPr>
                <w:b/>
              </w:rPr>
            </w:pPr>
            <w:r>
              <w:rPr>
                <w:b/>
              </w:rPr>
              <w:t>27</w:t>
            </w:r>
            <w:r w:rsidRPr="00EB3061">
              <w:rPr>
                <w:b/>
              </w:rPr>
              <w:t>.</w:t>
            </w:r>
          </w:p>
        </w:tc>
        <w:tc>
          <w:tcPr>
            <w:tcW w:w="4118" w:type="dxa"/>
            <w:gridSpan w:val="2"/>
            <w:tcBorders>
              <w:top w:val="single" w:sz="4" w:space="0" w:color="auto"/>
            </w:tcBorders>
          </w:tcPr>
          <w:p w:rsidR="00604296" w:rsidRPr="00EB3061" w:rsidRDefault="00604296" w:rsidP="003713EF">
            <w:pPr>
              <w:adjustRightInd w:val="0"/>
            </w:pPr>
            <w:r w:rsidRPr="00EB3061">
              <w:t>Передача в средства массовой ин</w:t>
            </w:r>
            <w:r>
              <w:softHyphen/>
            </w:r>
            <w:r w:rsidRPr="00EB3061">
              <w:t>формации о кандидатах, зарегистри</w:t>
            </w:r>
            <w:r>
              <w:softHyphen/>
            </w:r>
            <w:r w:rsidRPr="00EB3061">
              <w:t>рованных по одномандатным избира</w:t>
            </w:r>
            <w:r>
              <w:softHyphen/>
            </w:r>
            <w:r w:rsidRPr="00EB3061">
              <w:t>тельным округам, и зарегистриро</w:t>
            </w:r>
            <w:r>
              <w:softHyphen/>
            </w:r>
            <w:r w:rsidRPr="00EB3061">
              <w:t>ванны</w:t>
            </w:r>
            <w:r>
              <w:t>х</w:t>
            </w:r>
            <w:r w:rsidRPr="00EB3061">
              <w:t xml:space="preserve"> едины</w:t>
            </w:r>
            <w:r>
              <w:t>х</w:t>
            </w:r>
            <w:r w:rsidRPr="00EB3061">
              <w:t xml:space="preserve"> списк</w:t>
            </w:r>
            <w:r>
              <w:t>ов</w:t>
            </w:r>
            <w:r w:rsidRPr="00EB3061">
              <w:t xml:space="preserve"> кандидатов со сведениями о включенных в них кандидатах</w:t>
            </w:r>
            <w:r>
              <w:t>.</w:t>
            </w:r>
          </w:p>
          <w:p w:rsidR="00604296" w:rsidRPr="00EB3061" w:rsidRDefault="00604296" w:rsidP="003713EF">
            <w:pPr>
              <w:adjustRightInd w:val="0"/>
              <w:jc w:val="right"/>
            </w:pPr>
            <w:r w:rsidRPr="00EB3061">
              <w:t>п.3 ст.25 ЗБО</w:t>
            </w:r>
          </w:p>
        </w:tc>
        <w:tc>
          <w:tcPr>
            <w:tcW w:w="2979" w:type="dxa"/>
            <w:gridSpan w:val="2"/>
            <w:tcBorders>
              <w:top w:val="single" w:sz="4" w:space="0" w:color="auto"/>
            </w:tcBorders>
          </w:tcPr>
          <w:p w:rsidR="00604296" w:rsidRPr="00EB3061" w:rsidRDefault="00604296" w:rsidP="003713EF">
            <w:pPr>
              <w:adjustRightInd w:val="0"/>
              <w:jc w:val="center"/>
            </w:pPr>
            <w:r w:rsidRPr="00EB3061">
              <w:t>В течение 48 часов после регистрации кандидата, единого списка кандида</w:t>
            </w:r>
            <w:r>
              <w:softHyphen/>
            </w:r>
            <w:r w:rsidRPr="00EB3061">
              <w:t>тов</w:t>
            </w:r>
          </w:p>
        </w:tc>
        <w:tc>
          <w:tcPr>
            <w:tcW w:w="2542" w:type="dxa"/>
            <w:gridSpan w:val="2"/>
            <w:tcBorders>
              <w:top w:val="single" w:sz="4" w:space="0" w:color="auto"/>
            </w:tcBorders>
          </w:tcPr>
          <w:p w:rsidR="00604296" w:rsidRPr="00EB3061" w:rsidRDefault="00604296" w:rsidP="003713EF">
            <w:pPr>
              <w:shd w:val="clear" w:color="auto" w:fill="FFFFFF"/>
              <w:jc w:val="center"/>
            </w:pPr>
            <w:r>
              <w:t xml:space="preserve">Территориальная </w:t>
            </w:r>
            <w:r w:rsidRPr="00EB3061">
              <w:t>и</w:t>
            </w:r>
            <w:r w:rsidRPr="00EB3061">
              <w:t>з</w:t>
            </w:r>
            <w:r w:rsidRPr="00EB3061">
              <w:t>бирательн</w:t>
            </w:r>
            <w:r>
              <w:t>ая</w:t>
            </w:r>
            <w:r w:rsidRPr="00EB3061">
              <w:t xml:space="preserve"> комисси</w:t>
            </w:r>
            <w:r>
              <w:t>я</w:t>
            </w:r>
            <w:r w:rsidRPr="00EB3061">
              <w:t xml:space="preserve"> </w:t>
            </w:r>
            <w:r>
              <w:t>Мглинского района</w:t>
            </w:r>
          </w:p>
          <w:p w:rsidR="00604296" w:rsidRPr="00EB3061" w:rsidRDefault="00604296" w:rsidP="003713EF">
            <w:pPr>
              <w:shd w:val="clear" w:color="auto" w:fill="FFFFFF"/>
              <w:jc w:val="center"/>
            </w:pPr>
          </w:p>
        </w:tc>
      </w:tr>
      <w:tr w:rsidR="00604296" w:rsidRPr="00EB3061" w:rsidTr="00D2742C">
        <w:trPr>
          <w:trHeight w:val="20"/>
        </w:trPr>
        <w:tc>
          <w:tcPr>
            <w:tcW w:w="567" w:type="dxa"/>
          </w:tcPr>
          <w:p w:rsidR="00604296" w:rsidRPr="00EB3061" w:rsidRDefault="00604296" w:rsidP="003713EF">
            <w:pPr>
              <w:jc w:val="center"/>
              <w:rPr>
                <w:b/>
              </w:rPr>
            </w:pPr>
            <w:r>
              <w:rPr>
                <w:b/>
              </w:rPr>
              <w:t>28</w:t>
            </w:r>
            <w:r w:rsidRPr="00EB3061">
              <w:rPr>
                <w:b/>
              </w:rPr>
              <w:t>.</w:t>
            </w:r>
          </w:p>
        </w:tc>
        <w:tc>
          <w:tcPr>
            <w:tcW w:w="4118" w:type="dxa"/>
            <w:gridSpan w:val="2"/>
          </w:tcPr>
          <w:p w:rsidR="00604296" w:rsidRPr="00EB3061" w:rsidRDefault="00604296" w:rsidP="002F6875">
            <w:pPr>
              <w:tabs>
                <w:tab w:val="left" w:pos="470"/>
                <w:tab w:val="right" w:pos="4186"/>
              </w:tabs>
            </w:pPr>
            <w:r w:rsidRPr="00EB3061">
              <w:t>Размещение на стендах в помещен</w:t>
            </w:r>
            <w:r w:rsidRPr="00EB3061">
              <w:t>и</w:t>
            </w:r>
            <w:r w:rsidRPr="00EB3061">
              <w:t>ях избирательных комиссий инфо</w:t>
            </w:r>
            <w:r w:rsidRPr="00EB3061">
              <w:t>р</w:t>
            </w:r>
            <w:r w:rsidRPr="00EB3061">
              <w:t>мации о зарегистрированных канд</w:t>
            </w:r>
            <w:r w:rsidRPr="00EB3061">
              <w:t>и</w:t>
            </w:r>
            <w:r w:rsidRPr="00EB3061">
              <w:t>датах</w:t>
            </w:r>
            <w:r>
              <w:t>.</w:t>
            </w:r>
          </w:p>
        </w:tc>
        <w:tc>
          <w:tcPr>
            <w:tcW w:w="2979" w:type="dxa"/>
            <w:gridSpan w:val="2"/>
          </w:tcPr>
          <w:p w:rsidR="00604296" w:rsidRPr="00EB3061" w:rsidRDefault="00604296" w:rsidP="003713EF">
            <w:pPr>
              <w:adjustRightInd w:val="0"/>
              <w:jc w:val="center"/>
              <w:rPr>
                <w:b/>
                <w:color w:val="FF0000"/>
              </w:rPr>
            </w:pPr>
            <w:r w:rsidRPr="00EB3061">
              <w:t xml:space="preserve">Не позднее, чем за 10 дней до дня голосования, </w:t>
            </w:r>
            <w:r w:rsidRPr="00EB3061">
              <w:rPr>
                <w:b/>
              </w:rPr>
              <w:t>т.е. не позднее 28.08.2019</w:t>
            </w:r>
          </w:p>
          <w:p w:rsidR="00604296" w:rsidRPr="00EB3061" w:rsidRDefault="00604296" w:rsidP="003713EF">
            <w:pPr>
              <w:jc w:val="center"/>
            </w:pPr>
          </w:p>
        </w:tc>
        <w:tc>
          <w:tcPr>
            <w:tcW w:w="2542" w:type="dxa"/>
            <w:gridSpan w:val="2"/>
          </w:tcPr>
          <w:p w:rsidR="00604296" w:rsidRPr="00EB3061" w:rsidRDefault="00604296" w:rsidP="003713EF">
            <w:pPr>
              <w:shd w:val="clear" w:color="auto" w:fill="FFFFFF"/>
              <w:jc w:val="center"/>
            </w:pPr>
            <w:r>
              <w:t>Участковые</w:t>
            </w:r>
            <w:r w:rsidRPr="00EB3061">
              <w:t xml:space="preserve"> избира</w:t>
            </w:r>
            <w:r>
              <w:softHyphen/>
            </w:r>
            <w:r w:rsidRPr="00EB3061">
              <w:t>тельные комиссии</w:t>
            </w:r>
          </w:p>
          <w:p w:rsidR="00604296" w:rsidRPr="00EB3061" w:rsidRDefault="00604296" w:rsidP="003713EF">
            <w:pPr>
              <w:jc w:val="center"/>
            </w:pPr>
          </w:p>
          <w:p w:rsidR="00604296" w:rsidRPr="00EB3061" w:rsidRDefault="00604296" w:rsidP="003713EF">
            <w:pPr>
              <w:jc w:val="center"/>
            </w:pPr>
          </w:p>
        </w:tc>
      </w:tr>
      <w:tr w:rsidR="00604296" w:rsidRPr="00EB3061" w:rsidTr="00D2742C">
        <w:trPr>
          <w:trHeight w:val="20"/>
        </w:trPr>
        <w:tc>
          <w:tcPr>
            <w:tcW w:w="567" w:type="dxa"/>
            <w:tcBorders>
              <w:bottom w:val="single" w:sz="4" w:space="0" w:color="auto"/>
            </w:tcBorders>
          </w:tcPr>
          <w:p w:rsidR="00604296" w:rsidRPr="00EB3061" w:rsidRDefault="00604296" w:rsidP="003713EF">
            <w:pPr>
              <w:jc w:val="center"/>
              <w:rPr>
                <w:b/>
              </w:rPr>
            </w:pPr>
            <w:r>
              <w:rPr>
                <w:b/>
              </w:rPr>
              <w:t>29</w:t>
            </w:r>
            <w:r w:rsidRPr="00EB3061">
              <w:rPr>
                <w:b/>
              </w:rPr>
              <w:t>.</w:t>
            </w:r>
          </w:p>
        </w:tc>
        <w:tc>
          <w:tcPr>
            <w:tcW w:w="4118" w:type="dxa"/>
            <w:gridSpan w:val="2"/>
            <w:tcBorders>
              <w:bottom w:val="single" w:sz="4" w:space="0" w:color="auto"/>
            </w:tcBorders>
          </w:tcPr>
          <w:p w:rsidR="00604296" w:rsidRPr="00EB3061" w:rsidRDefault="00604296" w:rsidP="003713EF">
            <w:pPr>
              <w:pStyle w:val="BodyText2"/>
              <w:rPr>
                <w:sz w:val="24"/>
                <w:szCs w:val="24"/>
              </w:rPr>
            </w:pPr>
            <w:r w:rsidRPr="00EB3061">
              <w:rPr>
                <w:sz w:val="24"/>
                <w:szCs w:val="24"/>
              </w:rPr>
              <w:t>Реализация права избирательного объединения отозвать кандидата, вы</w:t>
            </w:r>
            <w:r>
              <w:rPr>
                <w:sz w:val="24"/>
                <w:szCs w:val="24"/>
              </w:rPr>
              <w:softHyphen/>
            </w:r>
            <w:r w:rsidRPr="00EB3061">
              <w:rPr>
                <w:sz w:val="24"/>
                <w:szCs w:val="24"/>
              </w:rPr>
              <w:t>двинутого в составе единого списка кандидатов</w:t>
            </w:r>
            <w:r>
              <w:rPr>
                <w:sz w:val="24"/>
                <w:szCs w:val="24"/>
              </w:rPr>
              <w:t>.</w:t>
            </w:r>
          </w:p>
          <w:p w:rsidR="00604296" w:rsidRPr="00EB3061" w:rsidRDefault="00604296" w:rsidP="00DB72D9">
            <w:pPr>
              <w:jc w:val="right"/>
            </w:pPr>
            <w:r w:rsidRPr="00EB3061">
              <w:t>п. 32 ст. 38 ФЗ</w:t>
            </w:r>
          </w:p>
          <w:p w:rsidR="00604296" w:rsidRPr="00EB3061" w:rsidRDefault="00604296" w:rsidP="00DB72D9">
            <w:pPr>
              <w:tabs>
                <w:tab w:val="left" w:pos="3256"/>
              </w:tabs>
              <w:jc w:val="right"/>
            </w:pPr>
            <w:r w:rsidRPr="00EB3061">
              <w:t>п.3 ст.29 ЗБО</w:t>
            </w:r>
          </w:p>
        </w:tc>
        <w:tc>
          <w:tcPr>
            <w:tcW w:w="2979" w:type="dxa"/>
            <w:gridSpan w:val="2"/>
            <w:tcBorders>
              <w:bottom w:val="single" w:sz="4" w:space="0" w:color="auto"/>
            </w:tcBorders>
          </w:tcPr>
          <w:p w:rsidR="00604296" w:rsidRPr="00EB3061" w:rsidRDefault="00604296" w:rsidP="003713EF">
            <w:pPr>
              <w:adjustRightInd w:val="0"/>
              <w:ind w:firstLine="33"/>
              <w:jc w:val="center"/>
            </w:pPr>
            <w:r w:rsidRPr="00EB3061">
              <w:t>Не позднее, чем за 15 дней до дня голосования,</w:t>
            </w:r>
            <w:r w:rsidRPr="00EB3061">
              <w:rPr>
                <w:b/>
              </w:rPr>
              <w:t xml:space="preserve"> т.е. не позднее 23.08.2019</w:t>
            </w:r>
          </w:p>
        </w:tc>
        <w:tc>
          <w:tcPr>
            <w:tcW w:w="2542" w:type="dxa"/>
            <w:gridSpan w:val="2"/>
            <w:tcBorders>
              <w:bottom w:val="single" w:sz="4" w:space="0" w:color="auto"/>
            </w:tcBorders>
          </w:tcPr>
          <w:p w:rsidR="00604296" w:rsidRPr="00EB3061" w:rsidRDefault="00604296" w:rsidP="003713EF">
            <w:pPr>
              <w:jc w:val="center"/>
            </w:pPr>
            <w:r w:rsidRPr="00EB3061">
              <w:t>Избирательные объе</w:t>
            </w:r>
            <w:r>
              <w:softHyphen/>
            </w:r>
            <w:r w:rsidRPr="00EB3061">
              <w:t>динения</w:t>
            </w:r>
          </w:p>
          <w:p w:rsidR="00604296" w:rsidRPr="00EB3061" w:rsidRDefault="00604296" w:rsidP="003713EF">
            <w:pPr>
              <w:jc w:val="center"/>
            </w:pPr>
          </w:p>
        </w:tc>
      </w:tr>
      <w:tr w:rsidR="00604296" w:rsidRPr="00EB3061" w:rsidTr="00D2742C">
        <w:trPr>
          <w:trHeight w:val="2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604296" w:rsidRPr="00EB3061" w:rsidRDefault="00604296" w:rsidP="003713EF">
            <w:pPr>
              <w:jc w:val="center"/>
              <w:rPr>
                <w:b/>
              </w:rPr>
            </w:pPr>
            <w:r>
              <w:rPr>
                <w:b/>
              </w:rPr>
              <w:t>30</w:t>
            </w:r>
            <w:r w:rsidRPr="00EB3061">
              <w:rPr>
                <w:b/>
              </w:rPr>
              <w:t>.</w:t>
            </w:r>
          </w:p>
        </w:tc>
        <w:tc>
          <w:tcPr>
            <w:tcW w:w="411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04296" w:rsidRPr="00EB3061" w:rsidRDefault="00604296" w:rsidP="003713EF">
            <w:pPr>
              <w:pStyle w:val="BodyText2"/>
              <w:rPr>
                <w:sz w:val="24"/>
                <w:szCs w:val="24"/>
              </w:rPr>
            </w:pPr>
            <w:r w:rsidRPr="00EB3061">
              <w:rPr>
                <w:sz w:val="24"/>
                <w:szCs w:val="24"/>
              </w:rPr>
              <w:t>Реализация права избирательного объединения отозвать единый список кандидатов</w:t>
            </w:r>
            <w:r>
              <w:rPr>
                <w:sz w:val="24"/>
                <w:szCs w:val="24"/>
              </w:rPr>
              <w:t>.</w:t>
            </w:r>
          </w:p>
          <w:p w:rsidR="00604296" w:rsidRPr="00EB3061" w:rsidRDefault="00604296" w:rsidP="00DB72D9">
            <w:pPr>
              <w:jc w:val="right"/>
            </w:pPr>
            <w:r w:rsidRPr="00EB3061">
              <w:t>п.31 ст. 38 ФЗ</w:t>
            </w:r>
          </w:p>
          <w:p w:rsidR="00604296" w:rsidRPr="00EB3061" w:rsidRDefault="00604296" w:rsidP="00DB72D9">
            <w:pPr>
              <w:tabs>
                <w:tab w:val="left" w:pos="3256"/>
              </w:tabs>
              <w:jc w:val="right"/>
            </w:pPr>
            <w:r w:rsidRPr="00EB3061">
              <w:t>п.2 ст.29 ЗБО</w:t>
            </w:r>
          </w:p>
        </w:tc>
        <w:tc>
          <w:tcPr>
            <w:tcW w:w="297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04296" w:rsidRPr="00EB3061" w:rsidRDefault="00604296" w:rsidP="003713EF">
            <w:pPr>
              <w:jc w:val="center"/>
              <w:rPr>
                <w:b/>
              </w:rPr>
            </w:pPr>
            <w:r w:rsidRPr="00EB3061">
              <w:t xml:space="preserve">Не позднее, чем за 5 дней до дня голосования, </w:t>
            </w:r>
            <w:r w:rsidRPr="00EB3061">
              <w:rPr>
                <w:b/>
              </w:rPr>
              <w:t>т.е. не позднее 02.09.2019</w:t>
            </w:r>
          </w:p>
          <w:p w:rsidR="00604296" w:rsidRPr="00EB3061" w:rsidRDefault="00604296" w:rsidP="003713EF">
            <w:pPr>
              <w:jc w:val="center"/>
              <w:rPr>
                <w:b/>
              </w:rPr>
            </w:pPr>
          </w:p>
          <w:p w:rsidR="00604296" w:rsidRPr="00EB3061" w:rsidRDefault="00604296" w:rsidP="003713EF">
            <w:pPr>
              <w:jc w:val="center"/>
            </w:pPr>
          </w:p>
        </w:tc>
        <w:tc>
          <w:tcPr>
            <w:tcW w:w="254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04296" w:rsidRPr="00EB3061" w:rsidRDefault="00604296" w:rsidP="003713EF">
            <w:pPr>
              <w:jc w:val="center"/>
            </w:pPr>
            <w:r w:rsidRPr="00EB3061">
              <w:t>Избирательные объе</w:t>
            </w:r>
            <w:r>
              <w:softHyphen/>
            </w:r>
            <w:r w:rsidRPr="00EB3061">
              <w:t>динения</w:t>
            </w:r>
          </w:p>
          <w:p w:rsidR="00604296" w:rsidRPr="00EB3061" w:rsidRDefault="00604296" w:rsidP="003713EF">
            <w:pPr>
              <w:jc w:val="center"/>
            </w:pPr>
          </w:p>
        </w:tc>
      </w:tr>
      <w:tr w:rsidR="00604296" w:rsidRPr="00EB3061" w:rsidTr="00D2742C">
        <w:trPr>
          <w:trHeight w:val="2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604296" w:rsidRPr="00EB3061" w:rsidRDefault="00604296" w:rsidP="003713EF">
            <w:pPr>
              <w:jc w:val="center"/>
              <w:rPr>
                <w:b/>
              </w:rPr>
            </w:pPr>
            <w:r>
              <w:rPr>
                <w:b/>
              </w:rPr>
              <w:t>31</w:t>
            </w:r>
            <w:r w:rsidRPr="00EB3061">
              <w:rPr>
                <w:b/>
              </w:rPr>
              <w:t>.</w:t>
            </w:r>
          </w:p>
        </w:tc>
        <w:tc>
          <w:tcPr>
            <w:tcW w:w="411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04296" w:rsidRPr="00EB3061" w:rsidRDefault="00604296" w:rsidP="003713EF">
            <w:r w:rsidRPr="00EB3061">
              <w:t>Реализация права  избирательного объединения отозвать кандидата, вы</w:t>
            </w:r>
            <w:r>
              <w:softHyphen/>
            </w:r>
            <w:r w:rsidRPr="00EB3061">
              <w:t>двинутого им по одномандатному из</w:t>
            </w:r>
            <w:r>
              <w:softHyphen/>
            </w:r>
            <w:r w:rsidRPr="00EB3061">
              <w:t>бирательному округу</w:t>
            </w:r>
          </w:p>
          <w:p w:rsidR="00604296" w:rsidRPr="00EB3061" w:rsidRDefault="00604296" w:rsidP="00DB72D9">
            <w:pPr>
              <w:jc w:val="right"/>
            </w:pPr>
            <w:r w:rsidRPr="00EB3061">
              <w:t>п.32 ст. 38 ФЗ</w:t>
            </w:r>
          </w:p>
          <w:p w:rsidR="00604296" w:rsidRPr="00EB3061" w:rsidRDefault="00604296" w:rsidP="00DB72D9">
            <w:pPr>
              <w:jc w:val="right"/>
            </w:pPr>
            <w:r w:rsidRPr="00EB3061">
              <w:t>п.3 ст.29 ЗБО</w:t>
            </w:r>
          </w:p>
        </w:tc>
        <w:tc>
          <w:tcPr>
            <w:tcW w:w="297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04296" w:rsidRPr="00EB3061" w:rsidRDefault="00604296" w:rsidP="003713EF">
            <w:pPr>
              <w:jc w:val="center"/>
            </w:pPr>
            <w:r w:rsidRPr="00EB3061">
              <w:t xml:space="preserve">Не позднее, чем за 5 дней до дня голосования, </w:t>
            </w:r>
            <w:r w:rsidRPr="00EB3061">
              <w:rPr>
                <w:b/>
              </w:rPr>
              <w:t>т.е. не позднее 02.09.2019</w:t>
            </w:r>
          </w:p>
        </w:tc>
        <w:tc>
          <w:tcPr>
            <w:tcW w:w="254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04296" w:rsidRPr="00EB3061" w:rsidRDefault="00604296" w:rsidP="003713EF">
            <w:pPr>
              <w:jc w:val="center"/>
            </w:pPr>
            <w:r w:rsidRPr="00EB3061">
              <w:t>Избирательные объе</w:t>
            </w:r>
            <w:r>
              <w:softHyphen/>
            </w:r>
            <w:r w:rsidRPr="00EB3061">
              <w:t>динения</w:t>
            </w:r>
          </w:p>
          <w:p w:rsidR="00604296" w:rsidRPr="00EB3061" w:rsidRDefault="00604296" w:rsidP="003713EF">
            <w:pPr>
              <w:jc w:val="center"/>
            </w:pPr>
          </w:p>
          <w:p w:rsidR="00604296" w:rsidRPr="00EB3061" w:rsidRDefault="00604296" w:rsidP="003713EF">
            <w:pPr>
              <w:jc w:val="center"/>
            </w:pPr>
          </w:p>
        </w:tc>
      </w:tr>
      <w:tr w:rsidR="00604296" w:rsidRPr="00EB3061" w:rsidTr="00D2742C">
        <w:trPr>
          <w:trHeight w:val="2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604296" w:rsidRPr="00EB3061" w:rsidRDefault="00604296" w:rsidP="003713EF">
            <w:pPr>
              <w:jc w:val="center"/>
              <w:rPr>
                <w:b/>
              </w:rPr>
            </w:pPr>
            <w:r>
              <w:rPr>
                <w:b/>
              </w:rPr>
              <w:t>32</w:t>
            </w:r>
            <w:r w:rsidRPr="00EB3061">
              <w:rPr>
                <w:b/>
              </w:rPr>
              <w:t>.</w:t>
            </w:r>
          </w:p>
        </w:tc>
        <w:tc>
          <w:tcPr>
            <w:tcW w:w="411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04296" w:rsidRPr="00EB3061" w:rsidRDefault="00604296" w:rsidP="003713EF">
            <w:pPr>
              <w:shd w:val="clear" w:color="auto" w:fill="FFFFFF"/>
            </w:pPr>
            <w:r w:rsidRPr="00EB3061">
              <w:t>Реализация права кандидата, выдви</w:t>
            </w:r>
            <w:r>
              <w:softHyphen/>
            </w:r>
            <w:r w:rsidRPr="00EB3061">
              <w:t>нутого в составе единого списка кан</w:t>
            </w:r>
            <w:r>
              <w:softHyphen/>
            </w:r>
            <w:r w:rsidRPr="00EB3061">
              <w:t>дидатов, на снятие своей кандида</w:t>
            </w:r>
            <w:r>
              <w:softHyphen/>
            </w:r>
            <w:r w:rsidRPr="00EB3061">
              <w:t>туры</w:t>
            </w:r>
          </w:p>
          <w:p w:rsidR="00604296" w:rsidRPr="00EB3061" w:rsidRDefault="00604296" w:rsidP="003713EF"/>
          <w:p w:rsidR="00604296" w:rsidRPr="00EB3061" w:rsidRDefault="00604296" w:rsidP="00DB72D9">
            <w:pPr>
              <w:jc w:val="right"/>
            </w:pPr>
            <w:r w:rsidRPr="00EB3061">
              <w:t>п.30 ст. 38 ФЗ</w:t>
            </w:r>
          </w:p>
          <w:p w:rsidR="00604296" w:rsidRPr="00EB3061" w:rsidRDefault="00604296" w:rsidP="00DB72D9">
            <w:pPr>
              <w:jc w:val="right"/>
            </w:pPr>
            <w:r w:rsidRPr="00EB3061">
              <w:t>п.1 ст.29 ЗБО</w:t>
            </w:r>
          </w:p>
        </w:tc>
        <w:tc>
          <w:tcPr>
            <w:tcW w:w="297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04296" w:rsidRPr="00EB3061" w:rsidRDefault="00604296" w:rsidP="003713EF">
            <w:pPr>
              <w:adjustRightInd w:val="0"/>
              <w:ind w:firstLine="33"/>
              <w:jc w:val="center"/>
            </w:pPr>
            <w:r w:rsidRPr="00EB3061">
              <w:t>Не позднее, чем за 15 дней до дня голосования,</w:t>
            </w:r>
            <w:r w:rsidRPr="00EB3061">
              <w:rPr>
                <w:b/>
              </w:rPr>
              <w:t xml:space="preserve"> т.е. не позднее 23.08.2019, </w:t>
            </w:r>
            <w:r w:rsidRPr="00EB3061">
              <w:t>а при наличии вынуж</w:t>
            </w:r>
            <w:r>
              <w:softHyphen/>
            </w:r>
            <w:r w:rsidRPr="00EB3061">
              <w:t>дающих к тому обстоя</w:t>
            </w:r>
            <w:r>
              <w:softHyphen/>
            </w:r>
            <w:r w:rsidRPr="00EB3061">
              <w:t>тельств не позднее, чем за один день до дня голосо</w:t>
            </w:r>
            <w:r>
              <w:softHyphen/>
            </w:r>
            <w:r w:rsidRPr="00EB3061">
              <w:t xml:space="preserve">вания, </w:t>
            </w:r>
            <w:r w:rsidRPr="00EB3061">
              <w:rPr>
                <w:b/>
              </w:rPr>
              <w:t>т.е. не позднее 06.09.2019</w:t>
            </w:r>
          </w:p>
        </w:tc>
        <w:tc>
          <w:tcPr>
            <w:tcW w:w="254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04296" w:rsidRPr="00EB3061" w:rsidRDefault="00604296" w:rsidP="003713EF">
            <w:pPr>
              <w:shd w:val="clear" w:color="auto" w:fill="FFFFFF"/>
              <w:jc w:val="center"/>
            </w:pPr>
            <w:r w:rsidRPr="00EB3061">
              <w:t>Кандидат, выдвину</w:t>
            </w:r>
            <w:r>
              <w:softHyphen/>
            </w:r>
            <w:r w:rsidRPr="00EB3061">
              <w:t>тый в составе  еди</w:t>
            </w:r>
            <w:r>
              <w:softHyphen/>
            </w:r>
            <w:r w:rsidRPr="00EB3061">
              <w:t>ного списка кандида</w:t>
            </w:r>
            <w:r>
              <w:softHyphen/>
            </w:r>
            <w:r w:rsidRPr="00EB3061">
              <w:t>тов</w:t>
            </w:r>
          </w:p>
          <w:p w:rsidR="00604296" w:rsidRPr="00EB3061" w:rsidRDefault="00604296" w:rsidP="003713EF">
            <w:pPr>
              <w:jc w:val="center"/>
            </w:pPr>
          </w:p>
          <w:p w:rsidR="00604296" w:rsidRPr="00EB3061" w:rsidRDefault="00604296" w:rsidP="003713EF">
            <w:pPr>
              <w:jc w:val="center"/>
            </w:pPr>
          </w:p>
        </w:tc>
      </w:tr>
      <w:tr w:rsidR="00604296" w:rsidRPr="00EB3061" w:rsidTr="00D2742C">
        <w:trPr>
          <w:trHeight w:val="20"/>
        </w:trPr>
        <w:tc>
          <w:tcPr>
            <w:tcW w:w="567" w:type="dxa"/>
            <w:tcBorders>
              <w:top w:val="single" w:sz="4" w:space="0" w:color="auto"/>
            </w:tcBorders>
          </w:tcPr>
          <w:p w:rsidR="00604296" w:rsidRPr="00EB3061" w:rsidRDefault="00604296" w:rsidP="00627496">
            <w:pPr>
              <w:jc w:val="center"/>
              <w:rPr>
                <w:b/>
              </w:rPr>
            </w:pPr>
            <w:r w:rsidRPr="00EB3061">
              <w:rPr>
                <w:b/>
              </w:rPr>
              <w:t>3</w:t>
            </w:r>
            <w:r>
              <w:rPr>
                <w:b/>
              </w:rPr>
              <w:t>3</w:t>
            </w:r>
            <w:r w:rsidRPr="00EB3061">
              <w:rPr>
                <w:b/>
              </w:rPr>
              <w:t>.</w:t>
            </w:r>
          </w:p>
        </w:tc>
        <w:tc>
          <w:tcPr>
            <w:tcW w:w="4118" w:type="dxa"/>
            <w:gridSpan w:val="2"/>
            <w:tcBorders>
              <w:top w:val="single" w:sz="4" w:space="0" w:color="auto"/>
            </w:tcBorders>
          </w:tcPr>
          <w:p w:rsidR="00604296" w:rsidRPr="00EB3061" w:rsidRDefault="00604296" w:rsidP="003713EF">
            <w:r w:rsidRPr="00EB3061">
              <w:t>Реализация права кандидата, выдви</w:t>
            </w:r>
            <w:r>
              <w:softHyphen/>
            </w:r>
            <w:r w:rsidRPr="00EB3061">
              <w:t>нутого непосредственно, на снятие своей кандидатуры</w:t>
            </w:r>
          </w:p>
          <w:p w:rsidR="00604296" w:rsidRPr="00EB3061" w:rsidRDefault="00604296" w:rsidP="003713EF"/>
          <w:p w:rsidR="00604296" w:rsidRPr="00EB3061" w:rsidRDefault="00604296" w:rsidP="00DB72D9">
            <w:pPr>
              <w:jc w:val="right"/>
            </w:pPr>
            <w:r w:rsidRPr="00EB3061">
              <w:t>п.30 ст. 38 ФЗ</w:t>
            </w:r>
          </w:p>
          <w:p w:rsidR="00604296" w:rsidRPr="00EB3061" w:rsidRDefault="00604296" w:rsidP="00DB72D9">
            <w:pPr>
              <w:jc w:val="right"/>
            </w:pPr>
            <w:r w:rsidRPr="00EB3061">
              <w:t>п.1 ст. 29 ЗБО</w:t>
            </w:r>
          </w:p>
        </w:tc>
        <w:tc>
          <w:tcPr>
            <w:tcW w:w="2979" w:type="dxa"/>
            <w:gridSpan w:val="2"/>
            <w:tcBorders>
              <w:top w:val="single" w:sz="4" w:space="0" w:color="auto"/>
            </w:tcBorders>
          </w:tcPr>
          <w:p w:rsidR="00604296" w:rsidRPr="00EB3061" w:rsidRDefault="00604296" w:rsidP="003713EF">
            <w:pPr>
              <w:jc w:val="center"/>
            </w:pPr>
            <w:r w:rsidRPr="00EB3061">
              <w:t xml:space="preserve">Не позднее, чем за 5 дней до дня голосования, </w:t>
            </w:r>
            <w:r w:rsidRPr="00EB3061">
              <w:rPr>
                <w:b/>
              </w:rPr>
              <w:t>т.е. не позднее 02.09.2019,</w:t>
            </w:r>
            <w:r w:rsidRPr="00EB3061">
              <w:t xml:space="preserve"> а при наличии вынужда</w:t>
            </w:r>
            <w:r w:rsidRPr="00EB3061">
              <w:t>ю</w:t>
            </w:r>
            <w:r w:rsidRPr="00EB3061">
              <w:t xml:space="preserve">щих к тому обстоятельств не позднее, чем за один день до дня голосования, </w:t>
            </w:r>
            <w:r w:rsidRPr="00EB3061">
              <w:rPr>
                <w:b/>
              </w:rPr>
              <w:t>т.е. не позднее 06.09.2019</w:t>
            </w:r>
          </w:p>
        </w:tc>
        <w:tc>
          <w:tcPr>
            <w:tcW w:w="2542" w:type="dxa"/>
            <w:gridSpan w:val="2"/>
            <w:tcBorders>
              <w:top w:val="single" w:sz="4" w:space="0" w:color="auto"/>
            </w:tcBorders>
          </w:tcPr>
          <w:p w:rsidR="00604296" w:rsidRPr="00EB3061" w:rsidRDefault="00604296" w:rsidP="003713EF">
            <w:pPr>
              <w:shd w:val="clear" w:color="auto" w:fill="FFFFFF"/>
              <w:jc w:val="center"/>
            </w:pPr>
            <w:r w:rsidRPr="00EB3061">
              <w:t>Кандидат, выдвину</w:t>
            </w:r>
            <w:r>
              <w:softHyphen/>
            </w:r>
            <w:r w:rsidRPr="00EB3061">
              <w:t>тый по одномандат</w:t>
            </w:r>
            <w:r>
              <w:softHyphen/>
            </w:r>
            <w:r w:rsidRPr="00EB3061">
              <w:t>ному избирательному округу</w:t>
            </w:r>
          </w:p>
        </w:tc>
      </w:tr>
      <w:tr w:rsidR="00604296" w:rsidRPr="00EB3061" w:rsidTr="00D2742C">
        <w:trPr>
          <w:trHeight w:val="20"/>
        </w:trPr>
        <w:tc>
          <w:tcPr>
            <w:tcW w:w="10206" w:type="dxa"/>
            <w:gridSpan w:val="7"/>
          </w:tcPr>
          <w:p w:rsidR="00604296" w:rsidRPr="00EB3061" w:rsidRDefault="00604296" w:rsidP="003713EF">
            <w:pPr>
              <w:rPr>
                <w:b/>
                <w:bCs/>
              </w:rPr>
            </w:pPr>
          </w:p>
          <w:p w:rsidR="00604296" w:rsidRPr="00EB3061" w:rsidRDefault="00604296" w:rsidP="00DB72D9">
            <w:pPr>
              <w:jc w:val="center"/>
              <w:rPr>
                <w:b/>
                <w:bCs/>
              </w:rPr>
            </w:pPr>
            <w:r w:rsidRPr="00EB3061">
              <w:rPr>
                <w:b/>
                <w:bCs/>
              </w:rPr>
              <w:t>СТАТУС КАНДИДАТОВ</w:t>
            </w:r>
          </w:p>
          <w:p w:rsidR="00604296" w:rsidRPr="00EB3061" w:rsidRDefault="00604296" w:rsidP="003713EF">
            <w:pPr>
              <w:rPr>
                <w:b/>
                <w:bCs/>
              </w:rPr>
            </w:pPr>
          </w:p>
        </w:tc>
      </w:tr>
      <w:tr w:rsidR="00604296" w:rsidRPr="00EB3061" w:rsidTr="00D2742C">
        <w:trPr>
          <w:trHeight w:val="20"/>
        </w:trPr>
        <w:tc>
          <w:tcPr>
            <w:tcW w:w="567" w:type="dxa"/>
          </w:tcPr>
          <w:p w:rsidR="00604296" w:rsidRPr="00EB3061" w:rsidRDefault="00604296" w:rsidP="003713EF">
            <w:pPr>
              <w:jc w:val="center"/>
              <w:rPr>
                <w:b/>
              </w:rPr>
            </w:pPr>
            <w:r w:rsidRPr="00EB3061">
              <w:rPr>
                <w:b/>
              </w:rPr>
              <w:t>3</w:t>
            </w:r>
            <w:r>
              <w:rPr>
                <w:b/>
              </w:rPr>
              <w:t>4</w:t>
            </w:r>
            <w:r w:rsidRPr="00EB3061">
              <w:rPr>
                <w:b/>
              </w:rPr>
              <w:t>.</w:t>
            </w:r>
          </w:p>
        </w:tc>
        <w:tc>
          <w:tcPr>
            <w:tcW w:w="4118" w:type="dxa"/>
            <w:gridSpan w:val="2"/>
          </w:tcPr>
          <w:p w:rsidR="00604296" w:rsidRPr="00EB3061" w:rsidRDefault="00604296" w:rsidP="003713EF">
            <w:r w:rsidRPr="00EB3061">
              <w:t>Представление в избирательную к</w:t>
            </w:r>
            <w:r w:rsidRPr="00EB3061">
              <w:t>о</w:t>
            </w:r>
            <w:r w:rsidRPr="00EB3061">
              <w:t>миссию заверенной копии приказа (распоряжения) об освобождении от выполнения должностных или сл</w:t>
            </w:r>
            <w:r w:rsidRPr="00EB3061">
              <w:t>у</w:t>
            </w:r>
            <w:r w:rsidRPr="00EB3061">
              <w:t>жебных обязанностей</w:t>
            </w:r>
          </w:p>
          <w:p w:rsidR="00604296" w:rsidRPr="00EB3061" w:rsidRDefault="00604296" w:rsidP="003713EF"/>
          <w:p w:rsidR="00604296" w:rsidRPr="00EB3061" w:rsidRDefault="00604296" w:rsidP="008A115A">
            <w:pPr>
              <w:jc w:val="right"/>
            </w:pPr>
            <w:r w:rsidRPr="00EB3061">
              <w:t>п. 2 ст. 40 ФЗ</w:t>
            </w:r>
          </w:p>
          <w:p w:rsidR="00604296" w:rsidRPr="00EB3061" w:rsidRDefault="00604296" w:rsidP="008A115A">
            <w:pPr>
              <w:tabs>
                <w:tab w:val="right" w:pos="4332"/>
              </w:tabs>
              <w:jc w:val="right"/>
            </w:pPr>
            <w:r w:rsidRPr="00EB3061">
              <w:t>п. 4 ст. 26 ЗБО</w:t>
            </w:r>
          </w:p>
        </w:tc>
        <w:tc>
          <w:tcPr>
            <w:tcW w:w="2979" w:type="dxa"/>
            <w:gridSpan w:val="2"/>
          </w:tcPr>
          <w:p w:rsidR="00604296" w:rsidRPr="00EB3061" w:rsidRDefault="00604296" w:rsidP="003713EF">
            <w:pPr>
              <w:jc w:val="center"/>
            </w:pPr>
            <w:r w:rsidRPr="00EB3061">
              <w:t>Не позднее чем через пять дней со дня регистрации</w:t>
            </w:r>
          </w:p>
        </w:tc>
        <w:tc>
          <w:tcPr>
            <w:tcW w:w="2542" w:type="dxa"/>
            <w:gridSpan w:val="2"/>
          </w:tcPr>
          <w:p w:rsidR="00604296" w:rsidRPr="00EB3061" w:rsidRDefault="00604296" w:rsidP="003713EF">
            <w:pPr>
              <w:jc w:val="center"/>
              <w:rPr>
                <w:b/>
                <w:bCs/>
              </w:rPr>
            </w:pPr>
            <w:r w:rsidRPr="00EB3061">
              <w:t>Зарегистрированные кандидаты, наход</w:t>
            </w:r>
            <w:r w:rsidRPr="00EB3061">
              <w:t>я</w:t>
            </w:r>
            <w:r w:rsidRPr="00EB3061">
              <w:t>щиеся на государс</w:t>
            </w:r>
            <w:r w:rsidRPr="00EB3061">
              <w:t>т</w:t>
            </w:r>
            <w:r w:rsidRPr="00EB3061">
              <w:t>венной или муниц</w:t>
            </w:r>
            <w:r w:rsidRPr="00EB3061">
              <w:t>и</w:t>
            </w:r>
            <w:r w:rsidRPr="00EB3061">
              <w:t>пальной службе либо работающие в орган</w:t>
            </w:r>
            <w:r w:rsidRPr="00EB3061">
              <w:t>и</w:t>
            </w:r>
            <w:r w:rsidRPr="00EB3061">
              <w:t>зациях, осущест</w:t>
            </w:r>
            <w:r w:rsidRPr="00EB3061">
              <w:t>в</w:t>
            </w:r>
            <w:r w:rsidRPr="00EB3061">
              <w:t>ляющих выпуск средств массовой и</w:t>
            </w:r>
            <w:r w:rsidRPr="00EB3061">
              <w:t>н</w:t>
            </w:r>
            <w:r w:rsidRPr="00EB3061">
              <w:t>формации</w:t>
            </w:r>
          </w:p>
        </w:tc>
      </w:tr>
      <w:tr w:rsidR="00604296" w:rsidRPr="00EB3061" w:rsidTr="00D2742C">
        <w:trPr>
          <w:trHeight w:val="20"/>
        </w:trPr>
        <w:tc>
          <w:tcPr>
            <w:tcW w:w="567" w:type="dxa"/>
          </w:tcPr>
          <w:p w:rsidR="00604296" w:rsidRPr="00EB3061" w:rsidRDefault="00604296" w:rsidP="00627496">
            <w:pPr>
              <w:jc w:val="center"/>
              <w:rPr>
                <w:b/>
              </w:rPr>
            </w:pPr>
            <w:r w:rsidRPr="00EB3061">
              <w:rPr>
                <w:b/>
              </w:rPr>
              <w:t>3</w:t>
            </w:r>
            <w:r>
              <w:rPr>
                <w:b/>
              </w:rPr>
              <w:t>5</w:t>
            </w:r>
            <w:r w:rsidRPr="00EB3061">
              <w:rPr>
                <w:b/>
              </w:rPr>
              <w:t>.</w:t>
            </w:r>
          </w:p>
        </w:tc>
        <w:tc>
          <w:tcPr>
            <w:tcW w:w="4118" w:type="dxa"/>
            <w:gridSpan w:val="2"/>
          </w:tcPr>
          <w:p w:rsidR="00604296" w:rsidRPr="00EB3061" w:rsidRDefault="00604296" w:rsidP="003713EF">
            <w:pPr>
              <w:adjustRightInd w:val="0"/>
            </w:pPr>
            <w:r w:rsidRPr="00EB3061">
              <w:t>Назначение доверенных лиц  канд</w:t>
            </w:r>
            <w:r w:rsidRPr="00EB3061">
              <w:t>и</w:t>
            </w:r>
            <w:r w:rsidRPr="00EB3061">
              <w:t>датов, выдвинутых по одноманда</w:t>
            </w:r>
            <w:r w:rsidRPr="00EB3061">
              <w:t>т</w:t>
            </w:r>
            <w:r w:rsidRPr="00EB3061">
              <w:t>ному избирательному округу, и дов</w:t>
            </w:r>
            <w:r w:rsidRPr="00EB3061">
              <w:t>е</w:t>
            </w:r>
            <w:r w:rsidRPr="00EB3061">
              <w:t>ренных лиц избирательных объед</w:t>
            </w:r>
            <w:r w:rsidRPr="00EB3061">
              <w:t>и</w:t>
            </w:r>
            <w:r w:rsidRPr="00EB3061">
              <w:t>нений, выдвинувших единый список кандидатов</w:t>
            </w:r>
          </w:p>
          <w:p w:rsidR="00604296" w:rsidRPr="00EB3061" w:rsidRDefault="00604296" w:rsidP="008A115A">
            <w:pPr>
              <w:jc w:val="right"/>
            </w:pPr>
            <w:r w:rsidRPr="00EB3061">
              <w:t>п. 1 ст. 43 ФЗ</w:t>
            </w:r>
          </w:p>
          <w:p w:rsidR="00604296" w:rsidRPr="00EB3061" w:rsidRDefault="00604296" w:rsidP="008A115A">
            <w:pPr>
              <w:jc w:val="right"/>
            </w:pPr>
            <w:r w:rsidRPr="00EB3061">
              <w:t>п.1 ст. 27 ЗБО</w:t>
            </w:r>
          </w:p>
        </w:tc>
        <w:tc>
          <w:tcPr>
            <w:tcW w:w="2979" w:type="dxa"/>
            <w:gridSpan w:val="2"/>
          </w:tcPr>
          <w:p w:rsidR="00604296" w:rsidRPr="00EB3061" w:rsidRDefault="00604296" w:rsidP="003713EF">
            <w:pPr>
              <w:jc w:val="center"/>
            </w:pPr>
            <w:r w:rsidRPr="00EB3061">
              <w:t>После выдвижения канд</w:t>
            </w:r>
            <w:r w:rsidRPr="00EB3061">
              <w:t>и</w:t>
            </w:r>
            <w:r w:rsidRPr="00EB3061">
              <w:t>дата, единого списка ка</w:t>
            </w:r>
            <w:r w:rsidRPr="00EB3061">
              <w:t>н</w:t>
            </w:r>
            <w:r w:rsidRPr="00EB3061">
              <w:t>дидатов</w:t>
            </w:r>
          </w:p>
        </w:tc>
        <w:tc>
          <w:tcPr>
            <w:tcW w:w="2542" w:type="dxa"/>
            <w:gridSpan w:val="2"/>
          </w:tcPr>
          <w:p w:rsidR="00604296" w:rsidRPr="00EB3061" w:rsidRDefault="00604296" w:rsidP="003713EF">
            <w:pPr>
              <w:jc w:val="center"/>
            </w:pPr>
            <w:r w:rsidRPr="00EB3061">
              <w:t>Кандидаты, выдвин</w:t>
            </w:r>
            <w:r w:rsidRPr="00EB3061">
              <w:t>у</w:t>
            </w:r>
            <w:r w:rsidRPr="00EB3061">
              <w:t>тые по одноманда</w:t>
            </w:r>
            <w:r w:rsidRPr="00EB3061">
              <w:t>т</w:t>
            </w:r>
            <w:r w:rsidRPr="00EB3061">
              <w:t>ному избирательному округу, избирател</w:t>
            </w:r>
            <w:r w:rsidRPr="00EB3061">
              <w:t>ь</w:t>
            </w:r>
            <w:r w:rsidRPr="00EB3061">
              <w:t>ные объединения, в</w:t>
            </w:r>
            <w:r w:rsidRPr="00EB3061">
              <w:t>ы</w:t>
            </w:r>
            <w:r w:rsidRPr="00EB3061">
              <w:t>двинувшие единый список  кандидатов</w:t>
            </w:r>
          </w:p>
        </w:tc>
      </w:tr>
      <w:tr w:rsidR="00604296" w:rsidRPr="00EB3061" w:rsidTr="00D2742C">
        <w:trPr>
          <w:trHeight w:val="20"/>
        </w:trPr>
        <w:tc>
          <w:tcPr>
            <w:tcW w:w="567" w:type="dxa"/>
            <w:tcBorders>
              <w:bottom w:val="single" w:sz="4" w:space="0" w:color="auto"/>
            </w:tcBorders>
          </w:tcPr>
          <w:p w:rsidR="00604296" w:rsidRPr="00EB3061" w:rsidRDefault="00604296" w:rsidP="003713EF">
            <w:pPr>
              <w:jc w:val="center"/>
              <w:rPr>
                <w:b/>
              </w:rPr>
            </w:pPr>
            <w:r>
              <w:rPr>
                <w:b/>
              </w:rPr>
              <w:t>36</w:t>
            </w:r>
            <w:r w:rsidRPr="00EB3061">
              <w:rPr>
                <w:b/>
              </w:rPr>
              <w:t>.</w:t>
            </w:r>
          </w:p>
        </w:tc>
        <w:tc>
          <w:tcPr>
            <w:tcW w:w="4118" w:type="dxa"/>
            <w:gridSpan w:val="2"/>
            <w:tcBorders>
              <w:bottom w:val="single" w:sz="4" w:space="0" w:color="auto"/>
            </w:tcBorders>
          </w:tcPr>
          <w:p w:rsidR="00604296" w:rsidRPr="00EB3061" w:rsidRDefault="00604296" w:rsidP="003713EF">
            <w:r w:rsidRPr="00EB3061">
              <w:t>Регистрация доверенных лиц канд</w:t>
            </w:r>
            <w:r w:rsidRPr="00EB3061">
              <w:t>и</w:t>
            </w:r>
            <w:r w:rsidRPr="00EB3061">
              <w:t>датов, избирательных объединений</w:t>
            </w:r>
          </w:p>
          <w:p w:rsidR="00604296" w:rsidRPr="00EB3061" w:rsidRDefault="00604296" w:rsidP="003713EF"/>
          <w:p w:rsidR="00604296" w:rsidRPr="00EB3061" w:rsidRDefault="00604296" w:rsidP="003713EF"/>
          <w:p w:rsidR="00604296" w:rsidRPr="00EB3061" w:rsidRDefault="00604296" w:rsidP="008A115A">
            <w:pPr>
              <w:jc w:val="right"/>
            </w:pPr>
            <w:r w:rsidRPr="00EB3061">
              <w:t>п. 1 ст. 43 ФЗ</w:t>
            </w:r>
          </w:p>
          <w:p w:rsidR="00604296" w:rsidRPr="00EB3061" w:rsidRDefault="00604296" w:rsidP="008A115A">
            <w:pPr>
              <w:jc w:val="right"/>
            </w:pPr>
            <w:r w:rsidRPr="00EB3061">
              <w:t>п. 1 ст. 27 ЗБО</w:t>
            </w:r>
          </w:p>
        </w:tc>
        <w:tc>
          <w:tcPr>
            <w:tcW w:w="2979" w:type="dxa"/>
            <w:gridSpan w:val="2"/>
            <w:tcBorders>
              <w:bottom w:val="single" w:sz="4" w:space="0" w:color="auto"/>
            </w:tcBorders>
          </w:tcPr>
          <w:p w:rsidR="00604296" w:rsidRPr="00EB3061" w:rsidRDefault="00604296" w:rsidP="003713EF">
            <w:pPr>
              <w:pStyle w:val="BodyText2"/>
              <w:jc w:val="center"/>
              <w:rPr>
                <w:sz w:val="24"/>
                <w:szCs w:val="24"/>
              </w:rPr>
            </w:pPr>
            <w:r w:rsidRPr="00EB3061">
              <w:rPr>
                <w:sz w:val="24"/>
                <w:szCs w:val="24"/>
              </w:rPr>
              <w:t>В течение  5  дней со дня поступления письменного заявления кандидата, представления избир</w:t>
            </w:r>
            <w:r w:rsidRPr="00EB3061">
              <w:rPr>
                <w:sz w:val="24"/>
                <w:szCs w:val="24"/>
              </w:rPr>
              <w:t>а</w:t>
            </w:r>
            <w:r w:rsidRPr="00EB3061">
              <w:rPr>
                <w:sz w:val="24"/>
                <w:szCs w:val="24"/>
              </w:rPr>
              <w:t>тельного объединения о назначении доверенных лиц</w:t>
            </w:r>
          </w:p>
        </w:tc>
        <w:tc>
          <w:tcPr>
            <w:tcW w:w="2542" w:type="dxa"/>
            <w:gridSpan w:val="2"/>
            <w:tcBorders>
              <w:bottom w:val="single" w:sz="4" w:space="0" w:color="auto"/>
            </w:tcBorders>
          </w:tcPr>
          <w:p w:rsidR="00604296" w:rsidRPr="00EB3061" w:rsidRDefault="00604296" w:rsidP="003713EF">
            <w:pPr>
              <w:shd w:val="clear" w:color="auto" w:fill="FFFFFF"/>
              <w:jc w:val="center"/>
            </w:pPr>
            <w:r>
              <w:t>ТИК Мглинского ра</w:t>
            </w:r>
            <w:r>
              <w:t>й</w:t>
            </w:r>
            <w:r>
              <w:t>она</w:t>
            </w:r>
          </w:p>
          <w:p w:rsidR="00604296" w:rsidRPr="00EB3061" w:rsidRDefault="00604296" w:rsidP="003713EF">
            <w:pPr>
              <w:jc w:val="center"/>
            </w:pPr>
          </w:p>
        </w:tc>
      </w:tr>
      <w:tr w:rsidR="00604296" w:rsidRPr="00EB3061" w:rsidTr="00D2742C">
        <w:trPr>
          <w:trHeight w:val="2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604296" w:rsidRPr="00EB3061" w:rsidRDefault="00604296" w:rsidP="003713EF">
            <w:pPr>
              <w:jc w:val="center"/>
              <w:rPr>
                <w:b/>
              </w:rPr>
            </w:pPr>
            <w:r>
              <w:rPr>
                <w:b/>
              </w:rPr>
              <w:t>37</w:t>
            </w:r>
            <w:r w:rsidRPr="00EB3061">
              <w:rPr>
                <w:b/>
              </w:rPr>
              <w:t>.</w:t>
            </w:r>
          </w:p>
        </w:tc>
        <w:tc>
          <w:tcPr>
            <w:tcW w:w="411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04296" w:rsidRPr="00EB3061" w:rsidRDefault="00604296" w:rsidP="003713EF">
            <w:r w:rsidRPr="00EB3061">
              <w:t>Представление в избирательную к</w:t>
            </w:r>
            <w:r w:rsidRPr="00EB3061">
              <w:t>о</w:t>
            </w:r>
            <w:r w:rsidRPr="00EB3061">
              <w:t>миссию муниципального образов</w:t>
            </w:r>
            <w:r w:rsidRPr="00EB3061">
              <w:t>а</w:t>
            </w:r>
            <w:r w:rsidRPr="00EB3061">
              <w:t>ния, списка наблюдателей, назначе</w:t>
            </w:r>
            <w:r w:rsidRPr="00EB3061">
              <w:t>н</w:t>
            </w:r>
            <w:r w:rsidRPr="00EB3061">
              <w:t>ных в участковые избирательные к</w:t>
            </w:r>
            <w:r w:rsidRPr="00EB3061">
              <w:t>о</w:t>
            </w:r>
            <w:r w:rsidRPr="00EB3061">
              <w:t>миссии</w:t>
            </w:r>
          </w:p>
          <w:p w:rsidR="00604296" w:rsidRPr="00EB3061" w:rsidRDefault="00604296" w:rsidP="008A115A">
            <w:pPr>
              <w:jc w:val="right"/>
            </w:pPr>
            <w:r w:rsidRPr="00EB3061">
              <w:t>п. 7.1 ст. 30 ФЗ</w:t>
            </w:r>
          </w:p>
          <w:p w:rsidR="00604296" w:rsidRPr="00EB3061" w:rsidRDefault="00604296" w:rsidP="008A115A">
            <w:pPr>
              <w:jc w:val="right"/>
            </w:pPr>
            <w:r w:rsidRPr="00EB3061">
              <w:t>п. 9.1 ст. 15 ЗБО</w:t>
            </w:r>
          </w:p>
        </w:tc>
        <w:tc>
          <w:tcPr>
            <w:tcW w:w="297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04296" w:rsidRPr="00EB3061" w:rsidRDefault="00604296" w:rsidP="003713EF">
            <w:pPr>
              <w:pStyle w:val="BodyText2"/>
              <w:jc w:val="center"/>
              <w:rPr>
                <w:sz w:val="24"/>
                <w:szCs w:val="24"/>
              </w:rPr>
            </w:pPr>
            <w:r w:rsidRPr="00EB3061">
              <w:rPr>
                <w:sz w:val="24"/>
                <w:szCs w:val="24"/>
              </w:rPr>
              <w:t xml:space="preserve">Не позднее, чем за три дня до дня голосования, </w:t>
            </w:r>
            <w:r w:rsidRPr="00EB3061">
              <w:rPr>
                <w:b/>
                <w:sz w:val="24"/>
                <w:szCs w:val="24"/>
              </w:rPr>
              <w:t>т.е.</w:t>
            </w:r>
            <w:r w:rsidRPr="00EB3061">
              <w:rPr>
                <w:sz w:val="24"/>
                <w:szCs w:val="24"/>
              </w:rPr>
              <w:t xml:space="preserve"> </w:t>
            </w:r>
            <w:r w:rsidRPr="00EB3061">
              <w:rPr>
                <w:b/>
                <w:sz w:val="24"/>
                <w:szCs w:val="24"/>
              </w:rPr>
              <w:t>не позднее 04.09.2019</w:t>
            </w:r>
          </w:p>
        </w:tc>
        <w:tc>
          <w:tcPr>
            <w:tcW w:w="254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04296" w:rsidRPr="00EB3061" w:rsidRDefault="00604296" w:rsidP="003713EF">
            <w:pPr>
              <w:adjustRightInd w:val="0"/>
              <w:jc w:val="center"/>
            </w:pPr>
            <w:r w:rsidRPr="00EB3061">
              <w:t>Избирательное объ</w:t>
            </w:r>
            <w:r w:rsidRPr="00EB3061">
              <w:t>е</w:t>
            </w:r>
            <w:r w:rsidRPr="00EB3061">
              <w:t>динение, зарегистр</w:t>
            </w:r>
            <w:r w:rsidRPr="00EB3061">
              <w:t>и</w:t>
            </w:r>
            <w:r w:rsidRPr="00EB3061">
              <w:t>рованный кандидат, назначившие набл</w:t>
            </w:r>
            <w:r w:rsidRPr="00EB3061">
              <w:t>ю</w:t>
            </w:r>
            <w:r w:rsidRPr="00EB3061">
              <w:t>дателей в участковые избирательные к</w:t>
            </w:r>
            <w:r w:rsidRPr="00EB3061">
              <w:t>о</w:t>
            </w:r>
            <w:r w:rsidRPr="00EB3061">
              <w:t>миссии</w:t>
            </w:r>
          </w:p>
        </w:tc>
      </w:tr>
      <w:tr w:rsidR="00604296" w:rsidRPr="00844C9A" w:rsidTr="00D2742C">
        <w:trPr>
          <w:trHeight w:val="20"/>
        </w:trPr>
        <w:tc>
          <w:tcPr>
            <w:tcW w:w="567" w:type="dxa"/>
          </w:tcPr>
          <w:p w:rsidR="00604296" w:rsidRPr="00EB3061" w:rsidRDefault="00604296" w:rsidP="003713EF">
            <w:pPr>
              <w:jc w:val="center"/>
              <w:rPr>
                <w:b/>
              </w:rPr>
            </w:pPr>
            <w:r>
              <w:rPr>
                <w:b/>
              </w:rPr>
              <w:t>38</w:t>
            </w:r>
            <w:r w:rsidRPr="00EB3061">
              <w:rPr>
                <w:b/>
              </w:rPr>
              <w:t>.</w:t>
            </w:r>
          </w:p>
        </w:tc>
        <w:tc>
          <w:tcPr>
            <w:tcW w:w="4118" w:type="dxa"/>
            <w:gridSpan w:val="2"/>
          </w:tcPr>
          <w:p w:rsidR="00604296" w:rsidRPr="00EB3061" w:rsidRDefault="00604296" w:rsidP="003713EF">
            <w:r w:rsidRPr="00EB3061">
              <w:t>Представление направления в изб</w:t>
            </w:r>
            <w:r w:rsidRPr="00EB3061">
              <w:t>и</w:t>
            </w:r>
            <w:r w:rsidRPr="00EB3061">
              <w:t>рательную комиссию, в которую был назначен наблюдатель</w:t>
            </w:r>
          </w:p>
          <w:p w:rsidR="00604296" w:rsidRPr="00EB3061" w:rsidRDefault="00604296" w:rsidP="003713EF"/>
          <w:p w:rsidR="00604296" w:rsidRPr="00EB3061" w:rsidRDefault="00604296" w:rsidP="008A115A">
            <w:pPr>
              <w:jc w:val="right"/>
            </w:pPr>
            <w:r w:rsidRPr="00EB3061">
              <w:t>п.8 ст. 30 ФЗ</w:t>
            </w:r>
          </w:p>
          <w:p w:rsidR="00604296" w:rsidRPr="00EB3061" w:rsidRDefault="00604296" w:rsidP="008A115A">
            <w:pPr>
              <w:jc w:val="right"/>
            </w:pPr>
            <w:r w:rsidRPr="00EB3061">
              <w:t>п. 9.2 ст. 15  ЗБО</w:t>
            </w:r>
          </w:p>
        </w:tc>
        <w:tc>
          <w:tcPr>
            <w:tcW w:w="2979" w:type="dxa"/>
            <w:gridSpan w:val="2"/>
          </w:tcPr>
          <w:p w:rsidR="00604296" w:rsidRPr="00EB3061" w:rsidRDefault="00604296" w:rsidP="003713EF">
            <w:pPr>
              <w:pStyle w:val="BodyText2"/>
              <w:jc w:val="center"/>
              <w:rPr>
                <w:sz w:val="24"/>
                <w:szCs w:val="24"/>
              </w:rPr>
            </w:pPr>
            <w:r w:rsidRPr="00EB3061">
              <w:rPr>
                <w:sz w:val="24"/>
                <w:szCs w:val="24"/>
              </w:rPr>
              <w:t xml:space="preserve">В день, предшествующий дню голосования, либо непосредственно в день голосования, </w:t>
            </w:r>
            <w:r w:rsidRPr="00EB3061">
              <w:rPr>
                <w:b/>
                <w:sz w:val="24"/>
                <w:szCs w:val="24"/>
              </w:rPr>
              <w:t>т.е.</w:t>
            </w:r>
            <w:r w:rsidRPr="00EB3061">
              <w:rPr>
                <w:sz w:val="24"/>
                <w:szCs w:val="24"/>
              </w:rPr>
              <w:t xml:space="preserve"> </w:t>
            </w:r>
            <w:r w:rsidRPr="00EB3061">
              <w:rPr>
                <w:b/>
                <w:sz w:val="24"/>
                <w:szCs w:val="24"/>
              </w:rPr>
              <w:t>07.09.2019 либо 08.09.2019</w:t>
            </w:r>
          </w:p>
        </w:tc>
        <w:tc>
          <w:tcPr>
            <w:tcW w:w="2542" w:type="dxa"/>
            <w:gridSpan w:val="2"/>
          </w:tcPr>
          <w:p w:rsidR="00604296" w:rsidRPr="00844C9A" w:rsidRDefault="00604296" w:rsidP="003713EF">
            <w:pPr>
              <w:pStyle w:val="ConsPlusNormal"/>
              <w:ind w:firstLine="0"/>
              <w:jc w:val="center"/>
            </w:pPr>
            <w:r w:rsidRPr="00EB3061">
              <w:t>Наблюдатель, назна</w:t>
            </w:r>
            <w:r>
              <w:softHyphen/>
            </w:r>
            <w:r w:rsidRPr="00EB3061">
              <w:t>ченный зарегистриро</w:t>
            </w:r>
            <w:r>
              <w:softHyphen/>
            </w:r>
            <w:r w:rsidRPr="00EB3061">
              <w:t>ванным кандидатом, избирательным объе</w:t>
            </w:r>
            <w:r>
              <w:softHyphen/>
            </w:r>
            <w:r w:rsidRPr="00EB3061">
              <w:t>динением</w:t>
            </w:r>
          </w:p>
        </w:tc>
      </w:tr>
      <w:tr w:rsidR="00604296" w:rsidRPr="00844C9A" w:rsidTr="00D2742C">
        <w:trPr>
          <w:trHeight w:val="20"/>
        </w:trPr>
        <w:tc>
          <w:tcPr>
            <w:tcW w:w="567" w:type="dxa"/>
            <w:vMerge w:val="restart"/>
          </w:tcPr>
          <w:p w:rsidR="00604296" w:rsidRPr="00844C9A" w:rsidRDefault="00604296" w:rsidP="003713EF">
            <w:pPr>
              <w:jc w:val="center"/>
              <w:rPr>
                <w:b/>
              </w:rPr>
            </w:pPr>
            <w:r>
              <w:rPr>
                <w:b/>
              </w:rPr>
              <w:t>39</w:t>
            </w:r>
            <w:r w:rsidRPr="00844C9A">
              <w:rPr>
                <w:b/>
              </w:rPr>
              <w:t>.</w:t>
            </w:r>
          </w:p>
        </w:tc>
        <w:tc>
          <w:tcPr>
            <w:tcW w:w="4118" w:type="dxa"/>
            <w:gridSpan w:val="2"/>
            <w:tcBorders>
              <w:bottom w:val="single" w:sz="4" w:space="0" w:color="auto"/>
            </w:tcBorders>
          </w:tcPr>
          <w:p w:rsidR="00604296" w:rsidRPr="00844C9A" w:rsidRDefault="00604296" w:rsidP="003713EF">
            <w:r w:rsidRPr="00844C9A">
              <w:t>Назначение одного члена</w:t>
            </w:r>
            <w:r>
              <w:t xml:space="preserve"> избир</w:t>
            </w:r>
            <w:r>
              <w:t>а</w:t>
            </w:r>
            <w:r>
              <w:t>тельной комиссии</w:t>
            </w:r>
            <w:r w:rsidRPr="00844C9A">
              <w:t xml:space="preserve"> с правом совещ</w:t>
            </w:r>
            <w:r w:rsidRPr="00844C9A">
              <w:t>а</w:t>
            </w:r>
            <w:r w:rsidRPr="00844C9A">
              <w:t>тельного голоса</w:t>
            </w:r>
            <w:r>
              <w:t xml:space="preserve"> (</w:t>
            </w:r>
            <w:r w:rsidRPr="00844C9A">
              <w:t>в которую пре</w:t>
            </w:r>
            <w:r w:rsidRPr="00844C9A">
              <w:t>д</w:t>
            </w:r>
            <w:r w:rsidRPr="00844C9A">
              <w:t>ставлены доку</w:t>
            </w:r>
            <w:r>
              <w:t>менты для регистрации кандидата, единого списка кандид</w:t>
            </w:r>
            <w:r>
              <w:t>а</w:t>
            </w:r>
            <w:r>
              <w:t>тов)</w:t>
            </w:r>
          </w:p>
          <w:p w:rsidR="00604296" w:rsidRPr="00844C9A" w:rsidRDefault="00604296" w:rsidP="008A115A">
            <w:pPr>
              <w:jc w:val="right"/>
            </w:pPr>
            <w:r>
              <w:t>п. 20 ст. 39 ФЗ</w:t>
            </w:r>
          </w:p>
        </w:tc>
        <w:tc>
          <w:tcPr>
            <w:tcW w:w="2979" w:type="dxa"/>
            <w:gridSpan w:val="2"/>
            <w:tcBorders>
              <w:bottom w:val="single" w:sz="4" w:space="0" w:color="auto"/>
            </w:tcBorders>
          </w:tcPr>
          <w:p w:rsidR="00604296" w:rsidRPr="00844C9A" w:rsidRDefault="00604296" w:rsidP="003713EF">
            <w:pPr>
              <w:pStyle w:val="BodyText2"/>
              <w:jc w:val="center"/>
              <w:rPr>
                <w:sz w:val="24"/>
                <w:szCs w:val="24"/>
              </w:rPr>
            </w:pPr>
            <w:r w:rsidRPr="00844C9A">
              <w:rPr>
                <w:sz w:val="24"/>
                <w:szCs w:val="24"/>
              </w:rPr>
              <w:t>Со дня представления д</w:t>
            </w:r>
            <w:r w:rsidRPr="00844C9A">
              <w:rPr>
                <w:sz w:val="24"/>
                <w:szCs w:val="24"/>
              </w:rPr>
              <w:t>о</w:t>
            </w:r>
            <w:r w:rsidRPr="00844C9A">
              <w:rPr>
                <w:sz w:val="24"/>
                <w:szCs w:val="24"/>
              </w:rPr>
              <w:t>кументов для регистра</w:t>
            </w:r>
            <w:r>
              <w:rPr>
                <w:sz w:val="24"/>
                <w:szCs w:val="24"/>
              </w:rPr>
              <w:t>ции кандидата, единого списка кандидатов</w:t>
            </w:r>
          </w:p>
          <w:p w:rsidR="00604296" w:rsidRPr="00844C9A" w:rsidRDefault="00604296" w:rsidP="003713EF">
            <w:pPr>
              <w:pStyle w:val="BodyText2"/>
              <w:jc w:val="center"/>
              <w:rPr>
                <w:sz w:val="24"/>
                <w:szCs w:val="24"/>
              </w:rPr>
            </w:pPr>
          </w:p>
          <w:p w:rsidR="00604296" w:rsidRPr="00844C9A" w:rsidRDefault="00604296" w:rsidP="003713EF">
            <w:pPr>
              <w:pStyle w:val="BodyText2"/>
              <w:jc w:val="center"/>
              <w:rPr>
                <w:sz w:val="24"/>
                <w:szCs w:val="24"/>
              </w:rPr>
            </w:pPr>
          </w:p>
          <w:p w:rsidR="00604296" w:rsidRPr="00844C9A" w:rsidRDefault="00604296" w:rsidP="003713EF">
            <w:pPr>
              <w:pStyle w:val="BodyText2"/>
              <w:jc w:val="center"/>
              <w:rPr>
                <w:sz w:val="24"/>
                <w:szCs w:val="24"/>
              </w:rPr>
            </w:pPr>
          </w:p>
        </w:tc>
        <w:tc>
          <w:tcPr>
            <w:tcW w:w="2542" w:type="dxa"/>
            <w:gridSpan w:val="2"/>
            <w:tcBorders>
              <w:bottom w:val="single" w:sz="4" w:space="0" w:color="auto"/>
            </w:tcBorders>
          </w:tcPr>
          <w:p w:rsidR="00604296" w:rsidRPr="00844C9A" w:rsidRDefault="00604296" w:rsidP="003713EF">
            <w:pPr>
              <w:jc w:val="center"/>
            </w:pPr>
            <w:r w:rsidRPr="00844C9A">
              <w:t>Кандидат, избир</w:t>
            </w:r>
            <w:r w:rsidRPr="00844C9A">
              <w:t>а</w:t>
            </w:r>
            <w:r w:rsidRPr="00844C9A">
              <w:t xml:space="preserve">тельное объединение, выдвинувшее </w:t>
            </w:r>
            <w:r>
              <w:t xml:space="preserve">единый </w:t>
            </w:r>
            <w:r w:rsidRPr="00844C9A">
              <w:t>список кандидатов</w:t>
            </w:r>
          </w:p>
          <w:p w:rsidR="00604296" w:rsidRPr="00844C9A" w:rsidRDefault="00604296" w:rsidP="003713EF">
            <w:pPr>
              <w:jc w:val="center"/>
            </w:pPr>
          </w:p>
        </w:tc>
      </w:tr>
      <w:tr w:rsidR="00604296" w:rsidRPr="00844C9A" w:rsidTr="00D2742C">
        <w:trPr>
          <w:trHeight w:val="20"/>
        </w:trPr>
        <w:tc>
          <w:tcPr>
            <w:tcW w:w="567" w:type="dxa"/>
            <w:vMerge/>
          </w:tcPr>
          <w:p w:rsidR="00604296" w:rsidRDefault="00604296" w:rsidP="003713EF">
            <w:pPr>
              <w:jc w:val="center"/>
              <w:rPr>
                <w:b/>
              </w:rPr>
            </w:pPr>
          </w:p>
        </w:tc>
        <w:tc>
          <w:tcPr>
            <w:tcW w:w="4118" w:type="dxa"/>
            <w:gridSpan w:val="2"/>
            <w:tcBorders>
              <w:top w:val="single" w:sz="4" w:space="0" w:color="auto"/>
            </w:tcBorders>
          </w:tcPr>
          <w:p w:rsidR="00604296" w:rsidRPr="00844C9A" w:rsidRDefault="00604296" w:rsidP="003713EF">
            <w:r w:rsidRPr="00844C9A">
              <w:t>Назначение по одному члену</w:t>
            </w:r>
            <w:r>
              <w:t xml:space="preserve"> </w:t>
            </w:r>
            <w:r w:rsidRPr="00844C9A">
              <w:t>с пр</w:t>
            </w:r>
            <w:r w:rsidRPr="00844C9A">
              <w:t>а</w:t>
            </w:r>
            <w:r w:rsidRPr="00844C9A">
              <w:t>вом совещательного голоса в каждую нижестоящую избирательную коми</w:t>
            </w:r>
            <w:r w:rsidRPr="00844C9A">
              <w:t>с</w:t>
            </w:r>
            <w:r w:rsidRPr="00844C9A">
              <w:t>сию</w:t>
            </w:r>
          </w:p>
          <w:p w:rsidR="00604296" w:rsidRPr="00844C9A" w:rsidRDefault="00604296" w:rsidP="008A115A">
            <w:pPr>
              <w:jc w:val="right"/>
            </w:pPr>
            <w:r w:rsidRPr="00844C9A">
              <w:t>п. 20 ст. 29 ФЗ</w:t>
            </w:r>
          </w:p>
        </w:tc>
        <w:tc>
          <w:tcPr>
            <w:tcW w:w="2979" w:type="dxa"/>
            <w:gridSpan w:val="2"/>
            <w:tcBorders>
              <w:top w:val="single" w:sz="4" w:space="0" w:color="auto"/>
            </w:tcBorders>
          </w:tcPr>
          <w:p w:rsidR="00604296" w:rsidRPr="00844C9A" w:rsidRDefault="00604296" w:rsidP="003713EF">
            <w:pPr>
              <w:pStyle w:val="BodyText2"/>
              <w:jc w:val="center"/>
              <w:rPr>
                <w:sz w:val="24"/>
                <w:szCs w:val="24"/>
              </w:rPr>
            </w:pPr>
            <w:r w:rsidRPr="00844C9A">
              <w:rPr>
                <w:sz w:val="24"/>
                <w:szCs w:val="24"/>
              </w:rPr>
              <w:t>Со дня регистрации ка</w:t>
            </w:r>
            <w:r w:rsidRPr="00844C9A">
              <w:rPr>
                <w:sz w:val="24"/>
                <w:szCs w:val="24"/>
              </w:rPr>
              <w:t>н</w:t>
            </w:r>
            <w:r w:rsidRPr="00844C9A">
              <w:rPr>
                <w:sz w:val="24"/>
                <w:szCs w:val="24"/>
              </w:rPr>
              <w:t>дидата</w:t>
            </w:r>
            <w:r>
              <w:rPr>
                <w:sz w:val="24"/>
                <w:szCs w:val="24"/>
              </w:rPr>
              <w:t>, единого списка кандидатов</w:t>
            </w:r>
          </w:p>
        </w:tc>
        <w:tc>
          <w:tcPr>
            <w:tcW w:w="2542" w:type="dxa"/>
            <w:gridSpan w:val="2"/>
            <w:tcBorders>
              <w:top w:val="single" w:sz="4" w:space="0" w:color="auto"/>
            </w:tcBorders>
          </w:tcPr>
          <w:p w:rsidR="00604296" w:rsidRPr="00844C9A" w:rsidRDefault="00604296" w:rsidP="003713EF">
            <w:pPr>
              <w:jc w:val="center"/>
            </w:pPr>
            <w:r w:rsidRPr="00844C9A">
              <w:t>Зарегистрированный кандидат</w:t>
            </w:r>
            <w:r>
              <w:t>, избирател</w:t>
            </w:r>
            <w:r>
              <w:t>ь</w:t>
            </w:r>
            <w:r>
              <w:t>ное объединение, в</w:t>
            </w:r>
            <w:r>
              <w:t>ы</w:t>
            </w:r>
            <w:r>
              <w:t>двинувшее зарегис</w:t>
            </w:r>
            <w:r>
              <w:t>т</w:t>
            </w:r>
            <w:r>
              <w:t>рированный список кандидатов</w:t>
            </w:r>
          </w:p>
        </w:tc>
      </w:tr>
      <w:tr w:rsidR="00604296" w:rsidRPr="00844C9A" w:rsidTr="00D2742C">
        <w:trPr>
          <w:trHeight w:val="20"/>
        </w:trPr>
        <w:tc>
          <w:tcPr>
            <w:tcW w:w="567" w:type="dxa"/>
          </w:tcPr>
          <w:p w:rsidR="00604296" w:rsidRPr="00844C9A" w:rsidRDefault="00604296" w:rsidP="003713EF">
            <w:pPr>
              <w:jc w:val="center"/>
              <w:rPr>
                <w:b/>
              </w:rPr>
            </w:pPr>
            <w:r>
              <w:rPr>
                <w:b/>
              </w:rPr>
              <w:t>40</w:t>
            </w:r>
            <w:r w:rsidRPr="00844C9A">
              <w:rPr>
                <w:b/>
              </w:rPr>
              <w:t>.</w:t>
            </w:r>
          </w:p>
        </w:tc>
        <w:tc>
          <w:tcPr>
            <w:tcW w:w="4118" w:type="dxa"/>
            <w:gridSpan w:val="2"/>
          </w:tcPr>
          <w:p w:rsidR="00604296" w:rsidRPr="00844C9A" w:rsidRDefault="00604296" w:rsidP="003713EF">
            <w:r w:rsidRPr="00844C9A">
              <w:t>Назначение уполномоченных пре</w:t>
            </w:r>
            <w:r w:rsidRPr="00844C9A">
              <w:t>д</w:t>
            </w:r>
            <w:r w:rsidRPr="00844C9A">
              <w:t>ставит</w:t>
            </w:r>
            <w:r>
              <w:t>елей избирательного объед</w:t>
            </w:r>
            <w:r>
              <w:t>и</w:t>
            </w:r>
            <w:r>
              <w:t>нения</w:t>
            </w:r>
          </w:p>
          <w:p w:rsidR="00604296" w:rsidRDefault="00604296" w:rsidP="008A115A">
            <w:pPr>
              <w:jc w:val="right"/>
            </w:pPr>
            <w:r>
              <w:t>п. 14.1 ст. 35 ФЗ</w:t>
            </w:r>
          </w:p>
          <w:p w:rsidR="00604296" w:rsidRPr="00844C9A" w:rsidRDefault="00604296" w:rsidP="008A115A">
            <w:pPr>
              <w:jc w:val="right"/>
            </w:pPr>
            <w:r w:rsidRPr="00844C9A">
              <w:t>п. 6 ст. 17 ЗБО</w:t>
            </w:r>
          </w:p>
        </w:tc>
        <w:tc>
          <w:tcPr>
            <w:tcW w:w="2979" w:type="dxa"/>
            <w:gridSpan w:val="2"/>
          </w:tcPr>
          <w:p w:rsidR="00604296" w:rsidRPr="00844C9A" w:rsidRDefault="00604296" w:rsidP="003713EF">
            <w:pPr>
              <w:adjustRightInd w:val="0"/>
              <w:jc w:val="center"/>
              <w:rPr>
                <w:bCs/>
              </w:rPr>
            </w:pPr>
            <w:r w:rsidRPr="00844C9A">
              <w:t>При принятии избир</w:t>
            </w:r>
            <w:r w:rsidRPr="00844C9A">
              <w:t>а</w:t>
            </w:r>
            <w:r w:rsidRPr="00844C9A">
              <w:t xml:space="preserve">тельным объединением решения о выдвижении </w:t>
            </w:r>
            <w:r>
              <w:t xml:space="preserve">единого списка </w:t>
            </w:r>
            <w:r w:rsidRPr="00844C9A">
              <w:t>кандид</w:t>
            </w:r>
            <w:r w:rsidRPr="00844C9A">
              <w:t>а</w:t>
            </w:r>
            <w:r w:rsidRPr="00844C9A">
              <w:t>тов</w:t>
            </w:r>
            <w:r>
              <w:t>, списка кандидатов по одномандатным избир</w:t>
            </w:r>
            <w:r>
              <w:t>а</w:t>
            </w:r>
            <w:r>
              <w:t>тельным округам</w:t>
            </w:r>
          </w:p>
        </w:tc>
        <w:tc>
          <w:tcPr>
            <w:tcW w:w="2542" w:type="dxa"/>
            <w:gridSpan w:val="2"/>
          </w:tcPr>
          <w:p w:rsidR="00604296" w:rsidRPr="00844C9A" w:rsidRDefault="00604296" w:rsidP="003713EF">
            <w:pPr>
              <w:jc w:val="center"/>
              <w:rPr>
                <w:color w:val="00B0F0"/>
              </w:rPr>
            </w:pPr>
            <w:r w:rsidRPr="00844C9A">
              <w:t>Избирательное объ</w:t>
            </w:r>
            <w:r w:rsidRPr="00844C9A">
              <w:t>е</w:t>
            </w:r>
            <w:r w:rsidRPr="00844C9A">
              <w:t>динение, выдвину</w:t>
            </w:r>
            <w:r w:rsidRPr="00844C9A">
              <w:t>в</w:t>
            </w:r>
            <w:r w:rsidRPr="00844C9A">
              <w:t xml:space="preserve">шее </w:t>
            </w:r>
            <w:r>
              <w:t>единый</w:t>
            </w:r>
            <w:r w:rsidRPr="00844C9A">
              <w:t xml:space="preserve"> список кандидатов</w:t>
            </w:r>
            <w:r>
              <w:t>, список кандидатов по одн</w:t>
            </w:r>
            <w:r>
              <w:t>о</w:t>
            </w:r>
            <w:r>
              <w:t>мандатным избир</w:t>
            </w:r>
            <w:r>
              <w:t>а</w:t>
            </w:r>
            <w:r>
              <w:t>тельным округам</w:t>
            </w:r>
          </w:p>
        </w:tc>
      </w:tr>
      <w:tr w:rsidR="00604296" w:rsidRPr="00844C9A" w:rsidTr="00D2742C">
        <w:trPr>
          <w:trHeight w:val="20"/>
        </w:trPr>
        <w:tc>
          <w:tcPr>
            <w:tcW w:w="567" w:type="dxa"/>
          </w:tcPr>
          <w:p w:rsidR="00604296" w:rsidRPr="00844C9A" w:rsidRDefault="00604296" w:rsidP="003713EF">
            <w:pPr>
              <w:jc w:val="center"/>
              <w:rPr>
                <w:b/>
              </w:rPr>
            </w:pPr>
            <w:r>
              <w:rPr>
                <w:b/>
              </w:rPr>
              <w:t>41</w:t>
            </w:r>
            <w:r w:rsidRPr="00844C9A">
              <w:rPr>
                <w:b/>
              </w:rPr>
              <w:t>.</w:t>
            </w:r>
          </w:p>
        </w:tc>
        <w:tc>
          <w:tcPr>
            <w:tcW w:w="4118" w:type="dxa"/>
            <w:gridSpan w:val="2"/>
          </w:tcPr>
          <w:p w:rsidR="00604296" w:rsidRPr="00844C9A" w:rsidRDefault="00604296" w:rsidP="003713EF">
            <w:r>
              <w:t>Н</w:t>
            </w:r>
            <w:r w:rsidRPr="00844C9A">
              <w:t>азнач</w:t>
            </w:r>
            <w:r>
              <w:t>ение</w:t>
            </w:r>
            <w:r w:rsidRPr="00844C9A">
              <w:t xml:space="preserve"> уполномоченного пре</w:t>
            </w:r>
            <w:r w:rsidRPr="00844C9A">
              <w:t>д</w:t>
            </w:r>
            <w:r w:rsidRPr="00844C9A">
              <w:t>ставителя по финансовым вопросам</w:t>
            </w:r>
          </w:p>
          <w:p w:rsidR="00604296" w:rsidRPr="00844C9A" w:rsidRDefault="00604296" w:rsidP="008A115A">
            <w:pPr>
              <w:jc w:val="right"/>
            </w:pPr>
            <w:r w:rsidRPr="00844C9A">
              <w:t>п. 3 ст. 58 ФЗ</w:t>
            </w:r>
          </w:p>
          <w:p w:rsidR="00604296" w:rsidRPr="00844C9A" w:rsidRDefault="00604296" w:rsidP="008A115A">
            <w:pPr>
              <w:jc w:val="right"/>
            </w:pPr>
            <w:r>
              <w:t xml:space="preserve">п. 6 </w:t>
            </w:r>
            <w:r w:rsidRPr="00844C9A">
              <w:t>ст. 17</w:t>
            </w:r>
            <w:r>
              <w:t>, п. 1 ст. 28</w:t>
            </w:r>
            <w:r w:rsidRPr="00844C9A">
              <w:t xml:space="preserve"> ЗБО</w:t>
            </w:r>
          </w:p>
        </w:tc>
        <w:tc>
          <w:tcPr>
            <w:tcW w:w="2979" w:type="dxa"/>
            <w:gridSpan w:val="2"/>
          </w:tcPr>
          <w:p w:rsidR="00604296" w:rsidRPr="00844C9A" w:rsidRDefault="00604296" w:rsidP="003713EF">
            <w:pPr>
              <w:pStyle w:val="BodyText2"/>
              <w:jc w:val="center"/>
              <w:rPr>
                <w:sz w:val="24"/>
                <w:szCs w:val="24"/>
              </w:rPr>
            </w:pPr>
            <w:r w:rsidRPr="006854FE">
              <w:rPr>
                <w:sz w:val="24"/>
                <w:szCs w:val="24"/>
              </w:rPr>
              <w:t>При принятии избир</w:t>
            </w:r>
            <w:r w:rsidRPr="006854FE">
              <w:rPr>
                <w:sz w:val="24"/>
                <w:szCs w:val="24"/>
              </w:rPr>
              <w:t>а</w:t>
            </w:r>
            <w:r w:rsidRPr="006854FE">
              <w:rPr>
                <w:sz w:val="24"/>
                <w:szCs w:val="24"/>
              </w:rPr>
              <w:t>тельным объединением решения о выдвижении единого списка кандид</w:t>
            </w:r>
            <w:r w:rsidRPr="006854FE">
              <w:rPr>
                <w:sz w:val="24"/>
                <w:szCs w:val="24"/>
              </w:rPr>
              <w:t>а</w:t>
            </w:r>
            <w:r w:rsidRPr="006854FE">
              <w:rPr>
                <w:sz w:val="24"/>
                <w:szCs w:val="24"/>
              </w:rPr>
              <w:t>тов, с</w:t>
            </w:r>
            <w:r w:rsidRPr="00844C9A">
              <w:rPr>
                <w:sz w:val="24"/>
                <w:szCs w:val="24"/>
              </w:rPr>
              <w:t xml:space="preserve"> момента выдвиж</w:t>
            </w:r>
            <w:r w:rsidRPr="00844C9A">
              <w:rPr>
                <w:sz w:val="24"/>
                <w:szCs w:val="24"/>
              </w:rPr>
              <w:t>е</w:t>
            </w:r>
            <w:r w:rsidRPr="00844C9A">
              <w:rPr>
                <w:sz w:val="24"/>
                <w:szCs w:val="24"/>
              </w:rPr>
              <w:t>ния</w:t>
            </w:r>
            <w:r>
              <w:rPr>
                <w:sz w:val="24"/>
                <w:szCs w:val="24"/>
              </w:rPr>
              <w:t xml:space="preserve"> кандидата по одн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мандатному избирател</w:t>
            </w:r>
            <w:r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</w:rPr>
              <w:t>ному</w:t>
            </w:r>
          </w:p>
        </w:tc>
        <w:tc>
          <w:tcPr>
            <w:tcW w:w="2542" w:type="dxa"/>
            <w:gridSpan w:val="2"/>
          </w:tcPr>
          <w:p w:rsidR="00604296" w:rsidRPr="00844C9A" w:rsidRDefault="00604296" w:rsidP="003713EF">
            <w:pPr>
              <w:jc w:val="center"/>
            </w:pPr>
            <w:r w:rsidRPr="00844C9A">
              <w:t>Избирательное объ</w:t>
            </w:r>
            <w:r w:rsidRPr="00844C9A">
              <w:t>е</w:t>
            </w:r>
            <w:r w:rsidRPr="00844C9A">
              <w:t>динение, выдвину</w:t>
            </w:r>
            <w:r w:rsidRPr="00844C9A">
              <w:t>в</w:t>
            </w:r>
            <w:r w:rsidRPr="00844C9A">
              <w:t xml:space="preserve">шее </w:t>
            </w:r>
            <w:r>
              <w:t>единый</w:t>
            </w:r>
            <w:r w:rsidRPr="00844C9A">
              <w:t xml:space="preserve"> список кандидатов</w:t>
            </w:r>
            <w:r>
              <w:t>,</w:t>
            </w:r>
            <w:r w:rsidRPr="00844C9A">
              <w:t xml:space="preserve"> </w:t>
            </w:r>
            <w:r>
              <w:t>к</w:t>
            </w:r>
            <w:r w:rsidRPr="00844C9A">
              <w:t>андидат, выдвинутый по одн</w:t>
            </w:r>
            <w:r w:rsidRPr="00844C9A">
              <w:t>о</w:t>
            </w:r>
            <w:r w:rsidRPr="00844C9A">
              <w:t>мандатному избир</w:t>
            </w:r>
            <w:r w:rsidRPr="00844C9A">
              <w:t>а</w:t>
            </w:r>
            <w:r w:rsidRPr="00844C9A">
              <w:t>тельному округу</w:t>
            </w:r>
          </w:p>
        </w:tc>
      </w:tr>
      <w:tr w:rsidR="00604296" w:rsidRPr="00844C9A" w:rsidTr="00D2742C">
        <w:trPr>
          <w:trHeight w:val="20"/>
        </w:trPr>
        <w:tc>
          <w:tcPr>
            <w:tcW w:w="567" w:type="dxa"/>
          </w:tcPr>
          <w:p w:rsidR="00604296" w:rsidRPr="00844C9A" w:rsidRDefault="00604296" w:rsidP="003713EF">
            <w:pPr>
              <w:jc w:val="center"/>
              <w:rPr>
                <w:b/>
              </w:rPr>
            </w:pPr>
            <w:r>
              <w:rPr>
                <w:b/>
              </w:rPr>
              <w:t>42</w:t>
            </w:r>
            <w:r w:rsidRPr="00844C9A">
              <w:rPr>
                <w:b/>
              </w:rPr>
              <w:t>.</w:t>
            </w:r>
          </w:p>
        </w:tc>
        <w:tc>
          <w:tcPr>
            <w:tcW w:w="4118" w:type="dxa"/>
            <w:gridSpan w:val="2"/>
          </w:tcPr>
          <w:p w:rsidR="00604296" w:rsidRPr="00844C9A" w:rsidRDefault="00604296" w:rsidP="003713EF">
            <w:r w:rsidRPr="00844C9A">
              <w:t>Регистрация уполномоченного пре</w:t>
            </w:r>
            <w:r w:rsidRPr="00844C9A">
              <w:t>д</w:t>
            </w:r>
            <w:r w:rsidRPr="00844C9A">
              <w:t>ставителя кандидата</w:t>
            </w:r>
            <w:r>
              <w:t>, избирательного объединения</w:t>
            </w:r>
            <w:r w:rsidRPr="00844C9A">
              <w:t xml:space="preserve"> по финансовым вопр</w:t>
            </w:r>
            <w:r w:rsidRPr="00844C9A">
              <w:t>о</w:t>
            </w:r>
            <w:r w:rsidRPr="00844C9A">
              <w:t>сам</w:t>
            </w:r>
          </w:p>
          <w:p w:rsidR="00604296" w:rsidRPr="00844C9A" w:rsidRDefault="00604296" w:rsidP="008A115A">
            <w:pPr>
              <w:jc w:val="right"/>
            </w:pPr>
            <w:r w:rsidRPr="00844C9A">
              <w:t>п. 3 ст. 58 ФЗ</w:t>
            </w:r>
          </w:p>
          <w:p w:rsidR="00604296" w:rsidRPr="00844C9A" w:rsidRDefault="00604296" w:rsidP="008A115A">
            <w:pPr>
              <w:jc w:val="right"/>
            </w:pPr>
            <w:r>
              <w:t xml:space="preserve">п.8 ст. 17, </w:t>
            </w:r>
            <w:r w:rsidRPr="00844C9A">
              <w:t>п. 1 ст.28 ЗБО</w:t>
            </w:r>
          </w:p>
        </w:tc>
        <w:tc>
          <w:tcPr>
            <w:tcW w:w="2979" w:type="dxa"/>
            <w:gridSpan w:val="2"/>
          </w:tcPr>
          <w:p w:rsidR="00604296" w:rsidRPr="00844C9A" w:rsidRDefault="00604296" w:rsidP="003713EF">
            <w:pPr>
              <w:pStyle w:val="BodyText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трехдневный срок со дня поступления устано</w:t>
            </w:r>
            <w:r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>ленных законом докуме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тов</w:t>
            </w:r>
          </w:p>
        </w:tc>
        <w:tc>
          <w:tcPr>
            <w:tcW w:w="2542" w:type="dxa"/>
            <w:gridSpan w:val="2"/>
          </w:tcPr>
          <w:p w:rsidR="00604296" w:rsidRPr="00EB3061" w:rsidRDefault="00604296" w:rsidP="008A115A">
            <w:pPr>
              <w:shd w:val="clear" w:color="auto" w:fill="FFFFFF"/>
              <w:jc w:val="center"/>
            </w:pPr>
            <w:r>
              <w:t>ТИК</w:t>
            </w:r>
            <w:r w:rsidRPr="00EB3061">
              <w:t xml:space="preserve"> </w:t>
            </w:r>
            <w:r>
              <w:t>Мглинского ра</w:t>
            </w:r>
            <w:r>
              <w:t>й</w:t>
            </w:r>
            <w:r>
              <w:t>она</w:t>
            </w:r>
          </w:p>
          <w:p w:rsidR="00604296" w:rsidRPr="00844C9A" w:rsidRDefault="00604296" w:rsidP="003713EF">
            <w:pPr>
              <w:jc w:val="center"/>
            </w:pPr>
          </w:p>
        </w:tc>
      </w:tr>
      <w:tr w:rsidR="00604296" w:rsidRPr="00844C9A" w:rsidTr="00D2742C">
        <w:trPr>
          <w:trHeight w:val="20"/>
        </w:trPr>
        <w:tc>
          <w:tcPr>
            <w:tcW w:w="10206" w:type="dxa"/>
            <w:gridSpan w:val="7"/>
          </w:tcPr>
          <w:p w:rsidR="00604296" w:rsidRPr="00844C9A" w:rsidRDefault="00604296" w:rsidP="003713EF">
            <w:pPr>
              <w:rPr>
                <w:b/>
              </w:rPr>
            </w:pPr>
          </w:p>
          <w:p w:rsidR="00604296" w:rsidRPr="00844C9A" w:rsidRDefault="00604296" w:rsidP="008A115A">
            <w:pPr>
              <w:jc w:val="center"/>
              <w:rPr>
                <w:b/>
              </w:rPr>
            </w:pPr>
            <w:r w:rsidRPr="00844C9A">
              <w:rPr>
                <w:b/>
              </w:rPr>
              <w:t>ПРЕДВЫБОРНАЯ АГИТАЦИЯ</w:t>
            </w:r>
          </w:p>
          <w:p w:rsidR="00604296" w:rsidRPr="00844C9A" w:rsidRDefault="00604296" w:rsidP="003713EF">
            <w:pPr>
              <w:rPr>
                <w:b/>
              </w:rPr>
            </w:pPr>
          </w:p>
        </w:tc>
      </w:tr>
      <w:tr w:rsidR="00604296" w:rsidRPr="00844C9A" w:rsidTr="00D2742C">
        <w:trPr>
          <w:trHeight w:val="20"/>
        </w:trPr>
        <w:tc>
          <w:tcPr>
            <w:tcW w:w="567" w:type="dxa"/>
            <w:vMerge w:val="restart"/>
          </w:tcPr>
          <w:p w:rsidR="00604296" w:rsidRPr="00844C9A" w:rsidRDefault="00604296" w:rsidP="003713EF">
            <w:pPr>
              <w:jc w:val="center"/>
              <w:rPr>
                <w:b/>
              </w:rPr>
            </w:pPr>
            <w:r>
              <w:rPr>
                <w:b/>
              </w:rPr>
              <w:t>43</w:t>
            </w:r>
            <w:r w:rsidRPr="00844C9A">
              <w:rPr>
                <w:b/>
              </w:rPr>
              <w:t>.</w:t>
            </w:r>
          </w:p>
        </w:tc>
        <w:tc>
          <w:tcPr>
            <w:tcW w:w="4118" w:type="dxa"/>
            <w:gridSpan w:val="2"/>
            <w:tcBorders>
              <w:bottom w:val="single" w:sz="4" w:space="0" w:color="auto"/>
            </w:tcBorders>
          </w:tcPr>
          <w:p w:rsidR="00604296" w:rsidRPr="00844C9A" w:rsidRDefault="00604296" w:rsidP="003713EF">
            <w:r w:rsidRPr="00844C9A">
              <w:t>Агитационный период:</w:t>
            </w:r>
          </w:p>
        </w:tc>
        <w:tc>
          <w:tcPr>
            <w:tcW w:w="2979" w:type="dxa"/>
            <w:gridSpan w:val="2"/>
            <w:tcBorders>
              <w:bottom w:val="single" w:sz="4" w:space="0" w:color="auto"/>
            </w:tcBorders>
          </w:tcPr>
          <w:p w:rsidR="00604296" w:rsidRPr="00844C9A" w:rsidRDefault="00604296" w:rsidP="003713EF">
            <w:pPr>
              <w:jc w:val="center"/>
            </w:pPr>
          </w:p>
          <w:p w:rsidR="00604296" w:rsidRPr="00844C9A" w:rsidRDefault="00604296" w:rsidP="003713EF">
            <w:pPr>
              <w:jc w:val="center"/>
              <w:rPr>
                <w:b/>
                <w:bCs/>
              </w:rPr>
            </w:pPr>
          </w:p>
        </w:tc>
        <w:tc>
          <w:tcPr>
            <w:tcW w:w="2542" w:type="dxa"/>
            <w:gridSpan w:val="2"/>
            <w:tcBorders>
              <w:bottom w:val="single" w:sz="4" w:space="0" w:color="auto"/>
            </w:tcBorders>
          </w:tcPr>
          <w:p w:rsidR="00604296" w:rsidRPr="00844C9A" w:rsidRDefault="00604296" w:rsidP="003713EF">
            <w:pPr>
              <w:adjustRightInd w:val="0"/>
              <w:jc w:val="center"/>
              <w:rPr>
                <w:bCs/>
              </w:rPr>
            </w:pPr>
          </w:p>
          <w:p w:rsidR="00604296" w:rsidRPr="00844C9A" w:rsidRDefault="00604296" w:rsidP="003713EF">
            <w:pPr>
              <w:jc w:val="center"/>
            </w:pPr>
          </w:p>
        </w:tc>
      </w:tr>
      <w:tr w:rsidR="00604296" w:rsidRPr="00844C9A" w:rsidTr="00D2742C">
        <w:trPr>
          <w:trHeight w:val="20"/>
        </w:trPr>
        <w:tc>
          <w:tcPr>
            <w:tcW w:w="567" w:type="dxa"/>
            <w:vMerge/>
          </w:tcPr>
          <w:p w:rsidR="00604296" w:rsidRPr="00844C9A" w:rsidRDefault="00604296" w:rsidP="003713EF">
            <w:pPr>
              <w:jc w:val="center"/>
              <w:rPr>
                <w:b/>
              </w:rPr>
            </w:pPr>
          </w:p>
        </w:tc>
        <w:tc>
          <w:tcPr>
            <w:tcW w:w="4118" w:type="dxa"/>
            <w:gridSpan w:val="2"/>
            <w:tcBorders>
              <w:top w:val="single" w:sz="4" w:space="0" w:color="auto"/>
            </w:tcBorders>
          </w:tcPr>
          <w:p w:rsidR="00604296" w:rsidRDefault="00604296" w:rsidP="003713EF">
            <w:r w:rsidRPr="00844C9A">
              <w:t>Для избирательного объединения</w:t>
            </w:r>
          </w:p>
          <w:p w:rsidR="00604296" w:rsidRDefault="00604296" w:rsidP="003713EF"/>
          <w:p w:rsidR="00604296" w:rsidRDefault="00604296" w:rsidP="003713EF"/>
          <w:p w:rsidR="00604296" w:rsidRDefault="00604296" w:rsidP="003713EF"/>
          <w:p w:rsidR="00604296" w:rsidRDefault="00604296" w:rsidP="003713EF"/>
          <w:p w:rsidR="00604296" w:rsidRDefault="00604296" w:rsidP="003713EF"/>
          <w:p w:rsidR="00604296" w:rsidRDefault="00604296" w:rsidP="003713EF"/>
          <w:p w:rsidR="00604296" w:rsidRDefault="00604296" w:rsidP="003713EF"/>
          <w:p w:rsidR="00604296" w:rsidRPr="00844C9A" w:rsidRDefault="00604296" w:rsidP="003713EF">
            <w:r>
              <w:t>Для кандидата, выдвинутого в сост</w:t>
            </w:r>
            <w:r>
              <w:t>а</w:t>
            </w:r>
            <w:r>
              <w:t>ве единого списка кандидатов</w:t>
            </w:r>
          </w:p>
          <w:p w:rsidR="00604296" w:rsidRPr="00844C9A" w:rsidRDefault="00604296" w:rsidP="003713EF"/>
          <w:p w:rsidR="00604296" w:rsidRPr="00844C9A" w:rsidRDefault="00604296" w:rsidP="003713EF"/>
          <w:p w:rsidR="00604296" w:rsidRDefault="00604296" w:rsidP="003713EF"/>
          <w:p w:rsidR="00604296" w:rsidRDefault="00604296" w:rsidP="003713EF"/>
          <w:p w:rsidR="00604296" w:rsidRDefault="00604296" w:rsidP="003713EF">
            <w:r w:rsidRPr="00844C9A">
              <w:t xml:space="preserve">Для кандидата, выдвинутого </w:t>
            </w:r>
            <w:r>
              <w:t>по о</w:t>
            </w:r>
            <w:r>
              <w:t>д</w:t>
            </w:r>
            <w:r>
              <w:t>номандатному избирательному окр</w:t>
            </w:r>
            <w:r>
              <w:t>у</w:t>
            </w:r>
            <w:r>
              <w:t>гу  в порядке самовыдвижения</w:t>
            </w:r>
          </w:p>
          <w:p w:rsidR="00604296" w:rsidRDefault="00604296" w:rsidP="003713EF"/>
          <w:p w:rsidR="00604296" w:rsidRDefault="00604296" w:rsidP="003713EF"/>
          <w:p w:rsidR="00604296" w:rsidRDefault="00604296" w:rsidP="003713EF"/>
          <w:p w:rsidR="00604296" w:rsidRPr="00844C9A" w:rsidRDefault="00604296" w:rsidP="003713EF">
            <w:r>
              <w:t>Для кандидата, выдвинутого по о</w:t>
            </w:r>
            <w:r>
              <w:t>д</w:t>
            </w:r>
            <w:r>
              <w:t>номандатному избирательному окр</w:t>
            </w:r>
            <w:r>
              <w:t>у</w:t>
            </w:r>
            <w:r>
              <w:t>гу избирательным объединением</w:t>
            </w:r>
          </w:p>
          <w:p w:rsidR="00604296" w:rsidRPr="00844C9A" w:rsidRDefault="00604296" w:rsidP="003713EF"/>
          <w:p w:rsidR="00604296" w:rsidRPr="00844C9A" w:rsidRDefault="00604296" w:rsidP="003713EF"/>
          <w:p w:rsidR="00604296" w:rsidRPr="00844C9A" w:rsidRDefault="00604296" w:rsidP="003713EF"/>
          <w:p w:rsidR="00604296" w:rsidRPr="00844C9A" w:rsidRDefault="00604296" w:rsidP="003713EF">
            <w:r w:rsidRPr="00844C9A">
              <w:t>Прекращение агитационного периода</w:t>
            </w:r>
          </w:p>
          <w:p w:rsidR="00604296" w:rsidRPr="00844C9A" w:rsidRDefault="00604296" w:rsidP="003713EF"/>
          <w:p w:rsidR="00604296" w:rsidRPr="00844C9A" w:rsidRDefault="00604296" w:rsidP="008A115A">
            <w:pPr>
              <w:jc w:val="right"/>
            </w:pPr>
            <w:r w:rsidRPr="00844C9A">
              <w:t>п. 1,3 ст. 49 ФЗ</w:t>
            </w:r>
          </w:p>
          <w:p w:rsidR="00604296" w:rsidRPr="00844C9A" w:rsidRDefault="00604296" w:rsidP="008A115A">
            <w:pPr>
              <w:jc w:val="right"/>
            </w:pPr>
            <w:r w:rsidRPr="00844C9A">
              <w:t>п. 1 ст. 33 ЗБО</w:t>
            </w:r>
          </w:p>
        </w:tc>
        <w:tc>
          <w:tcPr>
            <w:tcW w:w="2979" w:type="dxa"/>
            <w:gridSpan w:val="2"/>
            <w:tcBorders>
              <w:top w:val="single" w:sz="4" w:space="0" w:color="auto"/>
            </w:tcBorders>
          </w:tcPr>
          <w:p w:rsidR="00604296" w:rsidRDefault="00604296" w:rsidP="003713EF">
            <w:pPr>
              <w:jc w:val="center"/>
            </w:pPr>
            <w:r w:rsidRPr="00844C9A">
              <w:t xml:space="preserve">Со дня принятия </w:t>
            </w:r>
            <w:r>
              <w:t xml:space="preserve">им </w:t>
            </w:r>
            <w:r w:rsidRPr="00844C9A">
              <w:t>р</w:t>
            </w:r>
            <w:r w:rsidRPr="00844C9A">
              <w:t>е</w:t>
            </w:r>
            <w:r w:rsidRPr="00844C9A">
              <w:t xml:space="preserve">шения о выдвижении </w:t>
            </w:r>
            <w:r>
              <w:t>ед</w:t>
            </w:r>
            <w:r>
              <w:t>и</w:t>
            </w:r>
            <w:r>
              <w:t>ного списка кандидатов, списка кандидатов по о</w:t>
            </w:r>
            <w:r>
              <w:t>д</w:t>
            </w:r>
            <w:r>
              <w:t>номандатным избирател</w:t>
            </w:r>
            <w:r>
              <w:t>ь</w:t>
            </w:r>
            <w:r>
              <w:t>ным округам</w:t>
            </w:r>
          </w:p>
          <w:p w:rsidR="00604296" w:rsidRPr="00844C9A" w:rsidRDefault="00604296" w:rsidP="003713EF">
            <w:pPr>
              <w:jc w:val="center"/>
            </w:pPr>
          </w:p>
          <w:p w:rsidR="00604296" w:rsidRDefault="00604296" w:rsidP="003713EF">
            <w:pPr>
              <w:jc w:val="center"/>
            </w:pPr>
            <w:r>
              <w:t>Со дня представления в избирательную комиссию муниципального образ</w:t>
            </w:r>
            <w:r>
              <w:t>о</w:t>
            </w:r>
            <w:r>
              <w:t>вания единого списка ка</w:t>
            </w:r>
            <w:r>
              <w:t>н</w:t>
            </w:r>
            <w:r>
              <w:t>дидатов</w:t>
            </w:r>
          </w:p>
          <w:p w:rsidR="00604296" w:rsidRDefault="00604296" w:rsidP="003713EF">
            <w:pPr>
              <w:jc w:val="center"/>
            </w:pPr>
          </w:p>
          <w:p w:rsidR="00604296" w:rsidRPr="00844C9A" w:rsidRDefault="00604296" w:rsidP="003713EF">
            <w:pPr>
              <w:jc w:val="center"/>
            </w:pPr>
            <w:r w:rsidRPr="00844C9A">
              <w:t xml:space="preserve">Со дня представления кандидатом в </w:t>
            </w:r>
            <w:r>
              <w:t xml:space="preserve">окружную </w:t>
            </w:r>
            <w:r w:rsidRPr="00844C9A">
              <w:t>избирательную комиссию заявл</w:t>
            </w:r>
            <w:r>
              <w:t>ения о согласии ба</w:t>
            </w:r>
            <w:r>
              <w:t>л</w:t>
            </w:r>
            <w:r>
              <w:t>лотироваться</w:t>
            </w:r>
          </w:p>
          <w:p w:rsidR="00604296" w:rsidRDefault="00604296" w:rsidP="003713EF">
            <w:pPr>
              <w:jc w:val="center"/>
            </w:pPr>
          </w:p>
          <w:p w:rsidR="00604296" w:rsidRDefault="00604296" w:rsidP="003713EF">
            <w:pPr>
              <w:jc w:val="center"/>
            </w:pPr>
            <w:r>
              <w:t>Со дня представления кандидатом в окружную избирательную комиссию документов, указанных в п.14.3 ст. 35 ФЗ</w:t>
            </w:r>
          </w:p>
          <w:p w:rsidR="00604296" w:rsidRDefault="00604296" w:rsidP="003713EF">
            <w:pPr>
              <w:jc w:val="center"/>
            </w:pPr>
          </w:p>
          <w:p w:rsidR="00604296" w:rsidRPr="00844C9A" w:rsidRDefault="00604296" w:rsidP="003713EF">
            <w:pPr>
              <w:jc w:val="center"/>
              <w:rPr>
                <w:color w:val="00B0F0"/>
              </w:rPr>
            </w:pPr>
            <w:r w:rsidRPr="00844C9A">
              <w:t>В ноль часов по местному времени дня, предшес</w:t>
            </w:r>
            <w:r w:rsidRPr="00844C9A">
              <w:t>т</w:t>
            </w:r>
            <w:r w:rsidRPr="00844C9A">
              <w:t>вующего дню голосов</w:t>
            </w:r>
            <w:r w:rsidRPr="00844C9A">
              <w:t>а</w:t>
            </w:r>
            <w:r w:rsidRPr="00844C9A">
              <w:t xml:space="preserve">ния, </w:t>
            </w:r>
            <w:r w:rsidRPr="00844C9A">
              <w:rPr>
                <w:b/>
              </w:rPr>
              <w:t>т.е. в 00.00 часов 0</w:t>
            </w:r>
            <w:r>
              <w:rPr>
                <w:b/>
              </w:rPr>
              <w:t>7</w:t>
            </w:r>
            <w:r w:rsidRPr="00844C9A">
              <w:rPr>
                <w:b/>
              </w:rPr>
              <w:t>.09.</w:t>
            </w:r>
            <w:r>
              <w:rPr>
                <w:b/>
              </w:rPr>
              <w:t>2019</w:t>
            </w:r>
          </w:p>
        </w:tc>
        <w:tc>
          <w:tcPr>
            <w:tcW w:w="2542" w:type="dxa"/>
            <w:gridSpan w:val="2"/>
            <w:tcBorders>
              <w:top w:val="single" w:sz="4" w:space="0" w:color="auto"/>
            </w:tcBorders>
          </w:tcPr>
          <w:p w:rsidR="00604296" w:rsidRPr="00844C9A" w:rsidRDefault="00604296" w:rsidP="003713EF">
            <w:pPr>
              <w:adjustRightInd w:val="0"/>
              <w:jc w:val="center"/>
              <w:rPr>
                <w:bCs/>
              </w:rPr>
            </w:pPr>
            <w:r w:rsidRPr="00844C9A">
              <w:rPr>
                <w:bCs/>
              </w:rPr>
              <w:t>Кандидаты, избир</w:t>
            </w:r>
            <w:r w:rsidRPr="00844C9A">
              <w:rPr>
                <w:bCs/>
              </w:rPr>
              <w:t>а</w:t>
            </w:r>
            <w:r w:rsidRPr="00844C9A">
              <w:rPr>
                <w:bCs/>
              </w:rPr>
              <w:t>тельные объединения</w:t>
            </w:r>
          </w:p>
          <w:p w:rsidR="00604296" w:rsidRPr="00844C9A" w:rsidRDefault="00604296" w:rsidP="003713EF">
            <w:pPr>
              <w:jc w:val="center"/>
              <w:rPr>
                <w:bCs/>
              </w:rPr>
            </w:pPr>
          </w:p>
        </w:tc>
      </w:tr>
      <w:tr w:rsidR="00604296" w:rsidRPr="00844C9A" w:rsidTr="00D2742C">
        <w:trPr>
          <w:trHeight w:val="20"/>
        </w:trPr>
        <w:tc>
          <w:tcPr>
            <w:tcW w:w="567" w:type="dxa"/>
          </w:tcPr>
          <w:p w:rsidR="00604296" w:rsidRPr="00844C9A" w:rsidRDefault="00604296" w:rsidP="003713EF">
            <w:pPr>
              <w:jc w:val="center"/>
              <w:rPr>
                <w:b/>
              </w:rPr>
            </w:pPr>
            <w:r>
              <w:rPr>
                <w:b/>
              </w:rPr>
              <w:t>44</w:t>
            </w:r>
            <w:r w:rsidRPr="00844C9A">
              <w:rPr>
                <w:b/>
              </w:rPr>
              <w:t>.</w:t>
            </w:r>
          </w:p>
        </w:tc>
        <w:tc>
          <w:tcPr>
            <w:tcW w:w="4118" w:type="dxa"/>
            <w:gridSpan w:val="2"/>
          </w:tcPr>
          <w:p w:rsidR="00604296" w:rsidRPr="00844C9A" w:rsidRDefault="00604296" w:rsidP="003713EF">
            <w:pPr>
              <w:adjustRightInd w:val="0"/>
            </w:pPr>
            <w:r w:rsidRPr="00844C9A">
              <w:t>Предвыборная в периодических п</w:t>
            </w:r>
            <w:r w:rsidRPr="00844C9A">
              <w:t>е</w:t>
            </w:r>
            <w:r w:rsidRPr="00844C9A">
              <w:t>чатных изданиях и сетевых изданиях</w:t>
            </w:r>
          </w:p>
          <w:p w:rsidR="00604296" w:rsidRPr="00844C9A" w:rsidRDefault="00604296" w:rsidP="003713EF"/>
          <w:p w:rsidR="00604296" w:rsidRPr="00844C9A" w:rsidRDefault="00604296" w:rsidP="008A115A">
            <w:pPr>
              <w:jc w:val="right"/>
            </w:pPr>
            <w:r w:rsidRPr="00844C9A">
              <w:t>п.</w:t>
            </w:r>
            <w:r>
              <w:t>п.</w:t>
            </w:r>
            <w:r w:rsidRPr="00844C9A">
              <w:t xml:space="preserve"> 2</w:t>
            </w:r>
            <w:r>
              <w:t>, 3</w:t>
            </w:r>
            <w:r w:rsidRPr="00844C9A">
              <w:t xml:space="preserve"> ст. 49 ФЗ</w:t>
            </w:r>
          </w:p>
          <w:p w:rsidR="00604296" w:rsidRPr="00844C9A" w:rsidRDefault="00604296" w:rsidP="008A115A">
            <w:pPr>
              <w:jc w:val="right"/>
            </w:pPr>
            <w:r w:rsidRPr="00844C9A">
              <w:t>п.</w:t>
            </w:r>
            <w:r>
              <w:t>п. 1,</w:t>
            </w:r>
            <w:r w:rsidRPr="00844C9A">
              <w:t xml:space="preserve"> 2 ст. 33 ЗБО</w:t>
            </w:r>
          </w:p>
        </w:tc>
        <w:tc>
          <w:tcPr>
            <w:tcW w:w="2979" w:type="dxa"/>
            <w:gridSpan w:val="2"/>
          </w:tcPr>
          <w:p w:rsidR="00604296" w:rsidRPr="00844C9A" w:rsidRDefault="00604296" w:rsidP="003713EF">
            <w:pPr>
              <w:jc w:val="center"/>
            </w:pPr>
            <w:r>
              <w:t>Начинается з</w:t>
            </w:r>
            <w:r w:rsidRPr="00844C9A">
              <w:t>а 28 дней до дня голосования и пр</w:t>
            </w:r>
            <w:r w:rsidRPr="00844C9A">
              <w:t>е</w:t>
            </w:r>
            <w:r w:rsidRPr="00844C9A">
              <w:t xml:space="preserve">кращается в ноль часов по местному времени дня, предшествующего дню голосования, </w:t>
            </w:r>
            <w:r w:rsidRPr="00844C9A">
              <w:rPr>
                <w:b/>
              </w:rPr>
              <w:t>т.е. с 1</w:t>
            </w:r>
            <w:r>
              <w:rPr>
                <w:b/>
              </w:rPr>
              <w:t>0</w:t>
            </w:r>
            <w:r w:rsidRPr="00844C9A">
              <w:rPr>
                <w:b/>
              </w:rPr>
              <w:t>.08.</w:t>
            </w:r>
            <w:r>
              <w:rPr>
                <w:b/>
              </w:rPr>
              <w:t>2019</w:t>
            </w:r>
            <w:r w:rsidRPr="00844C9A">
              <w:rPr>
                <w:b/>
              </w:rPr>
              <w:t xml:space="preserve"> до 00.00 часов 0</w:t>
            </w:r>
            <w:r>
              <w:rPr>
                <w:b/>
              </w:rPr>
              <w:t>7</w:t>
            </w:r>
            <w:r w:rsidRPr="00844C9A">
              <w:rPr>
                <w:b/>
              </w:rPr>
              <w:t>.09.</w:t>
            </w:r>
            <w:r>
              <w:rPr>
                <w:b/>
              </w:rPr>
              <w:t>2019</w:t>
            </w:r>
          </w:p>
        </w:tc>
        <w:tc>
          <w:tcPr>
            <w:tcW w:w="2542" w:type="dxa"/>
            <w:gridSpan w:val="2"/>
          </w:tcPr>
          <w:p w:rsidR="00604296" w:rsidRPr="00844C9A" w:rsidRDefault="00604296" w:rsidP="003713EF">
            <w:pPr>
              <w:adjustRightInd w:val="0"/>
              <w:jc w:val="center"/>
            </w:pPr>
            <w:r w:rsidRPr="00844C9A">
              <w:t>Зарегистрированные кандидаты</w:t>
            </w:r>
            <w:r>
              <w:t>, избир</w:t>
            </w:r>
            <w:r>
              <w:t>а</w:t>
            </w:r>
            <w:r>
              <w:t>тельные объединения, выдвинувшие зарег</w:t>
            </w:r>
            <w:r>
              <w:t>и</w:t>
            </w:r>
            <w:r>
              <w:t>стрированные единые списки кандидатов</w:t>
            </w:r>
          </w:p>
        </w:tc>
      </w:tr>
      <w:tr w:rsidR="00604296" w:rsidRPr="00844C9A" w:rsidTr="00D2742C">
        <w:trPr>
          <w:trHeight w:val="20"/>
        </w:trPr>
        <w:tc>
          <w:tcPr>
            <w:tcW w:w="567" w:type="dxa"/>
          </w:tcPr>
          <w:p w:rsidR="00604296" w:rsidRPr="00844C9A" w:rsidRDefault="00604296" w:rsidP="003713EF">
            <w:pPr>
              <w:jc w:val="center"/>
              <w:rPr>
                <w:b/>
              </w:rPr>
            </w:pPr>
            <w:r>
              <w:rPr>
                <w:b/>
              </w:rPr>
              <w:t>45</w:t>
            </w:r>
            <w:r w:rsidRPr="00844C9A">
              <w:rPr>
                <w:b/>
              </w:rPr>
              <w:t>.</w:t>
            </w:r>
          </w:p>
        </w:tc>
        <w:tc>
          <w:tcPr>
            <w:tcW w:w="4118" w:type="dxa"/>
            <w:gridSpan w:val="2"/>
          </w:tcPr>
          <w:p w:rsidR="00604296" w:rsidRPr="00844C9A" w:rsidRDefault="00604296" w:rsidP="003713EF">
            <w:r w:rsidRPr="00844C9A">
              <w:t>Предста</w:t>
            </w:r>
            <w:r>
              <w:t>вление в территориальную избирательную комиссию</w:t>
            </w:r>
            <w:r w:rsidRPr="00844C9A">
              <w:t xml:space="preserve"> </w:t>
            </w:r>
            <w:r>
              <w:t>Мглинск</w:t>
            </w:r>
            <w:r>
              <w:t>о</w:t>
            </w:r>
            <w:r>
              <w:t>го района</w:t>
            </w:r>
            <w:r w:rsidRPr="00844C9A">
              <w:t>, перечня муниципальных организаций телерадиовещания, м</w:t>
            </w:r>
            <w:r w:rsidRPr="00844C9A">
              <w:t>у</w:t>
            </w:r>
            <w:r w:rsidRPr="00844C9A">
              <w:t>ниципальных п</w:t>
            </w:r>
            <w:r>
              <w:t>ериодических печа</w:t>
            </w:r>
            <w:r>
              <w:t>т</w:t>
            </w:r>
            <w:r>
              <w:t xml:space="preserve">ных изданий, </w:t>
            </w:r>
            <w:r w:rsidRPr="00844C9A">
              <w:t xml:space="preserve"> которые обязаны пр</w:t>
            </w:r>
            <w:r w:rsidRPr="00844C9A">
              <w:t>е</w:t>
            </w:r>
            <w:r w:rsidRPr="00844C9A">
              <w:t>доставлять эфирное время, печатную площадь для пр</w:t>
            </w:r>
            <w:r>
              <w:t>оведения предвыбо</w:t>
            </w:r>
            <w:r>
              <w:t>р</w:t>
            </w:r>
            <w:r>
              <w:t>ной агитации</w:t>
            </w:r>
          </w:p>
          <w:p w:rsidR="00604296" w:rsidRDefault="00604296" w:rsidP="008A115A">
            <w:pPr>
              <w:jc w:val="right"/>
            </w:pPr>
            <w:r w:rsidRPr="00844C9A">
              <w:t>п. 8 ст. 47 ФЗ</w:t>
            </w:r>
          </w:p>
          <w:p w:rsidR="00604296" w:rsidRPr="00844C9A" w:rsidRDefault="00604296" w:rsidP="008A115A">
            <w:pPr>
              <w:jc w:val="right"/>
            </w:pPr>
            <w:r>
              <w:t>п.3 ст. 31 ЗБО</w:t>
            </w:r>
          </w:p>
        </w:tc>
        <w:tc>
          <w:tcPr>
            <w:tcW w:w="2979" w:type="dxa"/>
            <w:gridSpan w:val="2"/>
          </w:tcPr>
          <w:p w:rsidR="00604296" w:rsidRPr="00B3231C" w:rsidRDefault="00604296" w:rsidP="003713EF">
            <w:pPr>
              <w:jc w:val="center"/>
            </w:pPr>
            <w:r w:rsidRPr="00B3231C">
              <w:t>Не позднее, чем на 10 день после дня официал</w:t>
            </w:r>
            <w:r w:rsidRPr="00B3231C">
              <w:t>ь</w:t>
            </w:r>
            <w:r w:rsidRPr="00B3231C">
              <w:t>ного опубликования (пу</w:t>
            </w:r>
            <w:r w:rsidRPr="00B3231C">
              <w:t>б</w:t>
            </w:r>
            <w:r w:rsidRPr="00B3231C">
              <w:t>ликации) решения о н</w:t>
            </w:r>
            <w:r w:rsidRPr="00B3231C">
              <w:t>а</w:t>
            </w:r>
            <w:r w:rsidRPr="00B3231C">
              <w:t xml:space="preserve">значении выборов, </w:t>
            </w:r>
            <w:r w:rsidRPr="00B3231C">
              <w:rPr>
                <w:b/>
              </w:rPr>
              <w:t>т.е. не позднее 01.07.2019</w:t>
            </w:r>
          </w:p>
          <w:p w:rsidR="00604296" w:rsidRPr="00B3231C" w:rsidRDefault="00604296" w:rsidP="003713EF">
            <w:pPr>
              <w:jc w:val="center"/>
            </w:pPr>
          </w:p>
          <w:p w:rsidR="00604296" w:rsidRPr="00B3231C" w:rsidRDefault="00604296" w:rsidP="003713EF">
            <w:pPr>
              <w:jc w:val="center"/>
            </w:pPr>
          </w:p>
          <w:p w:rsidR="00604296" w:rsidRPr="00B3231C" w:rsidRDefault="00604296" w:rsidP="003713EF">
            <w:pPr>
              <w:jc w:val="center"/>
            </w:pPr>
          </w:p>
          <w:p w:rsidR="00604296" w:rsidRPr="00B3231C" w:rsidRDefault="00604296" w:rsidP="003713EF">
            <w:pPr>
              <w:jc w:val="center"/>
            </w:pPr>
          </w:p>
          <w:p w:rsidR="00604296" w:rsidRPr="00B3231C" w:rsidRDefault="00604296" w:rsidP="003713EF">
            <w:pPr>
              <w:jc w:val="center"/>
              <w:rPr>
                <w:color w:val="FF0000"/>
              </w:rPr>
            </w:pPr>
          </w:p>
        </w:tc>
        <w:tc>
          <w:tcPr>
            <w:tcW w:w="2542" w:type="dxa"/>
            <w:gridSpan w:val="2"/>
          </w:tcPr>
          <w:p w:rsidR="00604296" w:rsidRPr="00844C9A" w:rsidRDefault="00604296" w:rsidP="003713EF">
            <w:pPr>
              <w:jc w:val="center"/>
            </w:pPr>
            <w:r w:rsidRPr="00844C9A">
              <w:t>Управление Фед</w:t>
            </w:r>
            <w:r w:rsidRPr="00844C9A">
              <w:t>е</w:t>
            </w:r>
            <w:r w:rsidRPr="00844C9A">
              <w:t>ральной службы по надзору в сфере связи,  информационных технологий и масс</w:t>
            </w:r>
            <w:r w:rsidRPr="00844C9A">
              <w:t>о</w:t>
            </w:r>
            <w:r w:rsidRPr="00844C9A">
              <w:t>вых коммуникаций по Брянской области</w:t>
            </w:r>
          </w:p>
        </w:tc>
      </w:tr>
      <w:tr w:rsidR="00604296" w:rsidRPr="00844C9A" w:rsidTr="00D2742C">
        <w:trPr>
          <w:trHeight w:val="20"/>
        </w:trPr>
        <w:tc>
          <w:tcPr>
            <w:tcW w:w="567" w:type="dxa"/>
          </w:tcPr>
          <w:p w:rsidR="00604296" w:rsidRPr="00844C9A" w:rsidRDefault="00604296" w:rsidP="003713EF">
            <w:pPr>
              <w:jc w:val="center"/>
              <w:rPr>
                <w:b/>
              </w:rPr>
            </w:pPr>
            <w:r>
              <w:rPr>
                <w:b/>
              </w:rPr>
              <w:t>46</w:t>
            </w:r>
            <w:r w:rsidRPr="00844C9A">
              <w:rPr>
                <w:b/>
              </w:rPr>
              <w:t>.</w:t>
            </w:r>
          </w:p>
        </w:tc>
        <w:tc>
          <w:tcPr>
            <w:tcW w:w="4118" w:type="dxa"/>
            <w:gridSpan w:val="2"/>
          </w:tcPr>
          <w:p w:rsidR="00604296" w:rsidRPr="00844C9A" w:rsidRDefault="00604296" w:rsidP="003713EF">
            <w:r w:rsidRPr="00844C9A">
              <w:t>Опубликование перечня муниц</w:t>
            </w:r>
            <w:r w:rsidRPr="00844C9A">
              <w:t>и</w:t>
            </w:r>
            <w:r w:rsidRPr="00844C9A">
              <w:t>пальных организаций телерадиов</w:t>
            </w:r>
            <w:r w:rsidRPr="00844C9A">
              <w:t>е</w:t>
            </w:r>
            <w:r w:rsidRPr="00844C9A">
              <w:t>щания, муниципальных периодич</w:t>
            </w:r>
            <w:r w:rsidRPr="00844C9A">
              <w:t>е</w:t>
            </w:r>
            <w:r w:rsidRPr="00844C9A">
              <w:t>ских печатных изданий, которые об</w:t>
            </w:r>
            <w:r w:rsidRPr="00844C9A">
              <w:t>я</w:t>
            </w:r>
            <w:r w:rsidRPr="00844C9A">
              <w:t>заны предоставлять эфирное время, печатную площадь для проведения предвыборной агитации</w:t>
            </w:r>
          </w:p>
          <w:p w:rsidR="00604296" w:rsidRPr="00844C9A" w:rsidRDefault="00604296" w:rsidP="00856693">
            <w:pPr>
              <w:jc w:val="right"/>
            </w:pPr>
            <w:r w:rsidRPr="00844C9A">
              <w:t>п. 7 ст. 47 ФЗ</w:t>
            </w:r>
          </w:p>
          <w:p w:rsidR="00604296" w:rsidRPr="00844C9A" w:rsidRDefault="00604296" w:rsidP="00856693">
            <w:pPr>
              <w:tabs>
                <w:tab w:val="left" w:pos="670"/>
              </w:tabs>
              <w:jc w:val="right"/>
            </w:pPr>
            <w:r w:rsidRPr="00844C9A">
              <w:t>п. 3 ст. 31 ЗБО</w:t>
            </w:r>
          </w:p>
        </w:tc>
        <w:tc>
          <w:tcPr>
            <w:tcW w:w="2979" w:type="dxa"/>
            <w:gridSpan w:val="2"/>
          </w:tcPr>
          <w:p w:rsidR="00604296" w:rsidRPr="00B3231C" w:rsidRDefault="00604296" w:rsidP="003713EF">
            <w:pPr>
              <w:jc w:val="center"/>
            </w:pPr>
            <w:r w:rsidRPr="00B3231C">
              <w:t>Не позднее, чем на 15 день после дня официал</w:t>
            </w:r>
            <w:r w:rsidRPr="00B3231C">
              <w:t>ь</w:t>
            </w:r>
            <w:r w:rsidRPr="00B3231C">
              <w:t>ного опубликования (пу</w:t>
            </w:r>
            <w:r w:rsidRPr="00B3231C">
              <w:t>б</w:t>
            </w:r>
            <w:r w:rsidRPr="00B3231C">
              <w:t>ликации) решения о н</w:t>
            </w:r>
            <w:r w:rsidRPr="00B3231C">
              <w:t>а</w:t>
            </w:r>
            <w:r w:rsidRPr="00B3231C">
              <w:t xml:space="preserve">значении выборов, </w:t>
            </w:r>
            <w:r w:rsidRPr="00B3231C">
              <w:rPr>
                <w:b/>
              </w:rPr>
              <w:t>т.е. не позднее 06.07.2019</w:t>
            </w:r>
          </w:p>
        </w:tc>
        <w:tc>
          <w:tcPr>
            <w:tcW w:w="2542" w:type="dxa"/>
            <w:gridSpan w:val="2"/>
          </w:tcPr>
          <w:p w:rsidR="00604296" w:rsidRPr="00EB3061" w:rsidRDefault="00604296" w:rsidP="00856693">
            <w:pPr>
              <w:shd w:val="clear" w:color="auto" w:fill="FFFFFF"/>
              <w:jc w:val="center"/>
            </w:pPr>
            <w:r>
              <w:t>ТИК</w:t>
            </w:r>
            <w:r w:rsidRPr="00EB3061">
              <w:t xml:space="preserve"> </w:t>
            </w:r>
            <w:r>
              <w:t>Мглинского ра</w:t>
            </w:r>
            <w:r>
              <w:t>й</w:t>
            </w:r>
            <w:r>
              <w:t>она</w:t>
            </w:r>
          </w:p>
          <w:p w:rsidR="00604296" w:rsidRPr="00844C9A" w:rsidRDefault="00604296" w:rsidP="003713EF">
            <w:pPr>
              <w:jc w:val="center"/>
            </w:pPr>
          </w:p>
        </w:tc>
      </w:tr>
      <w:tr w:rsidR="00604296" w:rsidRPr="00844C9A" w:rsidTr="00D2742C">
        <w:trPr>
          <w:trHeight w:val="20"/>
        </w:trPr>
        <w:tc>
          <w:tcPr>
            <w:tcW w:w="567" w:type="dxa"/>
          </w:tcPr>
          <w:p w:rsidR="00604296" w:rsidRPr="00844C9A" w:rsidRDefault="00604296" w:rsidP="003713EF">
            <w:pPr>
              <w:jc w:val="center"/>
              <w:rPr>
                <w:b/>
              </w:rPr>
            </w:pPr>
            <w:r>
              <w:rPr>
                <w:b/>
              </w:rPr>
              <w:t>47</w:t>
            </w:r>
            <w:r w:rsidRPr="00844C9A">
              <w:rPr>
                <w:b/>
              </w:rPr>
              <w:t>.</w:t>
            </w:r>
          </w:p>
        </w:tc>
        <w:tc>
          <w:tcPr>
            <w:tcW w:w="4118" w:type="dxa"/>
            <w:gridSpan w:val="2"/>
          </w:tcPr>
          <w:p w:rsidR="00604296" w:rsidRPr="00844C9A" w:rsidRDefault="00604296" w:rsidP="003713EF">
            <w:pPr>
              <w:adjustRightInd w:val="0"/>
            </w:pPr>
            <w:r w:rsidRPr="00844C9A">
              <w:t>Представление в Управление Фед</w:t>
            </w:r>
            <w:r w:rsidRPr="00844C9A">
              <w:t>е</w:t>
            </w:r>
            <w:r w:rsidRPr="00844C9A">
              <w:t>ральной службы по надзору в сфере связи,  информационных технологий и массовых коммуникаций по Бря</w:t>
            </w:r>
            <w:r w:rsidRPr="00844C9A">
              <w:t>н</w:t>
            </w:r>
            <w:r w:rsidRPr="00844C9A">
              <w:t>ской области, списка организаций т</w:t>
            </w:r>
            <w:r w:rsidRPr="00844C9A">
              <w:t>е</w:t>
            </w:r>
            <w:r w:rsidRPr="00844C9A">
              <w:t>лерадиовещания и  периодических печатных изданий, попадающих под действие пункта 4 статьи 31 ЗБО</w:t>
            </w:r>
          </w:p>
          <w:p w:rsidR="00604296" w:rsidRPr="00844C9A" w:rsidRDefault="00604296" w:rsidP="00856693">
            <w:pPr>
              <w:adjustRightInd w:val="0"/>
              <w:jc w:val="right"/>
            </w:pPr>
            <w:r w:rsidRPr="00844C9A">
              <w:t>п. 11 ст. 47 ФЗ</w:t>
            </w:r>
          </w:p>
          <w:p w:rsidR="00604296" w:rsidRPr="00844C9A" w:rsidRDefault="00604296" w:rsidP="00856693">
            <w:pPr>
              <w:adjustRightInd w:val="0"/>
              <w:jc w:val="right"/>
            </w:pPr>
            <w:r w:rsidRPr="00844C9A">
              <w:t>п.4 ст.31 ЗБО</w:t>
            </w:r>
          </w:p>
        </w:tc>
        <w:tc>
          <w:tcPr>
            <w:tcW w:w="2979" w:type="dxa"/>
            <w:gridSpan w:val="2"/>
          </w:tcPr>
          <w:p w:rsidR="00604296" w:rsidRPr="00B3231C" w:rsidRDefault="00604296" w:rsidP="003713EF">
            <w:pPr>
              <w:adjustRightInd w:val="0"/>
              <w:jc w:val="center"/>
            </w:pPr>
            <w:r w:rsidRPr="00B3231C">
              <w:t>Не позднее, чем на 5 день после дня официального опубликования (публик</w:t>
            </w:r>
            <w:r w:rsidRPr="00B3231C">
              <w:t>а</w:t>
            </w:r>
            <w:r w:rsidRPr="00B3231C">
              <w:t>ции) решения о назнач</w:t>
            </w:r>
            <w:r w:rsidRPr="00B3231C">
              <w:t>е</w:t>
            </w:r>
            <w:r w:rsidRPr="00B3231C">
              <w:t xml:space="preserve">нии выборов, </w:t>
            </w:r>
            <w:r w:rsidRPr="00B3231C">
              <w:rPr>
                <w:b/>
              </w:rPr>
              <w:t>т.е. не поз</w:t>
            </w:r>
            <w:r w:rsidRPr="00B3231C">
              <w:rPr>
                <w:b/>
              </w:rPr>
              <w:t>д</w:t>
            </w:r>
            <w:r w:rsidRPr="00B3231C">
              <w:rPr>
                <w:b/>
              </w:rPr>
              <w:t>нее 26.06.2019</w:t>
            </w:r>
          </w:p>
        </w:tc>
        <w:tc>
          <w:tcPr>
            <w:tcW w:w="2542" w:type="dxa"/>
            <w:gridSpan w:val="2"/>
          </w:tcPr>
          <w:p w:rsidR="00604296" w:rsidRPr="00844C9A" w:rsidRDefault="00604296" w:rsidP="003713EF">
            <w:pPr>
              <w:jc w:val="center"/>
            </w:pPr>
            <w:r>
              <w:t>Администрация Мглинского района</w:t>
            </w:r>
          </w:p>
        </w:tc>
      </w:tr>
      <w:tr w:rsidR="00604296" w:rsidRPr="00844C9A" w:rsidTr="00D2742C">
        <w:trPr>
          <w:trHeight w:val="20"/>
        </w:trPr>
        <w:tc>
          <w:tcPr>
            <w:tcW w:w="567" w:type="dxa"/>
          </w:tcPr>
          <w:p w:rsidR="00604296" w:rsidRPr="00844C9A" w:rsidRDefault="00604296" w:rsidP="003713EF">
            <w:pPr>
              <w:jc w:val="center"/>
              <w:rPr>
                <w:b/>
              </w:rPr>
            </w:pPr>
            <w:r>
              <w:rPr>
                <w:b/>
              </w:rPr>
              <w:t>48</w:t>
            </w:r>
            <w:r w:rsidRPr="00844C9A">
              <w:rPr>
                <w:b/>
              </w:rPr>
              <w:t>.</w:t>
            </w:r>
          </w:p>
        </w:tc>
        <w:tc>
          <w:tcPr>
            <w:tcW w:w="4118" w:type="dxa"/>
            <w:gridSpan w:val="2"/>
          </w:tcPr>
          <w:p w:rsidR="00604296" w:rsidRPr="00844C9A" w:rsidRDefault="00604296" w:rsidP="003713EF">
            <w:pPr>
              <w:adjustRightInd w:val="0"/>
            </w:pPr>
            <w:r w:rsidRPr="00844C9A">
              <w:t>Опубликование сведений о размере и других условиях оплаты услуг по раз</w:t>
            </w:r>
            <w:r>
              <w:t>мещению агитационных матери</w:t>
            </w:r>
            <w:r>
              <w:t>а</w:t>
            </w:r>
            <w:r>
              <w:t>лов, и п</w:t>
            </w:r>
            <w:r w:rsidRPr="00844C9A">
              <w:t>редставление указанных св</w:t>
            </w:r>
            <w:r w:rsidRPr="00844C9A">
              <w:t>е</w:t>
            </w:r>
            <w:r w:rsidRPr="00844C9A">
              <w:t xml:space="preserve">дений в </w:t>
            </w:r>
            <w:r>
              <w:t>ТИК Мглинского района</w:t>
            </w:r>
            <w:r w:rsidRPr="00844C9A">
              <w:t>, вместе с информацией о дате и об и</w:t>
            </w:r>
            <w:r w:rsidRPr="00844C9A">
              <w:t>с</w:t>
            </w:r>
            <w:r w:rsidRPr="00844C9A">
              <w:t>точнике их опубликования, свед</w:t>
            </w:r>
            <w:r w:rsidRPr="00844C9A">
              <w:t>е</w:t>
            </w:r>
            <w:r w:rsidRPr="00844C9A">
              <w:t>ниями о регистрационном номере и дате выдачи свидетельства о регис</w:t>
            </w:r>
            <w:r w:rsidRPr="00844C9A">
              <w:t>т</w:t>
            </w:r>
            <w:r>
              <w:t xml:space="preserve">рации СМИ, </w:t>
            </w:r>
            <w:r w:rsidRPr="00844C9A">
              <w:t>уведомлением о гото</w:t>
            </w:r>
            <w:r w:rsidRPr="00844C9A">
              <w:t>в</w:t>
            </w:r>
            <w:r w:rsidRPr="00844C9A">
              <w:t>ности предоставить</w:t>
            </w:r>
            <w:r>
              <w:t xml:space="preserve"> </w:t>
            </w:r>
            <w:r w:rsidRPr="00844C9A">
              <w:t>услуги по ра</w:t>
            </w:r>
            <w:r w:rsidRPr="00844C9A">
              <w:t>з</w:t>
            </w:r>
            <w:r w:rsidRPr="00844C9A">
              <w:t>мещению агитационн</w:t>
            </w:r>
            <w:r>
              <w:t>ых материалов в сетевом издании</w:t>
            </w:r>
          </w:p>
          <w:p w:rsidR="00604296" w:rsidRDefault="00604296" w:rsidP="009F7D03">
            <w:pPr>
              <w:jc w:val="right"/>
            </w:pPr>
            <w:r w:rsidRPr="00844C9A">
              <w:t>п. 6. ст. 50 ФЗ</w:t>
            </w:r>
          </w:p>
          <w:p w:rsidR="00604296" w:rsidRPr="00844C9A" w:rsidRDefault="00604296" w:rsidP="009F7D03">
            <w:pPr>
              <w:jc w:val="right"/>
            </w:pPr>
            <w:r w:rsidRPr="00844C9A">
              <w:t>п.6 ст. 34 ЗБО</w:t>
            </w:r>
          </w:p>
        </w:tc>
        <w:tc>
          <w:tcPr>
            <w:tcW w:w="2979" w:type="dxa"/>
            <w:gridSpan w:val="2"/>
          </w:tcPr>
          <w:p w:rsidR="00604296" w:rsidRPr="00B3231C" w:rsidRDefault="00604296" w:rsidP="003713EF">
            <w:pPr>
              <w:adjustRightInd w:val="0"/>
              <w:jc w:val="center"/>
            </w:pPr>
            <w:r w:rsidRPr="00B3231C">
              <w:t xml:space="preserve">Не позднее чем через 30 дней со дня официального опубликования решения о назначении  выборов, </w:t>
            </w:r>
            <w:r w:rsidRPr="00B3231C">
              <w:rPr>
                <w:b/>
              </w:rPr>
              <w:t xml:space="preserve">т.е. не позднее </w:t>
            </w:r>
            <w:r w:rsidRPr="00CC7026">
              <w:rPr>
                <w:b/>
              </w:rPr>
              <w:t>21</w:t>
            </w:r>
            <w:r w:rsidRPr="00B3231C">
              <w:rPr>
                <w:b/>
              </w:rPr>
              <w:t>.07.2019</w:t>
            </w:r>
          </w:p>
          <w:p w:rsidR="00604296" w:rsidRPr="00B3231C" w:rsidRDefault="00604296" w:rsidP="003713EF">
            <w:pPr>
              <w:jc w:val="center"/>
            </w:pPr>
          </w:p>
        </w:tc>
        <w:tc>
          <w:tcPr>
            <w:tcW w:w="2542" w:type="dxa"/>
            <w:gridSpan w:val="2"/>
          </w:tcPr>
          <w:p w:rsidR="00604296" w:rsidRPr="00844C9A" w:rsidRDefault="00604296" w:rsidP="008F65C9">
            <w:pPr>
              <w:suppressAutoHyphens/>
              <w:adjustRightInd w:val="0"/>
              <w:jc w:val="both"/>
            </w:pPr>
            <w:r>
              <w:t>Редакция</w:t>
            </w:r>
            <w:r w:rsidRPr="00844C9A">
              <w:t xml:space="preserve"> </w:t>
            </w:r>
            <w:r>
              <w:t xml:space="preserve">газеты «Мглинские вести», </w:t>
            </w:r>
            <w:r w:rsidRPr="00844C9A">
              <w:t>редакци</w:t>
            </w:r>
            <w:r>
              <w:t>и</w:t>
            </w:r>
            <w:r w:rsidRPr="00844C9A">
              <w:t xml:space="preserve"> сетев</w:t>
            </w:r>
            <w:r>
              <w:t>ых изданий</w:t>
            </w:r>
          </w:p>
          <w:p w:rsidR="00604296" w:rsidRPr="00844C9A" w:rsidRDefault="00604296" w:rsidP="003713EF">
            <w:pPr>
              <w:adjustRightInd w:val="0"/>
              <w:jc w:val="center"/>
            </w:pPr>
          </w:p>
          <w:p w:rsidR="00604296" w:rsidRPr="00844C9A" w:rsidRDefault="00604296" w:rsidP="003713EF">
            <w:pPr>
              <w:jc w:val="center"/>
            </w:pPr>
          </w:p>
        </w:tc>
      </w:tr>
      <w:tr w:rsidR="00604296" w:rsidRPr="00844C9A" w:rsidTr="00D2742C">
        <w:trPr>
          <w:trHeight w:val="20"/>
        </w:trPr>
        <w:tc>
          <w:tcPr>
            <w:tcW w:w="567" w:type="dxa"/>
          </w:tcPr>
          <w:p w:rsidR="00604296" w:rsidRPr="00844C9A" w:rsidRDefault="00604296" w:rsidP="003713EF">
            <w:pPr>
              <w:jc w:val="center"/>
              <w:rPr>
                <w:b/>
              </w:rPr>
            </w:pPr>
            <w:r>
              <w:rPr>
                <w:b/>
              </w:rPr>
              <w:t>49</w:t>
            </w:r>
            <w:r w:rsidRPr="00844C9A">
              <w:rPr>
                <w:b/>
              </w:rPr>
              <w:t>.</w:t>
            </w:r>
          </w:p>
        </w:tc>
        <w:tc>
          <w:tcPr>
            <w:tcW w:w="4118" w:type="dxa"/>
            <w:gridSpan w:val="2"/>
          </w:tcPr>
          <w:p w:rsidR="00604296" w:rsidRPr="00844C9A" w:rsidRDefault="00604296" w:rsidP="003713EF">
            <w:pPr>
              <w:adjustRightInd w:val="0"/>
            </w:pPr>
            <w:r w:rsidRPr="00844C9A">
              <w:t>Опубликование сведений о размере и других условиях оплаты работ или услуг организаций, индивидуальных предпринимателей по изготовлению п</w:t>
            </w:r>
            <w:r>
              <w:t>ечатных агитационных материалов, и п</w:t>
            </w:r>
            <w:r w:rsidRPr="00844C9A">
              <w:t xml:space="preserve">редставление указанных сведений в </w:t>
            </w:r>
            <w:r>
              <w:t>ТИК Мглинского района</w:t>
            </w:r>
            <w:r w:rsidRPr="00844C9A">
              <w:t xml:space="preserve"> вместе со сведениями содержащими наимен</w:t>
            </w:r>
            <w:r w:rsidRPr="00844C9A">
              <w:t>о</w:t>
            </w:r>
            <w:r w:rsidRPr="00844C9A">
              <w:t>вание, юридический адрес и ИНН о</w:t>
            </w:r>
            <w:r w:rsidRPr="00844C9A">
              <w:t>р</w:t>
            </w:r>
            <w:r w:rsidRPr="00844C9A">
              <w:t xml:space="preserve">ганизации (фамилию, имя, отчество индивидуального предпринимателя, наименование субъекта </w:t>
            </w:r>
            <w:r>
              <w:t>РФ</w:t>
            </w:r>
            <w:r w:rsidRPr="00844C9A">
              <w:t xml:space="preserve">, района, города, иного населенного пункта, где </w:t>
            </w:r>
            <w:r>
              <w:t>находится место его жительства)</w:t>
            </w:r>
          </w:p>
          <w:p w:rsidR="00604296" w:rsidRDefault="00604296" w:rsidP="009F7D03">
            <w:pPr>
              <w:adjustRightInd w:val="0"/>
              <w:jc w:val="right"/>
            </w:pPr>
            <w:r w:rsidRPr="00844C9A">
              <w:t>п. 1.1 ст. 54 ФЗ</w:t>
            </w:r>
          </w:p>
          <w:p w:rsidR="00604296" w:rsidRPr="00FD1378" w:rsidRDefault="00604296" w:rsidP="009F7D03">
            <w:pPr>
              <w:adjustRightInd w:val="0"/>
              <w:jc w:val="right"/>
            </w:pPr>
            <w:r w:rsidRPr="00FD1378">
              <w:t>п.10 ст. 37 ЗБО</w:t>
            </w:r>
          </w:p>
        </w:tc>
        <w:tc>
          <w:tcPr>
            <w:tcW w:w="2979" w:type="dxa"/>
            <w:gridSpan w:val="2"/>
          </w:tcPr>
          <w:p w:rsidR="00604296" w:rsidRPr="00B3231C" w:rsidRDefault="00604296" w:rsidP="003713EF">
            <w:pPr>
              <w:adjustRightInd w:val="0"/>
              <w:jc w:val="center"/>
            </w:pPr>
            <w:r w:rsidRPr="00B3231C">
              <w:t>Не позднее чем через 30 дней со дня официального опубликования (публик</w:t>
            </w:r>
            <w:r w:rsidRPr="00B3231C">
              <w:t>а</w:t>
            </w:r>
            <w:r w:rsidRPr="00B3231C">
              <w:t>ции) решения о назнач</w:t>
            </w:r>
            <w:r w:rsidRPr="00B3231C">
              <w:t>е</w:t>
            </w:r>
            <w:r w:rsidRPr="00B3231C">
              <w:t xml:space="preserve">нии выборов, </w:t>
            </w:r>
            <w:r w:rsidRPr="00B3231C">
              <w:rPr>
                <w:b/>
              </w:rPr>
              <w:t>т.е. не поз</w:t>
            </w:r>
            <w:r w:rsidRPr="00B3231C">
              <w:rPr>
                <w:b/>
              </w:rPr>
              <w:t>д</w:t>
            </w:r>
            <w:r w:rsidRPr="00B3231C">
              <w:rPr>
                <w:b/>
              </w:rPr>
              <w:t xml:space="preserve">нее </w:t>
            </w:r>
            <w:r w:rsidRPr="00CC7026">
              <w:rPr>
                <w:b/>
              </w:rPr>
              <w:t>21</w:t>
            </w:r>
            <w:r w:rsidRPr="00B3231C">
              <w:rPr>
                <w:b/>
              </w:rPr>
              <w:t>.07.2019</w:t>
            </w:r>
          </w:p>
          <w:p w:rsidR="00604296" w:rsidRPr="00B3231C" w:rsidRDefault="00604296" w:rsidP="003713EF">
            <w:pPr>
              <w:adjustRightInd w:val="0"/>
              <w:jc w:val="center"/>
            </w:pPr>
          </w:p>
        </w:tc>
        <w:tc>
          <w:tcPr>
            <w:tcW w:w="2542" w:type="dxa"/>
            <w:gridSpan w:val="2"/>
          </w:tcPr>
          <w:p w:rsidR="00604296" w:rsidRPr="00844C9A" w:rsidRDefault="00604296" w:rsidP="003713EF">
            <w:pPr>
              <w:adjustRightInd w:val="0"/>
              <w:jc w:val="center"/>
            </w:pPr>
            <w:r w:rsidRPr="00844C9A">
              <w:t>Организации, инд</w:t>
            </w:r>
            <w:r w:rsidRPr="00844C9A">
              <w:t>и</w:t>
            </w:r>
            <w:r w:rsidRPr="00844C9A">
              <w:t>видуальные предпр</w:t>
            </w:r>
            <w:r w:rsidRPr="00844C9A">
              <w:t>и</w:t>
            </w:r>
            <w:r w:rsidRPr="00844C9A">
              <w:t>ниматели, выпо</w:t>
            </w:r>
            <w:r w:rsidRPr="00844C9A">
              <w:t>л</w:t>
            </w:r>
            <w:r w:rsidRPr="00844C9A">
              <w:t>няющие работы или оказывающие услуги по изготовлению п</w:t>
            </w:r>
            <w:r w:rsidRPr="00844C9A">
              <w:t>е</w:t>
            </w:r>
            <w:r w:rsidRPr="00844C9A">
              <w:t>чатных агитационных материалов</w:t>
            </w:r>
          </w:p>
          <w:p w:rsidR="00604296" w:rsidRPr="00844C9A" w:rsidRDefault="00604296" w:rsidP="003713EF">
            <w:pPr>
              <w:adjustRightInd w:val="0"/>
              <w:jc w:val="center"/>
            </w:pPr>
          </w:p>
        </w:tc>
      </w:tr>
      <w:tr w:rsidR="00604296" w:rsidRPr="00844C9A" w:rsidTr="00D2742C">
        <w:trPr>
          <w:trHeight w:val="20"/>
        </w:trPr>
        <w:tc>
          <w:tcPr>
            <w:tcW w:w="567" w:type="dxa"/>
            <w:vMerge w:val="restart"/>
          </w:tcPr>
          <w:p w:rsidR="00604296" w:rsidRPr="00FE1C5F" w:rsidRDefault="00604296" w:rsidP="003713EF">
            <w:pPr>
              <w:jc w:val="center"/>
              <w:rPr>
                <w:b/>
              </w:rPr>
            </w:pPr>
            <w:r>
              <w:rPr>
                <w:b/>
              </w:rPr>
              <w:t>50</w:t>
            </w:r>
            <w:r w:rsidRPr="00FE1C5F">
              <w:rPr>
                <w:b/>
              </w:rPr>
              <w:t>.</w:t>
            </w:r>
          </w:p>
        </w:tc>
        <w:tc>
          <w:tcPr>
            <w:tcW w:w="4118" w:type="dxa"/>
            <w:gridSpan w:val="2"/>
          </w:tcPr>
          <w:p w:rsidR="00604296" w:rsidRPr="00FE1C5F" w:rsidRDefault="00604296" w:rsidP="009F7D03">
            <w:pPr>
              <w:pStyle w:val="BodyText"/>
              <w:jc w:val="left"/>
            </w:pPr>
            <w:r w:rsidRPr="00FE1C5F">
              <w:t>Проведение жеребьевки:</w:t>
            </w:r>
          </w:p>
          <w:p w:rsidR="00604296" w:rsidRPr="00FE1C5F" w:rsidRDefault="00604296" w:rsidP="003713EF">
            <w:pPr>
              <w:adjustRightInd w:val="0"/>
            </w:pPr>
            <w:r w:rsidRPr="00FE1C5F">
              <w:t xml:space="preserve">в целях распределения бесплатной </w:t>
            </w:r>
            <w:r>
              <w:t xml:space="preserve">печатной площади </w:t>
            </w:r>
            <w:r w:rsidRPr="00FE1C5F">
              <w:t>между всеми зар</w:t>
            </w:r>
            <w:r w:rsidRPr="00FE1C5F">
              <w:t>е</w:t>
            </w:r>
            <w:r w:rsidRPr="00FE1C5F">
              <w:t>гистрированными кандидатами, и</w:t>
            </w:r>
            <w:r w:rsidRPr="00FE1C5F">
              <w:t>з</w:t>
            </w:r>
            <w:r w:rsidRPr="00FE1C5F">
              <w:t>бирательными объединениями, в</w:t>
            </w:r>
            <w:r w:rsidRPr="00FE1C5F">
              <w:t>ы</w:t>
            </w:r>
            <w:r w:rsidRPr="00FE1C5F">
              <w:t>двинувшими зарегистрированные единые списки кандидатов</w:t>
            </w:r>
          </w:p>
          <w:p w:rsidR="00604296" w:rsidRPr="00FE1C5F" w:rsidRDefault="00604296" w:rsidP="00277C40">
            <w:pPr>
              <w:adjustRightInd w:val="0"/>
              <w:jc w:val="right"/>
            </w:pPr>
            <w:r w:rsidRPr="00FE1C5F">
              <w:t>п. 4 ст. 36 ЗБО</w:t>
            </w:r>
          </w:p>
        </w:tc>
        <w:tc>
          <w:tcPr>
            <w:tcW w:w="2979" w:type="dxa"/>
            <w:gridSpan w:val="2"/>
          </w:tcPr>
          <w:p w:rsidR="00604296" w:rsidRPr="00FE1C5F" w:rsidRDefault="00604296" w:rsidP="003713EF">
            <w:pPr>
              <w:jc w:val="center"/>
            </w:pPr>
            <w:r w:rsidRPr="00FE1C5F">
              <w:t>По завершении регистр</w:t>
            </w:r>
            <w:r w:rsidRPr="00FE1C5F">
              <w:t>а</w:t>
            </w:r>
            <w:r w:rsidRPr="00FE1C5F">
              <w:t xml:space="preserve">ции кандидатов, единых списков кандидатов, но не позднее, чем за 30 дней до дня голосования, т.е. </w:t>
            </w:r>
            <w:r w:rsidRPr="00FE1C5F">
              <w:rPr>
                <w:b/>
              </w:rPr>
              <w:t>не позднее 0</w:t>
            </w:r>
            <w:r>
              <w:rPr>
                <w:b/>
              </w:rPr>
              <w:t>8</w:t>
            </w:r>
            <w:r w:rsidRPr="00FE1C5F">
              <w:rPr>
                <w:b/>
              </w:rPr>
              <w:t>.08.</w:t>
            </w:r>
            <w:r>
              <w:rPr>
                <w:b/>
              </w:rPr>
              <w:t>2019</w:t>
            </w:r>
          </w:p>
        </w:tc>
        <w:tc>
          <w:tcPr>
            <w:tcW w:w="2542" w:type="dxa"/>
            <w:gridSpan w:val="2"/>
            <w:tcBorders>
              <w:bottom w:val="single" w:sz="4" w:space="0" w:color="auto"/>
            </w:tcBorders>
          </w:tcPr>
          <w:p w:rsidR="00604296" w:rsidRPr="00AB45E2" w:rsidRDefault="00604296" w:rsidP="00277C40">
            <w:pPr>
              <w:adjustRightInd w:val="0"/>
              <w:jc w:val="center"/>
            </w:pPr>
            <w:r w:rsidRPr="00AB45E2">
              <w:t xml:space="preserve">Редакция </w:t>
            </w:r>
            <w:r>
              <w:t>газеты «Мглинские вести»</w:t>
            </w:r>
          </w:p>
        </w:tc>
      </w:tr>
      <w:tr w:rsidR="00604296" w:rsidRPr="00844C9A" w:rsidTr="00D2742C">
        <w:trPr>
          <w:trHeight w:val="20"/>
        </w:trPr>
        <w:tc>
          <w:tcPr>
            <w:tcW w:w="567" w:type="dxa"/>
            <w:vMerge/>
          </w:tcPr>
          <w:p w:rsidR="00604296" w:rsidRPr="00FE1C5F" w:rsidRDefault="00604296" w:rsidP="003713EF">
            <w:pPr>
              <w:jc w:val="center"/>
              <w:rPr>
                <w:b/>
                <w:highlight w:val="yellow"/>
              </w:rPr>
            </w:pPr>
          </w:p>
        </w:tc>
        <w:tc>
          <w:tcPr>
            <w:tcW w:w="4118" w:type="dxa"/>
            <w:gridSpan w:val="2"/>
            <w:tcBorders>
              <w:bottom w:val="single" w:sz="4" w:space="0" w:color="auto"/>
            </w:tcBorders>
          </w:tcPr>
          <w:p w:rsidR="00604296" w:rsidRPr="00844C9A" w:rsidRDefault="00604296" w:rsidP="009F7D03">
            <w:pPr>
              <w:adjustRightInd w:val="0"/>
            </w:pPr>
            <w:r w:rsidRPr="00844C9A">
              <w:t>в целях распределения платной</w:t>
            </w:r>
            <w:r>
              <w:t xml:space="preserve"> п</w:t>
            </w:r>
            <w:r>
              <w:t>е</w:t>
            </w:r>
            <w:r>
              <w:t xml:space="preserve">чатной площади </w:t>
            </w:r>
            <w:r w:rsidRPr="00844C9A">
              <w:t>между зарегистр</w:t>
            </w:r>
            <w:r w:rsidRPr="00844C9A">
              <w:t>и</w:t>
            </w:r>
            <w:r w:rsidRPr="00844C9A">
              <w:t>рованными кандидатами</w:t>
            </w:r>
            <w:r>
              <w:t>, избир</w:t>
            </w:r>
            <w:r>
              <w:t>а</w:t>
            </w:r>
            <w:r>
              <w:t>тельными объединениями, выдв</w:t>
            </w:r>
            <w:r>
              <w:t>и</w:t>
            </w:r>
            <w:r>
              <w:t>нувшими зарегистрированные ед</w:t>
            </w:r>
            <w:r>
              <w:t>и</w:t>
            </w:r>
            <w:r>
              <w:t>ные списки кандидатов</w:t>
            </w:r>
          </w:p>
          <w:p w:rsidR="00604296" w:rsidRPr="00FE1C5F" w:rsidRDefault="00604296" w:rsidP="00277C40">
            <w:pPr>
              <w:adjustRightInd w:val="0"/>
              <w:jc w:val="right"/>
            </w:pPr>
            <w:r>
              <w:t>п. 7</w:t>
            </w:r>
            <w:r w:rsidRPr="00844C9A">
              <w:t xml:space="preserve"> ст. 36 ЗБО</w:t>
            </w:r>
          </w:p>
        </w:tc>
        <w:tc>
          <w:tcPr>
            <w:tcW w:w="2979" w:type="dxa"/>
            <w:gridSpan w:val="2"/>
          </w:tcPr>
          <w:p w:rsidR="00604296" w:rsidRPr="00FE1C5F" w:rsidRDefault="00604296" w:rsidP="003713EF">
            <w:pPr>
              <w:jc w:val="center"/>
            </w:pPr>
            <w:r w:rsidRPr="00FE1C5F">
              <w:t>По завершении регистр</w:t>
            </w:r>
            <w:r w:rsidRPr="00FE1C5F">
              <w:t>а</w:t>
            </w:r>
            <w:r w:rsidRPr="00FE1C5F">
              <w:t xml:space="preserve">ции кандидатов, единых списков кандидатов, но не позднее, чем за 30 дней до дня голосования, т.е. </w:t>
            </w:r>
            <w:r w:rsidRPr="00FE1C5F">
              <w:rPr>
                <w:b/>
              </w:rPr>
              <w:t>не позднее 0</w:t>
            </w:r>
            <w:r>
              <w:rPr>
                <w:b/>
              </w:rPr>
              <w:t>8</w:t>
            </w:r>
            <w:r w:rsidRPr="00FE1C5F">
              <w:rPr>
                <w:b/>
              </w:rPr>
              <w:t>.08.</w:t>
            </w:r>
            <w:r>
              <w:rPr>
                <w:b/>
              </w:rPr>
              <w:t>2019</w:t>
            </w:r>
          </w:p>
        </w:tc>
        <w:tc>
          <w:tcPr>
            <w:tcW w:w="2542" w:type="dxa"/>
            <w:gridSpan w:val="2"/>
            <w:tcBorders>
              <w:top w:val="single" w:sz="4" w:space="0" w:color="auto"/>
            </w:tcBorders>
          </w:tcPr>
          <w:p w:rsidR="00604296" w:rsidRPr="00FE1C5F" w:rsidRDefault="00604296" w:rsidP="003713EF">
            <w:pPr>
              <w:adjustRightInd w:val="0"/>
              <w:jc w:val="center"/>
            </w:pPr>
            <w:r w:rsidRPr="00AB45E2">
              <w:t xml:space="preserve">Редакция </w:t>
            </w:r>
            <w:r>
              <w:t>газеты «Мглинские вести»</w:t>
            </w:r>
          </w:p>
        </w:tc>
      </w:tr>
      <w:tr w:rsidR="00604296" w:rsidRPr="00844C9A" w:rsidTr="00D2742C">
        <w:trPr>
          <w:trHeight w:val="20"/>
        </w:trPr>
        <w:tc>
          <w:tcPr>
            <w:tcW w:w="567" w:type="dxa"/>
          </w:tcPr>
          <w:p w:rsidR="00604296" w:rsidRPr="00732886" w:rsidRDefault="00604296" w:rsidP="003713EF">
            <w:pPr>
              <w:jc w:val="center"/>
              <w:rPr>
                <w:b/>
              </w:rPr>
            </w:pPr>
            <w:r w:rsidRPr="00732886">
              <w:rPr>
                <w:b/>
              </w:rPr>
              <w:t>51</w:t>
            </w:r>
            <w:r>
              <w:rPr>
                <w:b/>
              </w:rPr>
              <w:t>.</w:t>
            </w:r>
          </w:p>
        </w:tc>
        <w:tc>
          <w:tcPr>
            <w:tcW w:w="4118" w:type="dxa"/>
            <w:gridSpan w:val="2"/>
            <w:tcBorders>
              <w:top w:val="single" w:sz="4" w:space="0" w:color="auto"/>
            </w:tcBorders>
          </w:tcPr>
          <w:p w:rsidR="00604296" w:rsidRPr="00732886" w:rsidRDefault="00604296" w:rsidP="003713EF">
            <w:r w:rsidRPr="00732886">
              <w:t>Представление в филиал ПАО Сбер</w:t>
            </w:r>
            <w:r w:rsidRPr="00732886">
              <w:softHyphen/>
              <w:t>банк (иную кредитную организацию) платежного документа о перечисле</w:t>
            </w:r>
            <w:r w:rsidRPr="00732886">
              <w:softHyphen/>
              <w:t>нии в полном объеме средств в оп</w:t>
            </w:r>
            <w:r w:rsidRPr="00732886">
              <w:softHyphen/>
              <w:t>лату стоимости печатной площади</w:t>
            </w:r>
          </w:p>
          <w:p w:rsidR="00604296" w:rsidRPr="00732886" w:rsidRDefault="00604296" w:rsidP="00277C40">
            <w:pPr>
              <w:adjustRightInd w:val="0"/>
              <w:jc w:val="right"/>
            </w:pPr>
            <w:r w:rsidRPr="00732886">
              <w:t>п.16 ст. 35, п.10 ст. 36 ЗБО</w:t>
            </w:r>
          </w:p>
        </w:tc>
        <w:tc>
          <w:tcPr>
            <w:tcW w:w="2979" w:type="dxa"/>
            <w:gridSpan w:val="2"/>
          </w:tcPr>
          <w:p w:rsidR="00604296" w:rsidRPr="00732886" w:rsidRDefault="00604296" w:rsidP="00C96055">
            <w:pPr>
              <w:jc w:val="center"/>
            </w:pPr>
            <w:r w:rsidRPr="00732886">
              <w:t>Не позднее чем за два дня до дня предоставления опубликования агитац</w:t>
            </w:r>
            <w:r w:rsidRPr="00732886">
              <w:t>и</w:t>
            </w:r>
            <w:r w:rsidRPr="00732886">
              <w:t>онного материала</w:t>
            </w:r>
          </w:p>
        </w:tc>
        <w:tc>
          <w:tcPr>
            <w:tcW w:w="2542" w:type="dxa"/>
            <w:gridSpan w:val="2"/>
            <w:tcBorders>
              <w:bottom w:val="single" w:sz="4" w:space="0" w:color="auto"/>
            </w:tcBorders>
          </w:tcPr>
          <w:p w:rsidR="00604296" w:rsidRPr="00844C9A" w:rsidRDefault="00604296" w:rsidP="003713EF">
            <w:pPr>
              <w:jc w:val="center"/>
            </w:pPr>
            <w:r w:rsidRPr="00732886">
              <w:t>Зарегистрированные кандидаты, избир</w:t>
            </w:r>
            <w:r w:rsidRPr="00732886">
              <w:t>а</w:t>
            </w:r>
            <w:r w:rsidRPr="00732886">
              <w:t>тельные объединения</w:t>
            </w:r>
          </w:p>
          <w:p w:rsidR="00604296" w:rsidRDefault="00604296" w:rsidP="003713EF">
            <w:pPr>
              <w:jc w:val="center"/>
            </w:pPr>
          </w:p>
          <w:p w:rsidR="00604296" w:rsidRPr="00844C9A" w:rsidRDefault="00604296" w:rsidP="003713EF">
            <w:pPr>
              <w:jc w:val="center"/>
            </w:pPr>
          </w:p>
        </w:tc>
      </w:tr>
      <w:tr w:rsidR="00604296" w:rsidRPr="00844C9A" w:rsidTr="00D2742C">
        <w:trPr>
          <w:trHeight w:val="276"/>
        </w:trPr>
        <w:tc>
          <w:tcPr>
            <w:tcW w:w="567" w:type="dxa"/>
          </w:tcPr>
          <w:p w:rsidR="00604296" w:rsidRPr="00732886" w:rsidRDefault="00604296" w:rsidP="003713EF">
            <w:pPr>
              <w:jc w:val="center"/>
              <w:rPr>
                <w:b/>
              </w:rPr>
            </w:pPr>
            <w:r>
              <w:rPr>
                <w:b/>
              </w:rPr>
              <w:t>52.</w:t>
            </w:r>
          </w:p>
        </w:tc>
        <w:tc>
          <w:tcPr>
            <w:tcW w:w="4118" w:type="dxa"/>
            <w:gridSpan w:val="2"/>
            <w:tcBorders>
              <w:top w:val="single" w:sz="4" w:space="0" w:color="auto"/>
            </w:tcBorders>
          </w:tcPr>
          <w:p w:rsidR="00604296" w:rsidRDefault="00604296" w:rsidP="00277C40">
            <w:pPr>
              <w:rPr>
                <w:i/>
              </w:rPr>
            </w:pPr>
            <w:r w:rsidRPr="00844C9A">
              <w:t>Представление экземпляров печа</w:t>
            </w:r>
            <w:r w:rsidRPr="00844C9A">
              <w:t>т</w:t>
            </w:r>
            <w:r w:rsidRPr="00844C9A">
              <w:t>ных агитационных материалов или их копий, экземпляров аудиовиз</w:t>
            </w:r>
            <w:r w:rsidRPr="00844C9A">
              <w:t>у</w:t>
            </w:r>
            <w:r w:rsidRPr="00844C9A">
              <w:t>альных агитационных матер</w:t>
            </w:r>
            <w:r>
              <w:t>иалов, фотографий или экземпляров</w:t>
            </w:r>
            <w:r w:rsidRPr="00844C9A">
              <w:t xml:space="preserve"> иных агитационных материалов, а также представление электронных образов этих предвыборных агитационных материалов в машиночитаемом виде</w:t>
            </w:r>
            <w:r>
              <w:t xml:space="preserve"> и иных документов кандидатами в соответствующие окружные избир</w:t>
            </w:r>
            <w:r>
              <w:t>а</w:t>
            </w:r>
            <w:r>
              <w:t>тельные комиссии, избирательными объединениями – в ТИК Мглинского района.</w:t>
            </w:r>
          </w:p>
          <w:p w:rsidR="00604296" w:rsidRPr="00844C9A" w:rsidRDefault="00604296" w:rsidP="00277C40">
            <w:pPr>
              <w:tabs>
                <w:tab w:val="left" w:pos="230"/>
                <w:tab w:val="right" w:pos="4332"/>
              </w:tabs>
              <w:jc w:val="right"/>
            </w:pPr>
            <w:r w:rsidRPr="00844C9A">
              <w:t>п. 3 ст. 54 ФЗ</w:t>
            </w:r>
          </w:p>
          <w:p w:rsidR="00604296" w:rsidRDefault="00604296" w:rsidP="00277C40">
            <w:pPr>
              <w:jc w:val="right"/>
            </w:pPr>
            <w:r w:rsidRPr="00844C9A">
              <w:t>п. 13 ст. 37 ЗБО</w:t>
            </w:r>
          </w:p>
        </w:tc>
        <w:tc>
          <w:tcPr>
            <w:tcW w:w="2979" w:type="dxa"/>
            <w:gridSpan w:val="2"/>
            <w:tcBorders>
              <w:bottom w:val="single" w:sz="4" w:space="0" w:color="auto"/>
            </w:tcBorders>
          </w:tcPr>
          <w:p w:rsidR="00604296" w:rsidRDefault="00604296" w:rsidP="003713EF">
            <w:pPr>
              <w:jc w:val="center"/>
            </w:pPr>
            <w:r w:rsidRPr="00844C9A">
              <w:t>До начала распростран</w:t>
            </w:r>
            <w:r w:rsidRPr="00844C9A">
              <w:t>е</w:t>
            </w:r>
            <w:r w:rsidRPr="00844C9A">
              <w:t>ния</w:t>
            </w:r>
            <w:r>
              <w:t xml:space="preserve"> агитационных мат</w:t>
            </w:r>
            <w:r>
              <w:t>е</w:t>
            </w:r>
            <w:r>
              <w:t>риалов</w:t>
            </w:r>
            <w:r w:rsidRPr="00844C9A">
              <w:t xml:space="preserve"> </w:t>
            </w:r>
            <w:r>
              <w:t xml:space="preserve"> </w:t>
            </w:r>
          </w:p>
          <w:p w:rsidR="00604296" w:rsidRPr="00844C9A" w:rsidRDefault="00604296" w:rsidP="003713EF">
            <w:pPr>
              <w:jc w:val="center"/>
            </w:pPr>
          </w:p>
        </w:tc>
        <w:tc>
          <w:tcPr>
            <w:tcW w:w="254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04296" w:rsidRDefault="00604296" w:rsidP="00C96055">
            <w:pPr>
              <w:jc w:val="center"/>
            </w:pPr>
            <w:r w:rsidRPr="00844C9A">
              <w:t>Кандидаты</w:t>
            </w:r>
            <w:r>
              <w:t>, избир</w:t>
            </w:r>
            <w:r>
              <w:t>а</w:t>
            </w:r>
            <w:r>
              <w:t xml:space="preserve">тельные объединения </w:t>
            </w:r>
          </w:p>
        </w:tc>
      </w:tr>
      <w:tr w:rsidR="00604296" w:rsidRPr="00844C9A" w:rsidTr="00D2742C">
        <w:trPr>
          <w:trHeight w:val="20"/>
        </w:trPr>
        <w:tc>
          <w:tcPr>
            <w:tcW w:w="567" w:type="dxa"/>
          </w:tcPr>
          <w:p w:rsidR="00604296" w:rsidRPr="00844C9A" w:rsidRDefault="00604296" w:rsidP="003713EF">
            <w:pPr>
              <w:jc w:val="center"/>
              <w:rPr>
                <w:b/>
              </w:rPr>
            </w:pPr>
            <w:r>
              <w:rPr>
                <w:b/>
              </w:rPr>
              <w:t>53.</w:t>
            </w:r>
          </w:p>
        </w:tc>
        <w:tc>
          <w:tcPr>
            <w:tcW w:w="4118" w:type="dxa"/>
            <w:gridSpan w:val="2"/>
            <w:tcBorders>
              <w:bottom w:val="single" w:sz="4" w:space="0" w:color="auto"/>
            </w:tcBorders>
          </w:tcPr>
          <w:p w:rsidR="00604296" w:rsidRPr="00844C9A" w:rsidRDefault="00604296" w:rsidP="003713EF">
            <w:pPr>
              <w:adjustRightInd w:val="0"/>
            </w:pPr>
            <w:r w:rsidRPr="00844C9A">
              <w:t xml:space="preserve">Рассмотрение заявок о выделении помещений для проведения встреч </w:t>
            </w:r>
            <w:r>
              <w:t xml:space="preserve">с избирателями </w:t>
            </w:r>
            <w:r w:rsidRPr="00844C9A">
              <w:t xml:space="preserve">зарегистрированных кандидатов, их доверенных лиц, </w:t>
            </w:r>
            <w:r>
              <w:t>представителей избирательных объ</w:t>
            </w:r>
            <w:r>
              <w:t>е</w:t>
            </w:r>
            <w:r>
              <w:t>динений, выдвинувших зарегистр</w:t>
            </w:r>
            <w:r>
              <w:t>и</w:t>
            </w:r>
            <w:r>
              <w:t>рованные единые списки избирателей</w:t>
            </w:r>
          </w:p>
          <w:p w:rsidR="00604296" w:rsidRPr="00844C9A" w:rsidRDefault="00604296" w:rsidP="007D5754">
            <w:pPr>
              <w:jc w:val="right"/>
            </w:pPr>
            <w:r w:rsidRPr="00844C9A">
              <w:t>п. 5 ст. 53 ФЗ</w:t>
            </w:r>
          </w:p>
          <w:p w:rsidR="00604296" w:rsidRPr="00844C9A" w:rsidRDefault="00604296" w:rsidP="007D5754">
            <w:pPr>
              <w:jc w:val="right"/>
            </w:pPr>
            <w:r w:rsidRPr="00844C9A">
              <w:t>п. 5 ст. 37 ЗБО</w:t>
            </w:r>
          </w:p>
        </w:tc>
        <w:tc>
          <w:tcPr>
            <w:tcW w:w="297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04296" w:rsidRDefault="00604296" w:rsidP="003713EF">
            <w:pPr>
              <w:jc w:val="center"/>
            </w:pPr>
            <w:r w:rsidRPr="00844C9A">
              <w:t>В течение 3-х дней со дня подачи заявки</w:t>
            </w:r>
            <w:r w:rsidRPr="00A179DA">
              <w:t xml:space="preserve"> </w:t>
            </w:r>
            <w:r>
              <w:t xml:space="preserve"> </w:t>
            </w:r>
          </w:p>
          <w:p w:rsidR="00604296" w:rsidRDefault="00604296" w:rsidP="003713EF">
            <w:pPr>
              <w:jc w:val="center"/>
            </w:pPr>
          </w:p>
          <w:p w:rsidR="00604296" w:rsidRPr="00844C9A" w:rsidRDefault="00604296" w:rsidP="003713EF">
            <w:pPr>
              <w:jc w:val="center"/>
            </w:pPr>
          </w:p>
        </w:tc>
        <w:tc>
          <w:tcPr>
            <w:tcW w:w="2542" w:type="dxa"/>
            <w:gridSpan w:val="2"/>
            <w:tcBorders>
              <w:top w:val="single" w:sz="4" w:space="0" w:color="auto"/>
            </w:tcBorders>
          </w:tcPr>
          <w:p w:rsidR="00604296" w:rsidRDefault="00604296" w:rsidP="003713EF">
            <w:pPr>
              <w:adjustRightInd w:val="0"/>
              <w:jc w:val="center"/>
            </w:pPr>
            <w:r>
              <w:t>Собственники (вл</w:t>
            </w:r>
            <w:r>
              <w:t>а</w:t>
            </w:r>
            <w:r>
              <w:t>дельцы) помещений</w:t>
            </w:r>
            <w:r w:rsidRPr="00844C9A">
              <w:t xml:space="preserve"> </w:t>
            </w:r>
          </w:p>
          <w:p w:rsidR="00604296" w:rsidRDefault="00604296" w:rsidP="003713EF">
            <w:pPr>
              <w:adjustRightInd w:val="0"/>
              <w:jc w:val="center"/>
            </w:pPr>
          </w:p>
          <w:p w:rsidR="00604296" w:rsidRDefault="00604296" w:rsidP="003713EF">
            <w:pPr>
              <w:adjustRightInd w:val="0"/>
              <w:jc w:val="center"/>
            </w:pPr>
          </w:p>
        </w:tc>
      </w:tr>
      <w:tr w:rsidR="00604296" w:rsidRPr="00844C9A" w:rsidTr="00D2742C">
        <w:trPr>
          <w:trHeight w:val="20"/>
        </w:trPr>
        <w:tc>
          <w:tcPr>
            <w:tcW w:w="567" w:type="dxa"/>
            <w:tcBorders>
              <w:bottom w:val="single" w:sz="4" w:space="0" w:color="auto"/>
            </w:tcBorders>
          </w:tcPr>
          <w:p w:rsidR="00604296" w:rsidRPr="00844C9A" w:rsidRDefault="00604296" w:rsidP="00131132">
            <w:pPr>
              <w:jc w:val="center"/>
              <w:rPr>
                <w:b/>
              </w:rPr>
            </w:pPr>
            <w:r>
              <w:rPr>
                <w:b/>
              </w:rPr>
              <w:t>54</w:t>
            </w:r>
            <w:r w:rsidRPr="00844C9A">
              <w:rPr>
                <w:b/>
              </w:rPr>
              <w:t>.</w:t>
            </w:r>
          </w:p>
        </w:tc>
        <w:tc>
          <w:tcPr>
            <w:tcW w:w="411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04296" w:rsidRPr="00A179DA" w:rsidRDefault="00604296" w:rsidP="003713EF">
            <w:r w:rsidRPr="00A179DA">
              <w:t xml:space="preserve">Уведомление </w:t>
            </w:r>
            <w:r>
              <w:t xml:space="preserve">территориальной </w:t>
            </w:r>
            <w:r w:rsidRPr="00A179DA">
              <w:t>изб</w:t>
            </w:r>
            <w:r w:rsidRPr="00A179DA">
              <w:t>и</w:t>
            </w:r>
            <w:r w:rsidRPr="00A179DA">
              <w:t>рательной комис</w:t>
            </w:r>
            <w:r>
              <w:softHyphen/>
            </w:r>
            <w:r w:rsidRPr="00A179DA">
              <w:t xml:space="preserve">сии </w:t>
            </w:r>
            <w:r>
              <w:t>Мглинского района</w:t>
            </w:r>
            <w:r w:rsidRPr="00A179DA">
              <w:t xml:space="preserve"> о факте предоставления п</w:t>
            </w:r>
            <w:r w:rsidRPr="00A179DA">
              <w:t>о</w:t>
            </w:r>
            <w:r w:rsidRPr="00A179DA">
              <w:t>мещения, находящегося в государс</w:t>
            </w:r>
            <w:r w:rsidRPr="00A179DA">
              <w:t>т</w:t>
            </w:r>
            <w:r w:rsidRPr="00A179DA">
              <w:t>венной или муниципальной собс</w:t>
            </w:r>
            <w:r w:rsidRPr="00A179DA">
              <w:t>т</w:t>
            </w:r>
            <w:r w:rsidRPr="00A179DA">
              <w:t>венности, заре</w:t>
            </w:r>
            <w:r>
              <w:softHyphen/>
            </w:r>
            <w:r w:rsidRPr="00A179DA">
              <w:t>гистрированному ка</w:t>
            </w:r>
            <w:r w:rsidRPr="00A179DA">
              <w:t>н</w:t>
            </w:r>
            <w:r w:rsidRPr="00A179DA">
              <w:t xml:space="preserve">дидату, </w:t>
            </w:r>
            <w:r>
              <w:t>избира</w:t>
            </w:r>
            <w:r>
              <w:softHyphen/>
              <w:t>тельному объедин</w:t>
            </w:r>
            <w:r>
              <w:t>е</w:t>
            </w:r>
            <w:r>
              <w:t>нию, выдвинув</w:t>
            </w:r>
            <w:r>
              <w:softHyphen/>
              <w:t>шему зарегистрир</w:t>
            </w:r>
            <w:r>
              <w:t>о</w:t>
            </w:r>
            <w:r>
              <w:t xml:space="preserve">ванный единый список кандидатов, </w:t>
            </w:r>
            <w:r w:rsidRPr="00A179DA">
              <w:t>об условиях, на которых оно было предоставлено, а также о том, когда это помещение может быть предо</w:t>
            </w:r>
            <w:r w:rsidRPr="00A179DA">
              <w:t>с</w:t>
            </w:r>
            <w:r w:rsidRPr="00A179DA">
              <w:t>тавлено в течение агитационного п</w:t>
            </w:r>
            <w:r w:rsidRPr="00A179DA">
              <w:t>е</w:t>
            </w:r>
            <w:r w:rsidRPr="00A179DA">
              <w:t xml:space="preserve">риода другим </w:t>
            </w:r>
            <w:r>
              <w:t>заре</w:t>
            </w:r>
            <w:r>
              <w:softHyphen/>
              <w:t>гистрированным кандидатам, избира</w:t>
            </w:r>
            <w:r>
              <w:softHyphen/>
              <w:t>тельным объед</w:t>
            </w:r>
            <w:r>
              <w:t>и</w:t>
            </w:r>
            <w:r>
              <w:t>нениям</w:t>
            </w:r>
          </w:p>
          <w:p w:rsidR="00604296" w:rsidRDefault="00604296" w:rsidP="00A01726">
            <w:pPr>
              <w:jc w:val="right"/>
            </w:pPr>
            <w:r>
              <w:t>п. 4</w:t>
            </w:r>
            <w:r w:rsidRPr="00844C9A">
              <w:t xml:space="preserve"> ст. 53 ФЗ</w:t>
            </w:r>
          </w:p>
          <w:p w:rsidR="00604296" w:rsidRPr="00844C9A" w:rsidRDefault="00604296" w:rsidP="00A01726">
            <w:pPr>
              <w:jc w:val="right"/>
            </w:pPr>
            <w:r>
              <w:t>п. 4</w:t>
            </w:r>
            <w:r w:rsidRPr="00844C9A">
              <w:t xml:space="preserve"> ст. 37 ЗБО</w:t>
            </w:r>
          </w:p>
        </w:tc>
        <w:tc>
          <w:tcPr>
            <w:tcW w:w="2979" w:type="dxa"/>
            <w:gridSpan w:val="2"/>
            <w:tcBorders>
              <w:top w:val="single" w:sz="4" w:space="0" w:color="auto"/>
            </w:tcBorders>
          </w:tcPr>
          <w:p w:rsidR="00604296" w:rsidRDefault="00604296" w:rsidP="003713EF">
            <w:pPr>
              <w:jc w:val="center"/>
            </w:pPr>
            <w:r w:rsidRPr="00A179DA">
              <w:t>Не позднее дня, следу</w:t>
            </w:r>
            <w:r w:rsidRPr="00A179DA">
              <w:t>ю</w:t>
            </w:r>
            <w:r w:rsidRPr="00A179DA">
              <w:t>щего за днем предоста</w:t>
            </w:r>
            <w:r w:rsidRPr="00A179DA">
              <w:t>в</w:t>
            </w:r>
            <w:r w:rsidRPr="00A179DA">
              <w:t xml:space="preserve">ления помещения </w:t>
            </w:r>
          </w:p>
          <w:p w:rsidR="00604296" w:rsidRDefault="00604296" w:rsidP="003713EF">
            <w:pPr>
              <w:jc w:val="center"/>
            </w:pPr>
          </w:p>
          <w:p w:rsidR="00604296" w:rsidRPr="00A179DA" w:rsidRDefault="00604296" w:rsidP="00A01726">
            <w:pPr>
              <w:jc w:val="center"/>
            </w:pPr>
          </w:p>
        </w:tc>
        <w:tc>
          <w:tcPr>
            <w:tcW w:w="2542" w:type="dxa"/>
            <w:gridSpan w:val="2"/>
          </w:tcPr>
          <w:p w:rsidR="00604296" w:rsidRDefault="00604296" w:rsidP="00A01726">
            <w:pPr>
              <w:adjustRightInd w:val="0"/>
              <w:jc w:val="center"/>
            </w:pPr>
            <w:r>
              <w:t>Собственники (вл</w:t>
            </w:r>
            <w:r>
              <w:t>а</w:t>
            </w:r>
            <w:r>
              <w:t>дельцы) помещений</w:t>
            </w:r>
            <w:r w:rsidRPr="00844C9A">
              <w:t xml:space="preserve"> </w:t>
            </w:r>
          </w:p>
          <w:p w:rsidR="00604296" w:rsidRDefault="00604296" w:rsidP="003713EF">
            <w:pPr>
              <w:adjustRightInd w:val="0"/>
              <w:jc w:val="center"/>
            </w:pPr>
          </w:p>
          <w:p w:rsidR="00604296" w:rsidRPr="00844C9A" w:rsidRDefault="00604296" w:rsidP="00016194">
            <w:pPr>
              <w:adjustRightInd w:val="0"/>
              <w:jc w:val="center"/>
            </w:pPr>
          </w:p>
        </w:tc>
      </w:tr>
      <w:tr w:rsidR="00604296" w:rsidRPr="00844C9A" w:rsidTr="00D2742C">
        <w:trPr>
          <w:trHeight w:val="20"/>
        </w:trPr>
        <w:tc>
          <w:tcPr>
            <w:tcW w:w="567" w:type="dxa"/>
            <w:tcBorders>
              <w:top w:val="single" w:sz="4" w:space="0" w:color="auto"/>
            </w:tcBorders>
          </w:tcPr>
          <w:p w:rsidR="00604296" w:rsidRDefault="00604296" w:rsidP="00131132">
            <w:pPr>
              <w:jc w:val="center"/>
              <w:rPr>
                <w:b/>
              </w:rPr>
            </w:pPr>
            <w:r>
              <w:rPr>
                <w:b/>
              </w:rPr>
              <w:t>55.</w:t>
            </w:r>
          </w:p>
        </w:tc>
        <w:tc>
          <w:tcPr>
            <w:tcW w:w="4118" w:type="dxa"/>
            <w:gridSpan w:val="2"/>
            <w:tcBorders>
              <w:top w:val="single" w:sz="4" w:space="0" w:color="auto"/>
            </w:tcBorders>
          </w:tcPr>
          <w:p w:rsidR="00604296" w:rsidRPr="00A179DA" w:rsidRDefault="00604296" w:rsidP="003713EF">
            <w:r>
              <w:t>Доведение до сведения зарегистр</w:t>
            </w:r>
            <w:r>
              <w:t>и</w:t>
            </w:r>
            <w:r>
              <w:t>рованных кандидатов по соответс</w:t>
            </w:r>
            <w:r>
              <w:t>т</w:t>
            </w:r>
            <w:r>
              <w:t>вующему одномандатному избир</w:t>
            </w:r>
            <w:r>
              <w:t>а</w:t>
            </w:r>
            <w:r>
              <w:t>тельному округу, избирательных объединений, выдвинувших зарег</w:t>
            </w:r>
            <w:r>
              <w:t>и</w:t>
            </w:r>
            <w:r>
              <w:t>стрированные единые списки канд</w:t>
            </w:r>
            <w:r>
              <w:t>и</w:t>
            </w:r>
            <w:r>
              <w:t>датов,</w:t>
            </w:r>
            <w:r w:rsidRPr="00A179DA">
              <w:t xml:space="preserve"> информации, содержащейся в уведомлении о факте предоставления зарегистрированному кандидату</w:t>
            </w:r>
            <w:r>
              <w:t>, и</w:t>
            </w:r>
            <w:r>
              <w:t>з</w:t>
            </w:r>
            <w:r>
              <w:t>бирательному объединению, выдв</w:t>
            </w:r>
            <w:r>
              <w:t>и</w:t>
            </w:r>
            <w:r>
              <w:t>нувшему зарегистрированный ед</w:t>
            </w:r>
            <w:r>
              <w:t>и</w:t>
            </w:r>
            <w:r>
              <w:t>ный список кандидатов,</w:t>
            </w:r>
            <w:r w:rsidRPr="00A179DA">
              <w:t xml:space="preserve"> помещения, находящегося в государственной или муниципаль</w:t>
            </w:r>
            <w:r>
              <w:t>ной собственности</w:t>
            </w:r>
          </w:p>
        </w:tc>
        <w:tc>
          <w:tcPr>
            <w:tcW w:w="2979" w:type="dxa"/>
            <w:gridSpan w:val="2"/>
          </w:tcPr>
          <w:p w:rsidR="00604296" w:rsidRPr="00A179DA" w:rsidRDefault="00604296" w:rsidP="00A01726">
            <w:pPr>
              <w:jc w:val="center"/>
            </w:pPr>
            <w:r w:rsidRPr="00A179DA">
              <w:t>В течение двух суток с момента получения уве</w:t>
            </w:r>
            <w:r>
              <w:softHyphen/>
            </w:r>
            <w:r w:rsidRPr="00A179DA">
              <w:t>домления о факте предос</w:t>
            </w:r>
            <w:r>
              <w:softHyphen/>
            </w:r>
            <w:r w:rsidRPr="00A179DA">
              <w:t>тавления помещения</w:t>
            </w:r>
          </w:p>
          <w:p w:rsidR="00604296" w:rsidRDefault="00604296" w:rsidP="003713EF">
            <w:pPr>
              <w:adjustRightInd w:val="0"/>
              <w:jc w:val="center"/>
            </w:pPr>
          </w:p>
          <w:p w:rsidR="00604296" w:rsidRPr="00844C9A" w:rsidRDefault="00604296" w:rsidP="00016194">
            <w:pPr>
              <w:adjustRightInd w:val="0"/>
              <w:jc w:val="center"/>
              <w:rPr>
                <w:b/>
              </w:rPr>
            </w:pPr>
          </w:p>
        </w:tc>
        <w:tc>
          <w:tcPr>
            <w:tcW w:w="2542" w:type="dxa"/>
            <w:gridSpan w:val="2"/>
            <w:tcBorders>
              <w:bottom w:val="single" w:sz="4" w:space="0" w:color="auto"/>
            </w:tcBorders>
          </w:tcPr>
          <w:p w:rsidR="00604296" w:rsidRDefault="00604296" w:rsidP="003713EF">
            <w:pPr>
              <w:adjustRightInd w:val="0"/>
              <w:jc w:val="center"/>
            </w:pPr>
            <w:r>
              <w:t>Территориальная и</w:t>
            </w:r>
            <w:r w:rsidRPr="00844C9A">
              <w:t>з</w:t>
            </w:r>
            <w:r w:rsidRPr="00844C9A">
              <w:t>бирательная комис</w:t>
            </w:r>
            <w:r>
              <w:softHyphen/>
            </w:r>
            <w:r w:rsidRPr="00844C9A">
              <w:t xml:space="preserve">сия </w:t>
            </w:r>
            <w:r>
              <w:t xml:space="preserve">Мглинского района </w:t>
            </w:r>
          </w:p>
          <w:p w:rsidR="00604296" w:rsidRDefault="00604296" w:rsidP="003713EF">
            <w:pPr>
              <w:adjustRightInd w:val="0"/>
              <w:jc w:val="center"/>
            </w:pPr>
          </w:p>
          <w:p w:rsidR="00604296" w:rsidRDefault="00604296" w:rsidP="003713EF">
            <w:pPr>
              <w:adjustRightInd w:val="0"/>
              <w:jc w:val="center"/>
            </w:pPr>
          </w:p>
          <w:p w:rsidR="00604296" w:rsidRPr="00844C9A" w:rsidRDefault="00604296" w:rsidP="00016194">
            <w:pPr>
              <w:adjustRightInd w:val="0"/>
              <w:jc w:val="center"/>
            </w:pPr>
          </w:p>
        </w:tc>
      </w:tr>
      <w:tr w:rsidR="00604296" w:rsidRPr="00844C9A" w:rsidTr="00D2742C">
        <w:trPr>
          <w:trHeight w:val="20"/>
        </w:trPr>
        <w:tc>
          <w:tcPr>
            <w:tcW w:w="567" w:type="dxa"/>
            <w:tcBorders>
              <w:bottom w:val="single" w:sz="4" w:space="0" w:color="auto"/>
            </w:tcBorders>
          </w:tcPr>
          <w:p w:rsidR="00604296" w:rsidRPr="00844C9A" w:rsidRDefault="00604296" w:rsidP="00131132">
            <w:pPr>
              <w:jc w:val="center"/>
              <w:rPr>
                <w:b/>
              </w:rPr>
            </w:pPr>
            <w:r>
              <w:rPr>
                <w:b/>
              </w:rPr>
              <w:t>56</w:t>
            </w:r>
            <w:r w:rsidRPr="00844C9A">
              <w:rPr>
                <w:b/>
              </w:rPr>
              <w:t>.</w:t>
            </w:r>
          </w:p>
        </w:tc>
        <w:tc>
          <w:tcPr>
            <w:tcW w:w="4118" w:type="dxa"/>
            <w:gridSpan w:val="2"/>
          </w:tcPr>
          <w:p w:rsidR="00604296" w:rsidRPr="00844C9A" w:rsidRDefault="00604296" w:rsidP="003713EF">
            <w:pPr>
              <w:adjustRightInd w:val="0"/>
            </w:pPr>
            <w:r w:rsidRPr="00844C9A">
              <w:t>Выделение специальных мест для размещения печатных агитационных материалов на территории каждого избирательного участка</w:t>
            </w:r>
          </w:p>
          <w:p w:rsidR="00604296" w:rsidRPr="00844C9A" w:rsidRDefault="00604296" w:rsidP="0051549B">
            <w:pPr>
              <w:jc w:val="right"/>
            </w:pPr>
            <w:r w:rsidRPr="00844C9A">
              <w:t>п.7 ст.</w:t>
            </w:r>
            <w:r>
              <w:t xml:space="preserve"> </w:t>
            </w:r>
            <w:r w:rsidRPr="00844C9A">
              <w:t>54 ФЗ</w:t>
            </w:r>
          </w:p>
          <w:p w:rsidR="00604296" w:rsidRPr="00844C9A" w:rsidRDefault="00604296" w:rsidP="0051549B">
            <w:pPr>
              <w:pStyle w:val="BodyText"/>
              <w:jc w:val="right"/>
            </w:pPr>
            <w:r w:rsidRPr="00844C9A">
              <w:t>п. 16 ст. 37 ЗБО</w:t>
            </w:r>
          </w:p>
        </w:tc>
        <w:tc>
          <w:tcPr>
            <w:tcW w:w="2979" w:type="dxa"/>
            <w:gridSpan w:val="2"/>
            <w:tcBorders>
              <w:bottom w:val="single" w:sz="4" w:space="0" w:color="auto"/>
            </w:tcBorders>
          </w:tcPr>
          <w:p w:rsidR="00604296" w:rsidRPr="00844C9A" w:rsidRDefault="00604296" w:rsidP="0051549B">
            <w:pPr>
              <w:adjustRightInd w:val="0"/>
              <w:jc w:val="center"/>
              <w:rPr>
                <w:color w:val="00B0F0"/>
              </w:rPr>
            </w:pPr>
            <w:r w:rsidRPr="00844C9A">
              <w:t xml:space="preserve">Не позднее, чем за 30 дней до дня голосования, т.е. </w:t>
            </w:r>
            <w:r w:rsidRPr="00844C9A">
              <w:rPr>
                <w:b/>
              </w:rPr>
              <w:t>не позднее 0</w:t>
            </w:r>
            <w:r>
              <w:rPr>
                <w:b/>
              </w:rPr>
              <w:t>8</w:t>
            </w:r>
            <w:r w:rsidRPr="00844C9A">
              <w:rPr>
                <w:b/>
              </w:rPr>
              <w:t>.08.</w:t>
            </w:r>
            <w:r>
              <w:rPr>
                <w:b/>
              </w:rPr>
              <w:t>2019</w:t>
            </w:r>
          </w:p>
        </w:tc>
        <w:tc>
          <w:tcPr>
            <w:tcW w:w="254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04296" w:rsidRPr="00844C9A" w:rsidRDefault="00604296" w:rsidP="0051549B">
            <w:pPr>
              <w:adjustRightInd w:val="0"/>
              <w:jc w:val="center"/>
            </w:pPr>
            <w:r w:rsidRPr="00844C9A">
              <w:t>Органы местного с</w:t>
            </w:r>
            <w:r w:rsidRPr="00844C9A">
              <w:t>а</w:t>
            </w:r>
            <w:r w:rsidRPr="00844C9A">
              <w:t>моуправлени</w:t>
            </w:r>
            <w:r>
              <w:t>я по предложению соо</w:t>
            </w:r>
            <w:r>
              <w:t>т</w:t>
            </w:r>
            <w:r>
              <w:t>ветствующих</w:t>
            </w:r>
            <w:r w:rsidRPr="00844C9A">
              <w:t xml:space="preserve"> коми</w:t>
            </w:r>
            <w:r w:rsidRPr="00844C9A">
              <w:t>с</w:t>
            </w:r>
            <w:r w:rsidRPr="00844C9A">
              <w:t>сии</w:t>
            </w:r>
          </w:p>
        </w:tc>
      </w:tr>
      <w:tr w:rsidR="00604296" w:rsidRPr="00844C9A" w:rsidTr="00D2742C">
        <w:trPr>
          <w:trHeight w:val="2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604296" w:rsidRDefault="00604296" w:rsidP="00131132">
            <w:pPr>
              <w:jc w:val="center"/>
              <w:rPr>
                <w:b/>
              </w:rPr>
            </w:pPr>
            <w:r>
              <w:rPr>
                <w:b/>
              </w:rPr>
              <w:t>57.</w:t>
            </w:r>
          </w:p>
        </w:tc>
        <w:tc>
          <w:tcPr>
            <w:tcW w:w="4118" w:type="dxa"/>
            <w:gridSpan w:val="2"/>
            <w:tcBorders>
              <w:bottom w:val="single" w:sz="4" w:space="0" w:color="auto"/>
            </w:tcBorders>
          </w:tcPr>
          <w:p w:rsidR="00604296" w:rsidRPr="00844C9A" w:rsidRDefault="00604296" w:rsidP="003713EF">
            <w:r w:rsidRPr="00844C9A">
              <w:t>Запрет на опубликование (обнарод</w:t>
            </w:r>
            <w:r w:rsidRPr="00844C9A">
              <w:t>о</w:t>
            </w:r>
            <w:r w:rsidRPr="00844C9A">
              <w:t>вание) результатов опросов общес</w:t>
            </w:r>
            <w:r w:rsidRPr="00844C9A">
              <w:t>т</w:t>
            </w:r>
            <w:r w:rsidRPr="00844C9A">
              <w:t>венного мнения, прогнозов результ</w:t>
            </w:r>
            <w:r w:rsidRPr="00844C9A">
              <w:t>а</w:t>
            </w:r>
            <w:r w:rsidRPr="00844C9A">
              <w:t>тов выборов, иных исследований, связанных с проводимыми выборами, в том числе их размещение в инфо</w:t>
            </w:r>
            <w:r w:rsidRPr="00844C9A">
              <w:t>р</w:t>
            </w:r>
            <w:r w:rsidRPr="00844C9A">
              <w:t>мационно-телекоммуникационных сетях, доступ к которым не огран</w:t>
            </w:r>
            <w:r w:rsidRPr="00844C9A">
              <w:t>и</w:t>
            </w:r>
            <w:r w:rsidRPr="00844C9A">
              <w:t>чен определенным кругом лиц (включая сеть «Интернет»)</w:t>
            </w:r>
          </w:p>
          <w:p w:rsidR="00604296" w:rsidRDefault="00604296" w:rsidP="0051549B">
            <w:pPr>
              <w:jc w:val="right"/>
            </w:pPr>
            <w:r>
              <w:t>п. 7 ст. 45</w:t>
            </w:r>
            <w:r w:rsidRPr="00844C9A">
              <w:t xml:space="preserve"> ФЗ</w:t>
            </w:r>
          </w:p>
          <w:p w:rsidR="00604296" w:rsidRPr="00844C9A" w:rsidRDefault="00604296" w:rsidP="0051549B">
            <w:pPr>
              <w:jc w:val="right"/>
            </w:pPr>
            <w:r>
              <w:t>п.8 ст. 30 ЗБО</w:t>
            </w:r>
          </w:p>
        </w:tc>
        <w:tc>
          <w:tcPr>
            <w:tcW w:w="297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04296" w:rsidRPr="00844C9A" w:rsidRDefault="00604296" w:rsidP="00016194">
            <w:pPr>
              <w:jc w:val="center"/>
              <w:rPr>
                <w:b/>
              </w:rPr>
            </w:pPr>
            <w:r w:rsidRPr="00844C9A">
              <w:t xml:space="preserve">В течение 5 дней до дня голосования </w:t>
            </w:r>
            <w:r>
              <w:t>и до оконч</w:t>
            </w:r>
            <w:r>
              <w:t>а</w:t>
            </w:r>
            <w:r>
              <w:t>ния времени голосования</w:t>
            </w:r>
            <w:r w:rsidRPr="00844C9A">
              <w:t xml:space="preserve">, т.е. </w:t>
            </w:r>
            <w:r w:rsidRPr="00844C9A">
              <w:rPr>
                <w:b/>
              </w:rPr>
              <w:t>с 0</w:t>
            </w:r>
            <w:r>
              <w:rPr>
                <w:b/>
              </w:rPr>
              <w:t>3</w:t>
            </w:r>
            <w:r w:rsidRPr="00844C9A">
              <w:rPr>
                <w:b/>
              </w:rPr>
              <w:t>.09.</w:t>
            </w:r>
            <w:r>
              <w:rPr>
                <w:b/>
              </w:rPr>
              <w:t>2019</w:t>
            </w:r>
            <w:r w:rsidRPr="00844C9A">
              <w:rPr>
                <w:b/>
              </w:rPr>
              <w:t xml:space="preserve"> по </w:t>
            </w:r>
            <w:r>
              <w:rPr>
                <w:b/>
              </w:rPr>
              <w:t xml:space="preserve">20:00 часов </w:t>
            </w:r>
            <w:r w:rsidRPr="00844C9A">
              <w:rPr>
                <w:b/>
              </w:rPr>
              <w:t>0</w:t>
            </w:r>
            <w:r>
              <w:rPr>
                <w:b/>
              </w:rPr>
              <w:t>8</w:t>
            </w:r>
            <w:r w:rsidRPr="00844C9A">
              <w:rPr>
                <w:b/>
              </w:rPr>
              <w:t>.09.</w:t>
            </w:r>
            <w:r>
              <w:rPr>
                <w:b/>
              </w:rPr>
              <w:t>2019</w:t>
            </w:r>
            <w:r w:rsidRPr="00844C9A">
              <w:rPr>
                <w:b/>
              </w:rPr>
              <w:t xml:space="preserve"> вкл</w:t>
            </w:r>
            <w:r w:rsidRPr="00844C9A">
              <w:rPr>
                <w:b/>
              </w:rPr>
              <w:t>ю</w:t>
            </w:r>
            <w:r w:rsidRPr="00844C9A">
              <w:rPr>
                <w:b/>
              </w:rPr>
              <w:t>чительно</w:t>
            </w:r>
          </w:p>
          <w:p w:rsidR="00604296" w:rsidRPr="00844C9A" w:rsidRDefault="00604296" w:rsidP="003713EF">
            <w:pPr>
              <w:jc w:val="center"/>
            </w:pPr>
          </w:p>
        </w:tc>
        <w:tc>
          <w:tcPr>
            <w:tcW w:w="2542" w:type="dxa"/>
            <w:gridSpan w:val="2"/>
            <w:tcBorders>
              <w:top w:val="single" w:sz="4" w:space="0" w:color="auto"/>
            </w:tcBorders>
          </w:tcPr>
          <w:p w:rsidR="00604296" w:rsidRPr="00844C9A" w:rsidRDefault="00604296" w:rsidP="0051549B">
            <w:pPr>
              <w:adjustRightInd w:val="0"/>
              <w:jc w:val="center"/>
            </w:pPr>
            <w:r>
              <w:t>Организации телер</w:t>
            </w:r>
            <w:r>
              <w:t>а</w:t>
            </w:r>
            <w:r>
              <w:t>диовещания, реда</w:t>
            </w:r>
            <w:r>
              <w:t>к</w:t>
            </w:r>
            <w:r>
              <w:t xml:space="preserve">ции периодических печатных изданий и сетевых изданий, </w:t>
            </w:r>
            <w:r w:rsidRPr="00844C9A">
              <w:t>граждане и организ</w:t>
            </w:r>
            <w:r w:rsidRPr="00844C9A">
              <w:t>а</w:t>
            </w:r>
            <w:r w:rsidRPr="00844C9A">
              <w:t>ции, публикующие (обнародующие) эти результаты</w:t>
            </w:r>
          </w:p>
          <w:p w:rsidR="00604296" w:rsidRDefault="00604296" w:rsidP="003713EF">
            <w:pPr>
              <w:jc w:val="center"/>
            </w:pPr>
          </w:p>
        </w:tc>
      </w:tr>
      <w:tr w:rsidR="00604296" w:rsidRPr="00844C9A" w:rsidTr="00D2742C">
        <w:trPr>
          <w:trHeight w:val="20"/>
        </w:trPr>
        <w:tc>
          <w:tcPr>
            <w:tcW w:w="567" w:type="dxa"/>
            <w:tcBorders>
              <w:top w:val="single" w:sz="4" w:space="0" w:color="auto"/>
            </w:tcBorders>
          </w:tcPr>
          <w:p w:rsidR="00604296" w:rsidRDefault="00604296" w:rsidP="003713EF">
            <w:pPr>
              <w:jc w:val="center"/>
              <w:rPr>
                <w:b/>
              </w:rPr>
            </w:pPr>
            <w:r>
              <w:rPr>
                <w:b/>
              </w:rPr>
              <w:t>58.</w:t>
            </w:r>
          </w:p>
        </w:tc>
        <w:tc>
          <w:tcPr>
            <w:tcW w:w="411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04296" w:rsidRDefault="00604296" w:rsidP="003713EF">
            <w:r>
              <w:t>Публикация предвыборной програ</w:t>
            </w:r>
            <w:r>
              <w:t>м</w:t>
            </w:r>
            <w:r>
              <w:t>мы политической партии в муниц</w:t>
            </w:r>
            <w:r>
              <w:t>и</w:t>
            </w:r>
            <w:r>
              <w:t>пальном периодическом печатном издании и представление копии пу</w:t>
            </w:r>
            <w:r>
              <w:t>б</w:t>
            </w:r>
            <w:r>
              <w:t>ликации в избирательную комиссию муниципального образования</w:t>
            </w:r>
          </w:p>
          <w:p w:rsidR="00604296" w:rsidRDefault="00604296" w:rsidP="003713EF"/>
          <w:p w:rsidR="00604296" w:rsidRDefault="00604296" w:rsidP="003713EF">
            <w:r>
              <w:t>п. 10 ст. 48 ФЗ</w:t>
            </w:r>
          </w:p>
          <w:p w:rsidR="00604296" w:rsidRDefault="00604296" w:rsidP="003713EF">
            <w:r>
              <w:t>п. 10 ст. 32 ЗБО</w:t>
            </w:r>
          </w:p>
          <w:p w:rsidR="00604296" w:rsidRPr="00844C9A" w:rsidRDefault="00604296" w:rsidP="003713EF"/>
        </w:tc>
        <w:tc>
          <w:tcPr>
            <w:tcW w:w="2979" w:type="dxa"/>
            <w:gridSpan w:val="2"/>
            <w:tcBorders>
              <w:top w:val="single" w:sz="4" w:space="0" w:color="auto"/>
            </w:tcBorders>
          </w:tcPr>
          <w:p w:rsidR="00604296" w:rsidRDefault="00604296" w:rsidP="003713EF">
            <w:pPr>
              <w:jc w:val="center"/>
              <w:rPr>
                <w:b/>
              </w:rPr>
            </w:pPr>
            <w:r>
              <w:t xml:space="preserve">Не позднее, чем за 10 дней до дня голосования, </w:t>
            </w:r>
            <w:r w:rsidRPr="00751224">
              <w:rPr>
                <w:b/>
              </w:rPr>
              <w:t>т.е. не позднее 2</w:t>
            </w:r>
            <w:r>
              <w:rPr>
                <w:b/>
              </w:rPr>
              <w:t>8</w:t>
            </w:r>
            <w:r w:rsidRPr="00751224">
              <w:rPr>
                <w:b/>
              </w:rPr>
              <w:t>.08.</w:t>
            </w:r>
            <w:r>
              <w:rPr>
                <w:b/>
              </w:rPr>
              <w:t xml:space="preserve">2019 </w:t>
            </w:r>
          </w:p>
          <w:p w:rsidR="00604296" w:rsidRDefault="00604296" w:rsidP="003713EF">
            <w:pPr>
              <w:jc w:val="center"/>
              <w:rPr>
                <w:b/>
              </w:rPr>
            </w:pPr>
          </w:p>
          <w:p w:rsidR="00604296" w:rsidRDefault="00604296" w:rsidP="003713EF">
            <w:pPr>
              <w:jc w:val="center"/>
            </w:pPr>
          </w:p>
        </w:tc>
        <w:tc>
          <w:tcPr>
            <w:tcW w:w="254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04296" w:rsidRPr="00844C9A" w:rsidRDefault="00604296" w:rsidP="003713EF">
            <w:pPr>
              <w:jc w:val="center"/>
            </w:pPr>
            <w:r>
              <w:t>Политическая партия, выдвинувшая единый список кандидатов, список кандидатов по одномандатным изб</w:t>
            </w:r>
            <w:r>
              <w:t>и</w:t>
            </w:r>
            <w:r>
              <w:t>рательным округам</w:t>
            </w:r>
          </w:p>
        </w:tc>
      </w:tr>
      <w:tr w:rsidR="00604296" w:rsidRPr="00844C9A" w:rsidTr="00D2742C">
        <w:trPr>
          <w:trHeight w:val="20"/>
        </w:trPr>
        <w:tc>
          <w:tcPr>
            <w:tcW w:w="567" w:type="dxa"/>
          </w:tcPr>
          <w:p w:rsidR="00604296" w:rsidRPr="00844C9A" w:rsidRDefault="00604296" w:rsidP="003713EF">
            <w:pPr>
              <w:jc w:val="center"/>
              <w:rPr>
                <w:b/>
              </w:rPr>
            </w:pPr>
            <w:r>
              <w:rPr>
                <w:b/>
              </w:rPr>
              <w:t>59</w:t>
            </w:r>
            <w:r w:rsidRPr="00844C9A">
              <w:rPr>
                <w:b/>
              </w:rPr>
              <w:t>.</w:t>
            </w:r>
          </w:p>
        </w:tc>
        <w:tc>
          <w:tcPr>
            <w:tcW w:w="4118" w:type="dxa"/>
            <w:gridSpan w:val="2"/>
            <w:tcBorders>
              <w:top w:val="single" w:sz="4" w:space="0" w:color="auto"/>
            </w:tcBorders>
          </w:tcPr>
          <w:p w:rsidR="00604296" w:rsidRDefault="00604296" w:rsidP="003713EF">
            <w:r>
              <w:t>Предоставление в территориальную избирательную комиссию Мглинск</w:t>
            </w:r>
            <w:r>
              <w:t>о</w:t>
            </w:r>
            <w:r>
              <w:t xml:space="preserve">го района </w:t>
            </w:r>
            <w:r w:rsidRPr="00A179DA">
              <w:t>данных учета объема и стои</w:t>
            </w:r>
            <w:r>
              <w:softHyphen/>
            </w:r>
            <w:r w:rsidRPr="00A179DA">
              <w:t>мости, предоставленных зарег</w:t>
            </w:r>
            <w:r w:rsidRPr="00A179DA">
              <w:t>и</w:t>
            </w:r>
            <w:r w:rsidRPr="00A179DA">
              <w:t>стри</w:t>
            </w:r>
            <w:r>
              <w:softHyphen/>
            </w:r>
            <w:r w:rsidRPr="00A179DA">
              <w:t>рованным кандидатам печатной площади</w:t>
            </w:r>
            <w:r>
              <w:t xml:space="preserve">, услуг </w:t>
            </w:r>
            <w:r w:rsidRPr="00A179DA">
              <w:t>по размещению предвыборных агитаци</w:t>
            </w:r>
            <w:r>
              <w:softHyphen/>
            </w:r>
            <w:r w:rsidRPr="00A179DA">
              <w:t>онных мат</w:t>
            </w:r>
            <w:r w:rsidRPr="00A179DA">
              <w:t>е</w:t>
            </w:r>
            <w:r w:rsidRPr="00A179DA">
              <w:t>риалов в сетевом издании</w:t>
            </w:r>
          </w:p>
          <w:p w:rsidR="00604296" w:rsidRDefault="00604296" w:rsidP="0051549B">
            <w:pPr>
              <w:jc w:val="right"/>
            </w:pPr>
            <w:r>
              <w:t>п. 8 ст. 50 ФЗ</w:t>
            </w:r>
          </w:p>
          <w:p w:rsidR="00604296" w:rsidRDefault="00604296" w:rsidP="0051549B">
            <w:pPr>
              <w:jc w:val="right"/>
            </w:pPr>
            <w:r>
              <w:t>п.8 ст. 34 ЗБО</w:t>
            </w:r>
          </w:p>
        </w:tc>
        <w:tc>
          <w:tcPr>
            <w:tcW w:w="2979" w:type="dxa"/>
            <w:gridSpan w:val="2"/>
          </w:tcPr>
          <w:p w:rsidR="00604296" w:rsidRPr="00844C9A" w:rsidRDefault="00604296">
            <w:pPr>
              <w:autoSpaceDE/>
              <w:autoSpaceDN/>
            </w:pPr>
            <w:r>
              <w:t xml:space="preserve">Не позднее чем через 10 дней со дня голосования, </w:t>
            </w:r>
            <w:r w:rsidRPr="00C75E59">
              <w:rPr>
                <w:b/>
              </w:rPr>
              <w:t>т.е. не позднее 1</w:t>
            </w:r>
            <w:r>
              <w:rPr>
                <w:b/>
              </w:rPr>
              <w:t>8</w:t>
            </w:r>
            <w:r w:rsidRPr="00C75E59">
              <w:rPr>
                <w:b/>
              </w:rPr>
              <w:t>.09.</w:t>
            </w:r>
            <w:r>
              <w:rPr>
                <w:b/>
              </w:rPr>
              <w:t>2019</w:t>
            </w:r>
          </w:p>
        </w:tc>
        <w:tc>
          <w:tcPr>
            <w:tcW w:w="2542" w:type="dxa"/>
            <w:gridSpan w:val="2"/>
            <w:tcBorders>
              <w:bottom w:val="single" w:sz="4" w:space="0" w:color="auto"/>
            </w:tcBorders>
          </w:tcPr>
          <w:p w:rsidR="00604296" w:rsidRDefault="00604296" w:rsidP="003713EF">
            <w:pPr>
              <w:adjustRightInd w:val="0"/>
              <w:jc w:val="center"/>
            </w:pPr>
            <w:r>
              <w:t>Организации реда</w:t>
            </w:r>
            <w:r>
              <w:t>к</w:t>
            </w:r>
            <w:r>
              <w:t>ции газеты «Мгли</w:t>
            </w:r>
            <w:r>
              <w:t>н</w:t>
            </w:r>
            <w:r>
              <w:t>ские вести» и сетевых изданий</w:t>
            </w:r>
          </w:p>
          <w:p w:rsidR="00604296" w:rsidRDefault="00604296" w:rsidP="003713EF">
            <w:pPr>
              <w:adjustRightInd w:val="0"/>
              <w:jc w:val="center"/>
            </w:pPr>
          </w:p>
          <w:p w:rsidR="00604296" w:rsidRPr="00844C9A" w:rsidRDefault="00604296" w:rsidP="00A941A2">
            <w:pPr>
              <w:adjustRightInd w:val="0"/>
              <w:jc w:val="center"/>
            </w:pPr>
          </w:p>
        </w:tc>
      </w:tr>
      <w:tr w:rsidR="00604296" w:rsidRPr="00844C9A" w:rsidTr="00D2742C">
        <w:trPr>
          <w:trHeight w:val="20"/>
        </w:trPr>
        <w:tc>
          <w:tcPr>
            <w:tcW w:w="10206" w:type="dxa"/>
            <w:gridSpan w:val="7"/>
          </w:tcPr>
          <w:p w:rsidR="00604296" w:rsidRPr="00844C9A" w:rsidRDefault="00604296" w:rsidP="003713EF">
            <w:pPr>
              <w:rPr>
                <w:b/>
                <w:bCs/>
              </w:rPr>
            </w:pPr>
          </w:p>
          <w:p w:rsidR="00604296" w:rsidRPr="00844C9A" w:rsidRDefault="00604296" w:rsidP="00EA2B81">
            <w:pPr>
              <w:jc w:val="center"/>
              <w:rPr>
                <w:b/>
                <w:bCs/>
              </w:rPr>
            </w:pPr>
            <w:r w:rsidRPr="00844C9A">
              <w:rPr>
                <w:b/>
                <w:bCs/>
              </w:rPr>
              <w:t>ФИНАНСИРОВАНИЕ ВЫБОРОВ</w:t>
            </w:r>
          </w:p>
          <w:p w:rsidR="00604296" w:rsidRPr="00844C9A" w:rsidRDefault="00604296" w:rsidP="003713EF">
            <w:pPr>
              <w:rPr>
                <w:b/>
                <w:bCs/>
              </w:rPr>
            </w:pPr>
          </w:p>
        </w:tc>
      </w:tr>
      <w:tr w:rsidR="00604296" w:rsidRPr="00844C9A" w:rsidTr="00D2742C">
        <w:trPr>
          <w:trHeight w:val="20"/>
        </w:trPr>
        <w:tc>
          <w:tcPr>
            <w:tcW w:w="567" w:type="dxa"/>
            <w:tcBorders>
              <w:bottom w:val="single" w:sz="4" w:space="0" w:color="auto"/>
            </w:tcBorders>
          </w:tcPr>
          <w:p w:rsidR="00604296" w:rsidRDefault="00604296" w:rsidP="00707678">
            <w:pPr>
              <w:jc w:val="center"/>
              <w:rPr>
                <w:b/>
              </w:rPr>
            </w:pPr>
            <w:r>
              <w:rPr>
                <w:b/>
              </w:rPr>
              <w:t>60.</w:t>
            </w:r>
          </w:p>
        </w:tc>
        <w:tc>
          <w:tcPr>
            <w:tcW w:w="411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04296" w:rsidRPr="006B10E4" w:rsidRDefault="00604296" w:rsidP="00F44244">
            <w:pPr>
              <w:adjustRightInd w:val="0"/>
            </w:pPr>
            <w:r w:rsidRPr="00844C9A">
              <w:t>Обращение в Избирательную коми</w:t>
            </w:r>
            <w:r w:rsidRPr="00844C9A">
              <w:t>с</w:t>
            </w:r>
            <w:r w:rsidRPr="00844C9A">
              <w:t>сию Брянской области с просьбой об открытии бюджетного счета для ф</w:t>
            </w:r>
            <w:r w:rsidRPr="00844C9A">
              <w:t>и</w:t>
            </w:r>
            <w:r w:rsidRPr="00844C9A">
              <w:t>нансирования подготовки и провед</w:t>
            </w:r>
            <w:r w:rsidRPr="00844C9A">
              <w:t>е</w:t>
            </w:r>
            <w:r w:rsidRPr="00844C9A">
              <w:t>ния выборов</w:t>
            </w:r>
          </w:p>
        </w:tc>
        <w:tc>
          <w:tcPr>
            <w:tcW w:w="297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04296" w:rsidRPr="00B3231C" w:rsidRDefault="00604296" w:rsidP="00CC7026">
            <w:pPr>
              <w:adjustRightInd w:val="0"/>
              <w:jc w:val="center"/>
            </w:pPr>
            <w:r w:rsidRPr="00B3231C">
              <w:t>Не позднее дня, следу</w:t>
            </w:r>
            <w:r w:rsidRPr="00B3231C">
              <w:t>ю</w:t>
            </w:r>
            <w:r w:rsidRPr="00B3231C">
              <w:t>щего за дн</w:t>
            </w:r>
            <w:r>
              <w:t>ё</w:t>
            </w:r>
            <w:r w:rsidRPr="00B3231C">
              <w:t>м публикации решения о назначении в</w:t>
            </w:r>
            <w:r w:rsidRPr="00B3231C">
              <w:t>ы</w:t>
            </w:r>
            <w:r w:rsidRPr="00B3231C">
              <w:t xml:space="preserve">боров, </w:t>
            </w:r>
            <w:r w:rsidRPr="00B3231C">
              <w:rPr>
                <w:b/>
              </w:rPr>
              <w:t xml:space="preserve">т.е. не позднее </w:t>
            </w:r>
            <w:r w:rsidRPr="00CC7026">
              <w:rPr>
                <w:b/>
              </w:rPr>
              <w:t>22.</w:t>
            </w:r>
            <w:r w:rsidRPr="00B3231C">
              <w:rPr>
                <w:b/>
              </w:rPr>
              <w:t>06.2019</w:t>
            </w:r>
          </w:p>
        </w:tc>
        <w:tc>
          <w:tcPr>
            <w:tcW w:w="254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04296" w:rsidRPr="00844C9A" w:rsidRDefault="00604296" w:rsidP="00F44244">
            <w:pPr>
              <w:shd w:val="clear" w:color="auto" w:fill="FFFFFF"/>
              <w:jc w:val="center"/>
            </w:pPr>
            <w:r>
              <w:t>Территориальная и</w:t>
            </w:r>
            <w:r>
              <w:t>з</w:t>
            </w:r>
            <w:r>
              <w:t>бирательная</w:t>
            </w:r>
            <w:r w:rsidRPr="00844C9A">
              <w:t xml:space="preserve"> комис</w:t>
            </w:r>
            <w:r>
              <w:softHyphen/>
            </w:r>
            <w:r w:rsidRPr="00844C9A">
              <w:t xml:space="preserve">сия </w:t>
            </w:r>
            <w:r>
              <w:t>Мглинского района</w:t>
            </w:r>
          </w:p>
          <w:p w:rsidR="00604296" w:rsidRPr="00844C9A" w:rsidRDefault="00604296" w:rsidP="00F44244">
            <w:pPr>
              <w:jc w:val="center"/>
            </w:pPr>
          </w:p>
        </w:tc>
      </w:tr>
      <w:tr w:rsidR="00604296" w:rsidRPr="00844C9A" w:rsidTr="00D2742C">
        <w:trPr>
          <w:trHeight w:val="20"/>
        </w:trPr>
        <w:tc>
          <w:tcPr>
            <w:tcW w:w="567" w:type="dxa"/>
            <w:tcBorders>
              <w:bottom w:val="single" w:sz="4" w:space="0" w:color="auto"/>
            </w:tcBorders>
          </w:tcPr>
          <w:p w:rsidR="00604296" w:rsidRDefault="00604296" w:rsidP="00707678">
            <w:pPr>
              <w:jc w:val="center"/>
              <w:rPr>
                <w:b/>
              </w:rPr>
            </w:pPr>
            <w:r>
              <w:rPr>
                <w:b/>
              </w:rPr>
              <w:t>61.</w:t>
            </w:r>
          </w:p>
        </w:tc>
        <w:tc>
          <w:tcPr>
            <w:tcW w:w="411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04296" w:rsidRPr="00844C9A" w:rsidRDefault="00604296" w:rsidP="00F44244">
            <w:pPr>
              <w:adjustRightInd w:val="0"/>
            </w:pPr>
            <w:r w:rsidRPr="00844C9A">
              <w:t>Финансирование расходов на подг</w:t>
            </w:r>
            <w:r w:rsidRPr="00844C9A">
              <w:t>о</w:t>
            </w:r>
            <w:r w:rsidRPr="00844C9A">
              <w:t>товку  и проведение выборов</w:t>
            </w:r>
          </w:p>
          <w:p w:rsidR="00604296" w:rsidRPr="00844C9A" w:rsidRDefault="00604296" w:rsidP="00F44244">
            <w:pPr>
              <w:adjustRightInd w:val="0"/>
            </w:pPr>
          </w:p>
          <w:p w:rsidR="00604296" w:rsidRPr="00844C9A" w:rsidRDefault="00604296" w:rsidP="00F44244">
            <w:pPr>
              <w:adjustRightInd w:val="0"/>
            </w:pPr>
            <w:r>
              <w:t>п.1.</w:t>
            </w:r>
            <w:r w:rsidRPr="00844C9A">
              <w:t>2 ст. 38 ЗБО</w:t>
            </w:r>
          </w:p>
          <w:p w:rsidR="00604296" w:rsidRPr="00844C9A" w:rsidRDefault="00604296" w:rsidP="00F44244"/>
        </w:tc>
        <w:tc>
          <w:tcPr>
            <w:tcW w:w="297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04296" w:rsidRPr="00B3231C" w:rsidRDefault="00604296" w:rsidP="00CC7026">
            <w:pPr>
              <w:adjustRightInd w:val="0"/>
              <w:jc w:val="both"/>
            </w:pPr>
            <w:r w:rsidRPr="00B3231C">
              <w:t>Не позднее чем в 10-дневный срок со дня оф</w:t>
            </w:r>
            <w:r w:rsidRPr="00B3231C">
              <w:t>и</w:t>
            </w:r>
            <w:r w:rsidRPr="00B3231C">
              <w:t>циального опубликования решения о назначении в</w:t>
            </w:r>
            <w:r w:rsidRPr="00B3231C">
              <w:t>ы</w:t>
            </w:r>
            <w:r w:rsidRPr="00B3231C">
              <w:t xml:space="preserve">боров, </w:t>
            </w:r>
            <w:r w:rsidRPr="00B3231C">
              <w:rPr>
                <w:b/>
              </w:rPr>
              <w:t xml:space="preserve">т.е. не позднее </w:t>
            </w:r>
            <w:r w:rsidRPr="00CC7026">
              <w:rPr>
                <w:b/>
              </w:rPr>
              <w:t>1.</w:t>
            </w:r>
            <w:r w:rsidRPr="00B3231C">
              <w:rPr>
                <w:b/>
              </w:rPr>
              <w:t>0</w:t>
            </w:r>
            <w:r>
              <w:rPr>
                <w:b/>
              </w:rPr>
              <w:t>7</w:t>
            </w:r>
            <w:r w:rsidRPr="00B3231C">
              <w:rPr>
                <w:b/>
              </w:rPr>
              <w:t>.2019</w:t>
            </w:r>
          </w:p>
        </w:tc>
        <w:tc>
          <w:tcPr>
            <w:tcW w:w="254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04296" w:rsidRPr="00844C9A" w:rsidRDefault="00604296" w:rsidP="00F44244">
            <w:pPr>
              <w:suppressAutoHyphens/>
              <w:jc w:val="both"/>
            </w:pPr>
            <w:r w:rsidRPr="00844C9A">
              <w:t xml:space="preserve">Финансовый орган </w:t>
            </w:r>
            <w:r>
              <w:t>Мглинского района</w:t>
            </w:r>
          </w:p>
        </w:tc>
      </w:tr>
      <w:tr w:rsidR="00604296" w:rsidRPr="00844C9A" w:rsidTr="00D2742C">
        <w:trPr>
          <w:trHeight w:val="20"/>
        </w:trPr>
        <w:tc>
          <w:tcPr>
            <w:tcW w:w="567" w:type="dxa"/>
            <w:tcBorders>
              <w:bottom w:val="single" w:sz="4" w:space="0" w:color="auto"/>
            </w:tcBorders>
          </w:tcPr>
          <w:p w:rsidR="00604296" w:rsidRDefault="00604296" w:rsidP="003713EF">
            <w:pPr>
              <w:jc w:val="center"/>
              <w:rPr>
                <w:b/>
              </w:rPr>
            </w:pPr>
            <w:r>
              <w:rPr>
                <w:b/>
              </w:rPr>
              <w:t>62.</w:t>
            </w:r>
          </w:p>
        </w:tc>
        <w:tc>
          <w:tcPr>
            <w:tcW w:w="411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04296" w:rsidRPr="00844C9A" w:rsidRDefault="00604296" w:rsidP="00707678">
            <w:pPr>
              <w:shd w:val="clear" w:color="auto" w:fill="FFFFFF"/>
            </w:pPr>
            <w:r w:rsidRPr="00844C9A">
              <w:t xml:space="preserve">Распределение средств на проведение выборов </w:t>
            </w:r>
            <w:r>
              <w:t>между</w:t>
            </w:r>
            <w:r w:rsidRPr="00844C9A">
              <w:t xml:space="preserve"> участковым</w:t>
            </w:r>
            <w:r>
              <w:t>и</w:t>
            </w:r>
            <w:r w:rsidRPr="00844C9A">
              <w:t xml:space="preserve"> избир</w:t>
            </w:r>
            <w:r w:rsidRPr="00844C9A">
              <w:t>а</w:t>
            </w:r>
            <w:r w:rsidRPr="00844C9A">
              <w:t>тельным</w:t>
            </w:r>
            <w:r>
              <w:t>и</w:t>
            </w:r>
            <w:r w:rsidRPr="00844C9A">
              <w:t xml:space="preserve"> комиссиям</w:t>
            </w:r>
            <w:r>
              <w:t>и</w:t>
            </w:r>
          </w:p>
          <w:p w:rsidR="00604296" w:rsidRPr="00844C9A" w:rsidRDefault="00604296" w:rsidP="00F44244">
            <w:pPr>
              <w:suppressAutoHyphens/>
              <w:jc w:val="right"/>
            </w:pPr>
            <w:r w:rsidRPr="00844C9A">
              <w:t>п.3 ст.38 ЗБО</w:t>
            </w:r>
          </w:p>
        </w:tc>
        <w:tc>
          <w:tcPr>
            <w:tcW w:w="297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04296" w:rsidRPr="006B10E4" w:rsidRDefault="00604296" w:rsidP="00F44244">
            <w:pPr>
              <w:adjustRightInd w:val="0"/>
              <w:jc w:val="both"/>
              <w:rPr>
                <w:b/>
              </w:rPr>
            </w:pPr>
            <w:r>
              <w:t>Н</w:t>
            </w:r>
            <w:r w:rsidRPr="00844C9A">
              <w:t xml:space="preserve">е позднее чем за 20 дней до дня голосования, </w:t>
            </w:r>
            <w:r>
              <w:rPr>
                <w:b/>
              </w:rPr>
              <w:t>т.е. не позднее 18.08.2019</w:t>
            </w:r>
          </w:p>
        </w:tc>
        <w:tc>
          <w:tcPr>
            <w:tcW w:w="254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04296" w:rsidRPr="00844C9A" w:rsidRDefault="00604296" w:rsidP="00F44244">
            <w:pPr>
              <w:shd w:val="clear" w:color="auto" w:fill="FFFFFF"/>
              <w:jc w:val="both"/>
            </w:pPr>
            <w:r>
              <w:t>Территориальная и</w:t>
            </w:r>
            <w:r w:rsidRPr="00844C9A">
              <w:t>з</w:t>
            </w:r>
            <w:r w:rsidRPr="00844C9A">
              <w:t xml:space="preserve">бирательная комиссия </w:t>
            </w:r>
            <w:r>
              <w:t>Мглинского района</w:t>
            </w:r>
          </w:p>
          <w:p w:rsidR="00604296" w:rsidRPr="00844C9A" w:rsidRDefault="00604296" w:rsidP="00F44244">
            <w:pPr>
              <w:suppressAutoHyphens/>
              <w:jc w:val="both"/>
            </w:pPr>
          </w:p>
        </w:tc>
      </w:tr>
      <w:tr w:rsidR="00604296" w:rsidRPr="00844C9A" w:rsidTr="00D2742C">
        <w:trPr>
          <w:trHeight w:val="20"/>
        </w:trPr>
        <w:tc>
          <w:tcPr>
            <w:tcW w:w="567" w:type="dxa"/>
            <w:tcBorders>
              <w:bottom w:val="single" w:sz="4" w:space="0" w:color="auto"/>
            </w:tcBorders>
          </w:tcPr>
          <w:p w:rsidR="00604296" w:rsidRPr="00844C9A" w:rsidRDefault="00604296" w:rsidP="00707678">
            <w:pPr>
              <w:jc w:val="center"/>
              <w:rPr>
                <w:b/>
              </w:rPr>
            </w:pPr>
            <w:r>
              <w:rPr>
                <w:b/>
              </w:rPr>
              <w:t>63</w:t>
            </w:r>
            <w:r w:rsidRPr="00844C9A">
              <w:rPr>
                <w:b/>
              </w:rPr>
              <w:t>.</w:t>
            </w:r>
          </w:p>
        </w:tc>
        <w:tc>
          <w:tcPr>
            <w:tcW w:w="411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04296" w:rsidRPr="00844C9A" w:rsidRDefault="00604296" w:rsidP="003713EF">
            <w:pPr>
              <w:shd w:val="clear" w:color="auto" w:fill="FFFFFF"/>
            </w:pPr>
            <w:r w:rsidRPr="00844C9A">
              <w:t xml:space="preserve">Представление в   </w:t>
            </w:r>
            <w:r>
              <w:t xml:space="preserve">территориальную </w:t>
            </w:r>
            <w:r w:rsidRPr="00844C9A">
              <w:t xml:space="preserve">избирательную комиссию </w:t>
            </w:r>
            <w:r>
              <w:t>Мглинск</w:t>
            </w:r>
            <w:r>
              <w:t>о</w:t>
            </w:r>
            <w:r>
              <w:t>го района</w:t>
            </w:r>
            <w:r w:rsidRPr="00844C9A">
              <w:t xml:space="preserve"> отчетов о поступлении и расходовании средств местного   бюджета, выделенных  на подготовку и проведение выборов</w:t>
            </w:r>
          </w:p>
          <w:p w:rsidR="00604296" w:rsidRPr="00844C9A" w:rsidRDefault="00604296" w:rsidP="007A216D">
            <w:pPr>
              <w:shd w:val="clear" w:color="auto" w:fill="FFFFFF"/>
              <w:jc w:val="right"/>
            </w:pPr>
            <w:r w:rsidRPr="00844C9A">
              <w:t>п.8 ст.38 ЗБО</w:t>
            </w:r>
          </w:p>
        </w:tc>
        <w:tc>
          <w:tcPr>
            <w:tcW w:w="297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04296" w:rsidRPr="00844C9A" w:rsidRDefault="00604296" w:rsidP="00F44244">
            <w:pPr>
              <w:shd w:val="clear" w:color="auto" w:fill="FFFFFF"/>
            </w:pPr>
            <w:r w:rsidRPr="00844C9A">
              <w:t xml:space="preserve">Не позднее чем через 10 дней со дня голосования, </w:t>
            </w:r>
            <w:r w:rsidRPr="006B10E4">
              <w:rPr>
                <w:b/>
              </w:rPr>
              <w:t>т.е.</w:t>
            </w:r>
            <w:r w:rsidRPr="00844C9A">
              <w:t xml:space="preserve"> </w:t>
            </w:r>
            <w:r w:rsidRPr="00844C9A">
              <w:rPr>
                <w:b/>
              </w:rPr>
              <w:t>не позднее 1</w:t>
            </w:r>
            <w:r>
              <w:rPr>
                <w:b/>
              </w:rPr>
              <w:t>8</w:t>
            </w:r>
            <w:r w:rsidRPr="00844C9A">
              <w:rPr>
                <w:b/>
              </w:rPr>
              <w:t>.09.</w:t>
            </w:r>
            <w:r>
              <w:rPr>
                <w:b/>
              </w:rPr>
              <w:t>2019</w:t>
            </w:r>
          </w:p>
        </w:tc>
        <w:tc>
          <w:tcPr>
            <w:tcW w:w="254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04296" w:rsidRPr="00844C9A" w:rsidRDefault="00604296" w:rsidP="003713EF">
            <w:pPr>
              <w:shd w:val="clear" w:color="auto" w:fill="FFFFFF"/>
              <w:jc w:val="center"/>
            </w:pPr>
            <w:r>
              <w:t>Участковые избир</w:t>
            </w:r>
            <w:r>
              <w:t>а</w:t>
            </w:r>
            <w:r>
              <w:t>тельные комиссии</w:t>
            </w:r>
          </w:p>
          <w:p w:rsidR="00604296" w:rsidRPr="00844C9A" w:rsidRDefault="00604296" w:rsidP="003713EF">
            <w:pPr>
              <w:shd w:val="clear" w:color="auto" w:fill="FFFFFF"/>
              <w:jc w:val="center"/>
            </w:pPr>
          </w:p>
          <w:p w:rsidR="00604296" w:rsidRPr="00844C9A" w:rsidRDefault="00604296" w:rsidP="003713EF">
            <w:pPr>
              <w:shd w:val="clear" w:color="auto" w:fill="FFFFFF"/>
              <w:jc w:val="center"/>
            </w:pPr>
          </w:p>
        </w:tc>
      </w:tr>
      <w:tr w:rsidR="00604296" w:rsidRPr="00844C9A" w:rsidTr="00D2742C">
        <w:trPr>
          <w:trHeight w:val="2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604296" w:rsidRPr="00844C9A" w:rsidRDefault="00604296" w:rsidP="00707678">
            <w:pPr>
              <w:jc w:val="center"/>
              <w:rPr>
                <w:b/>
              </w:rPr>
            </w:pPr>
            <w:r>
              <w:rPr>
                <w:b/>
              </w:rPr>
              <w:t>64</w:t>
            </w:r>
            <w:r w:rsidRPr="00844C9A">
              <w:rPr>
                <w:b/>
              </w:rPr>
              <w:t>.</w:t>
            </w:r>
          </w:p>
        </w:tc>
        <w:tc>
          <w:tcPr>
            <w:tcW w:w="411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04296" w:rsidRPr="00844C9A" w:rsidRDefault="00604296" w:rsidP="003713EF">
            <w:pPr>
              <w:shd w:val="clear" w:color="auto" w:fill="FFFFFF"/>
            </w:pPr>
            <w:r w:rsidRPr="00844C9A">
              <w:t xml:space="preserve">Представление в </w:t>
            </w:r>
            <w:r>
              <w:t>Мглинский райо</w:t>
            </w:r>
            <w:r>
              <w:t>н</w:t>
            </w:r>
            <w:r>
              <w:t>ный Совет народных депутатов</w:t>
            </w:r>
            <w:r w:rsidRPr="00844C9A">
              <w:t xml:space="preserve"> отч</w:t>
            </w:r>
            <w:r w:rsidRPr="00844C9A">
              <w:t>е</w:t>
            </w:r>
            <w:r w:rsidRPr="00844C9A">
              <w:t>т</w:t>
            </w:r>
            <w:r>
              <w:t>а</w:t>
            </w:r>
            <w:r w:rsidRPr="00844C9A">
              <w:t xml:space="preserve"> о поступлении и расходовании средств местного бюджета, выделен</w:t>
            </w:r>
            <w:r>
              <w:softHyphen/>
            </w:r>
            <w:r w:rsidRPr="00844C9A">
              <w:t>ных на подготовку и проведение вы</w:t>
            </w:r>
            <w:r>
              <w:softHyphen/>
            </w:r>
            <w:r w:rsidRPr="00844C9A">
              <w:t>боров</w:t>
            </w:r>
          </w:p>
          <w:p w:rsidR="00604296" w:rsidRPr="00844C9A" w:rsidRDefault="00604296" w:rsidP="00E236CA">
            <w:pPr>
              <w:shd w:val="clear" w:color="auto" w:fill="FFFFFF"/>
              <w:jc w:val="right"/>
            </w:pPr>
            <w:r w:rsidRPr="00844C9A">
              <w:t>п.10 ст.38 ЗБО</w:t>
            </w:r>
          </w:p>
        </w:tc>
        <w:tc>
          <w:tcPr>
            <w:tcW w:w="297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04296" w:rsidRPr="00844C9A" w:rsidRDefault="00604296" w:rsidP="00F44244">
            <w:pPr>
              <w:adjustRightInd w:val="0"/>
              <w:jc w:val="both"/>
            </w:pPr>
            <w:r w:rsidRPr="00844C9A">
              <w:t>Не позднее чем через 50 дней со дня официального опубликования общих р</w:t>
            </w:r>
            <w:r w:rsidRPr="00844C9A">
              <w:t>е</w:t>
            </w:r>
            <w:r w:rsidRPr="00844C9A">
              <w:t>зультатов выборов</w:t>
            </w:r>
          </w:p>
          <w:p w:rsidR="00604296" w:rsidRPr="00844C9A" w:rsidRDefault="00604296" w:rsidP="003713EF">
            <w:pPr>
              <w:adjustRightInd w:val="0"/>
              <w:jc w:val="center"/>
            </w:pPr>
          </w:p>
        </w:tc>
        <w:tc>
          <w:tcPr>
            <w:tcW w:w="254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04296" w:rsidRPr="00844C9A" w:rsidRDefault="00604296" w:rsidP="00E236CA">
            <w:pPr>
              <w:shd w:val="clear" w:color="auto" w:fill="FFFFFF"/>
              <w:jc w:val="both"/>
            </w:pPr>
            <w:r>
              <w:t>Территориальная и</w:t>
            </w:r>
            <w:r w:rsidRPr="00844C9A">
              <w:t>з</w:t>
            </w:r>
            <w:r w:rsidRPr="00844C9A">
              <w:t xml:space="preserve">бирательная комиссия </w:t>
            </w:r>
            <w:r>
              <w:t>Мглинского района</w:t>
            </w:r>
          </w:p>
          <w:p w:rsidR="00604296" w:rsidRPr="00844C9A" w:rsidRDefault="00604296" w:rsidP="003713EF">
            <w:pPr>
              <w:shd w:val="clear" w:color="auto" w:fill="FFFFFF"/>
              <w:jc w:val="center"/>
            </w:pPr>
          </w:p>
          <w:p w:rsidR="00604296" w:rsidRPr="00844C9A" w:rsidRDefault="00604296" w:rsidP="003713EF">
            <w:pPr>
              <w:jc w:val="center"/>
            </w:pPr>
          </w:p>
        </w:tc>
      </w:tr>
      <w:tr w:rsidR="00604296" w:rsidRPr="00844C9A" w:rsidTr="00D2742C">
        <w:trPr>
          <w:trHeight w:val="2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604296" w:rsidRPr="00844C9A" w:rsidRDefault="00604296" w:rsidP="003713EF">
            <w:pPr>
              <w:jc w:val="center"/>
              <w:rPr>
                <w:b/>
              </w:rPr>
            </w:pPr>
          </w:p>
          <w:p w:rsidR="00604296" w:rsidRPr="00844C9A" w:rsidRDefault="00604296" w:rsidP="003713EF">
            <w:pPr>
              <w:jc w:val="center"/>
              <w:rPr>
                <w:b/>
              </w:rPr>
            </w:pPr>
            <w:r>
              <w:rPr>
                <w:b/>
              </w:rPr>
              <w:t>65</w:t>
            </w:r>
            <w:r w:rsidRPr="00844C9A">
              <w:rPr>
                <w:b/>
              </w:rPr>
              <w:t>.</w:t>
            </w:r>
          </w:p>
          <w:p w:rsidR="00604296" w:rsidRPr="00844C9A" w:rsidRDefault="00604296" w:rsidP="003713EF">
            <w:pPr>
              <w:jc w:val="center"/>
              <w:rPr>
                <w:b/>
              </w:rPr>
            </w:pPr>
          </w:p>
          <w:p w:rsidR="00604296" w:rsidRPr="00844C9A" w:rsidRDefault="00604296" w:rsidP="003713EF">
            <w:pPr>
              <w:jc w:val="center"/>
              <w:rPr>
                <w:b/>
              </w:rPr>
            </w:pPr>
          </w:p>
        </w:tc>
        <w:tc>
          <w:tcPr>
            <w:tcW w:w="411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04296" w:rsidRPr="00844C9A" w:rsidRDefault="00604296" w:rsidP="003713EF">
            <w:pPr>
              <w:shd w:val="clear" w:color="auto" w:fill="FFFFFF"/>
            </w:pPr>
            <w:r w:rsidRPr="00844C9A">
              <w:t>Перечисление  не  израсходованных  средств, выделенных на подготовку  и проведение  выборов в  доход соот</w:t>
            </w:r>
            <w:r>
              <w:softHyphen/>
            </w:r>
            <w:r w:rsidRPr="00844C9A">
              <w:t>ветствующего местного бюджета</w:t>
            </w:r>
          </w:p>
          <w:p w:rsidR="00604296" w:rsidRPr="00844C9A" w:rsidRDefault="00604296" w:rsidP="00E236CA">
            <w:pPr>
              <w:shd w:val="clear" w:color="auto" w:fill="FFFFFF"/>
              <w:jc w:val="right"/>
            </w:pPr>
            <w:r w:rsidRPr="00844C9A">
              <w:t>п.11 ст.38 ЗБО</w:t>
            </w:r>
          </w:p>
        </w:tc>
        <w:tc>
          <w:tcPr>
            <w:tcW w:w="297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04296" w:rsidRPr="00844C9A" w:rsidRDefault="00604296" w:rsidP="003713EF">
            <w:pPr>
              <w:jc w:val="center"/>
            </w:pPr>
            <w:r w:rsidRPr="00844C9A">
              <w:t xml:space="preserve">Не позднее чем через 50 дней со дня представления отчета о расходовании средств, выделенных на подготовку и проведение выборов </w:t>
            </w:r>
          </w:p>
        </w:tc>
        <w:tc>
          <w:tcPr>
            <w:tcW w:w="254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04296" w:rsidRPr="00844C9A" w:rsidRDefault="00604296" w:rsidP="0042015D">
            <w:pPr>
              <w:shd w:val="clear" w:color="auto" w:fill="FFFFFF"/>
              <w:jc w:val="both"/>
            </w:pPr>
            <w:r>
              <w:t>Территориальная и</w:t>
            </w:r>
            <w:r w:rsidRPr="00844C9A">
              <w:t>з</w:t>
            </w:r>
            <w:r w:rsidRPr="00844C9A">
              <w:t xml:space="preserve">бирательная комиссия </w:t>
            </w:r>
            <w:r>
              <w:t>Мглинского района</w:t>
            </w:r>
          </w:p>
          <w:p w:rsidR="00604296" w:rsidRPr="00844C9A" w:rsidRDefault="00604296" w:rsidP="0042015D">
            <w:pPr>
              <w:shd w:val="clear" w:color="auto" w:fill="FFFFFF"/>
              <w:jc w:val="center"/>
            </w:pPr>
          </w:p>
          <w:p w:rsidR="00604296" w:rsidRPr="00844C9A" w:rsidRDefault="00604296" w:rsidP="003713EF">
            <w:pPr>
              <w:jc w:val="center"/>
              <w:rPr>
                <w:i/>
                <w:iCs/>
              </w:rPr>
            </w:pPr>
          </w:p>
        </w:tc>
      </w:tr>
      <w:tr w:rsidR="00604296" w:rsidRPr="00844C9A" w:rsidTr="00D2742C">
        <w:trPr>
          <w:trHeight w:val="2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604296" w:rsidRPr="00844C9A" w:rsidRDefault="00604296" w:rsidP="003713EF">
            <w:pPr>
              <w:jc w:val="center"/>
              <w:rPr>
                <w:b/>
              </w:rPr>
            </w:pPr>
            <w:r>
              <w:rPr>
                <w:b/>
              </w:rPr>
              <w:t>66</w:t>
            </w:r>
            <w:r w:rsidRPr="00844C9A">
              <w:rPr>
                <w:b/>
              </w:rPr>
              <w:t>.</w:t>
            </w:r>
          </w:p>
          <w:p w:rsidR="00604296" w:rsidRPr="00844C9A" w:rsidRDefault="00604296" w:rsidP="003713EF">
            <w:pPr>
              <w:jc w:val="center"/>
              <w:rPr>
                <w:b/>
              </w:rPr>
            </w:pPr>
          </w:p>
        </w:tc>
        <w:tc>
          <w:tcPr>
            <w:tcW w:w="411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04296" w:rsidRPr="00844C9A" w:rsidRDefault="00604296" w:rsidP="003713EF">
            <w:pPr>
              <w:adjustRightInd w:val="0"/>
            </w:pPr>
            <w:r w:rsidRPr="00844C9A">
              <w:t>Принятие решения комиссии о П</w:t>
            </w:r>
            <w:r w:rsidRPr="00844C9A">
              <w:t>о</w:t>
            </w:r>
            <w:r w:rsidRPr="00844C9A">
              <w:t>рядке и формах учета и отчетности о поступлении средств в избирател</w:t>
            </w:r>
            <w:r w:rsidRPr="00844C9A">
              <w:t>ь</w:t>
            </w:r>
            <w:r w:rsidRPr="00844C9A">
              <w:t>ные фонды кандидатов, избирател</w:t>
            </w:r>
            <w:r w:rsidRPr="00844C9A">
              <w:t>ь</w:t>
            </w:r>
            <w:r w:rsidRPr="00844C9A">
              <w:t>ных объединений и расходовании этих средств при проведении выб</w:t>
            </w:r>
            <w:r w:rsidRPr="00844C9A">
              <w:t>о</w:t>
            </w:r>
            <w:r w:rsidRPr="00844C9A">
              <w:t>ров депутатов представительных о</w:t>
            </w:r>
            <w:r w:rsidRPr="00844C9A">
              <w:t>р</w:t>
            </w:r>
            <w:r w:rsidRPr="00844C9A">
              <w:t>ганов муниципальных образований</w:t>
            </w:r>
          </w:p>
          <w:p w:rsidR="00604296" w:rsidRPr="00227B73" w:rsidRDefault="00604296" w:rsidP="003713EF">
            <w:pPr>
              <w:rPr>
                <w:i/>
              </w:rPr>
            </w:pPr>
            <w:r w:rsidRPr="00844C9A">
              <w:t>Рекомендации, утв</w:t>
            </w:r>
            <w:r>
              <w:t xml:space="preserve">. </w:t>
            </w:r>
            <w:r w:rsidRPr="00844C9A">
              <w:t xml:space="preserve">постановлением </w:t>
            </w:r>
            <w:r w:rsidRPr="00DF0F34">
              <w:rPr>
                <w:i/>
              </w:rPr>
              <w:t>ИКБО от 05</w:t>
            </w:r>
            <w:r>
              <w:rPr>
                <w:i/>
              </w:rPr>
              <w:t>.06.2019 №92/866-6</w:t>
            </w:r>
          </w:p>
        </w:tc>
        <w:tc>
          <w:tcPr>
            <w:tcW w:w="297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04296" w:rsidRPr="00844C9A" w:rsidRDefault="00604296" w:rsidP="0042015D">
            <w:pPr>
              <w:suppressAutoHyphens/>
              <w:jc w:val="both"/>
            </w:pPr>
            <w:r w:rsidRPr="00844C9A">
              <w:t>До начала избирательной кампании</w:t>
            </w:r>
          </w:p>
          <w:p w:rsidR="00604296" w:rsidRDefault="00604296" w:rsidP="003713EF">
            <w:pPr>
              <w:jc w:val="center"/>
            </w:pPr>
          </w:p>
          <w:p w:rsidR="00604296" w:rsidRPr="00844C9A" w:rsidRDefault="00604296" w:rsidP="003713EF">
            <w:pPr>
              <w:jc w:val="center"/>
            </w:pPr>
          </w:p>
        </w:tc>
        <w:tc>
          <w:tcPr>
            <w:tcW w:w="254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04296" w:rsidRPr="00844C9A" w:rsidRDefault="00604296" w:rsidP="0042015D">
            <w:pPr>
              <w:shd w:val="clear" w:color="auto" w:fill="FFFFFF"/>
              <w:jc w:val="both"/>
            </w:pPr>
            <w:r>
              <w:t>Территориальная и</w:t>
            </w:r>
            <w:r w:rsidRPr="00844C9A">
              <w:t>з</w:t>
            </w:r>
            <w:r w:rsidRPr="00844C9A">
              <w:t xml:space="preserve">бирательная комиссия </w:t>
            </w:r>
            <w:r>
              <w:t>Мглинского района</w:t>
            </w:r>
          </w:p>
          <w:p w:rsidR="00604296" w:rsidRPr="00844C9A" w:rsidRDefault="00604296" w:rsidP="003713EF">
            <w:pPr>
              <w:jc w:val="center"/>
              <w:rPr>
                <w:i/>
                <w:iCs/>
              </w:rPr>
            </w:pPr>
          </w:p>
        </w:tc>
      </w:tr>
      <w:tr w:rsidR="00604296" w:rsidRPr="00844C9A" w:rsidTr="00D2742C">
        <w:trPr>
          <w:trHeight w:val="2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604296" w:rsidRPr="00844C9A" w:rsidRDefault="00604296" w:rsidP="003713EF">
            <w:pPr>
              <w:jc w:val="center"/>
              <w:rPr>
                <w:b/>
              </w:rPr>
            </w:pPr>
            <w:r>
              <w:rPr>
                <w:b/>
              </w:rPr>
              <w:t>67</w:t>
            </w:r>
            <w:r w:rsidRPr="00844C9A">
              <w:rPr>
                <w:b/>
              </w:rPr>
              <w:t>.</w:t>
            </w:r>
          </w:p>
          <w:p w:rsidR="00604296" w:rsidRPr="00844C9A" w:rsidRDefault="00604296" w:rsidP="003713EF">
            <w:pPr>
              <w:jc w:val="center"/>
              <w:rPr>
                <w:b/>
              </w:rPr>
            </w:pPr>
          </w:p>
        </w:tc>
        <w:tc>
          <w:tcPr>
            <w:tcW w:w="411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04296" w:rsidRPr="00844C9A" w:rsidRDefault="00604296" w:rsidP="003713EF">
            <w:pPr>
              <w:adjustRightInd w:val="0"/>
            </w:pPr>
            <w:r w:rsidRPr="00844C9A">
              <w:t>Выдача кандидату</w:t>
            </w:r>
            <w:r>
              <w:t xml:space="preserve"> </w:t>
            </w:r>
            <w:r w:rsidRPr="00844C9A">
              <w:t>разрешения для открытия специального избирател</w:t>
            </w:r>
            <w:r w:rsidRPr="00844C9A">
              <w:t>ь</w:t>
            </w:r>
            <w:r w:rsidRPr="00844C9A">
              <w:t>ного счета</w:t>
            </w:r>
          </w:p>
          <w:p w:rsidR="00604296" w:rsidRPr="00844C9A" w:rsidRDefault="00604296" w:rsidP="0042015D">
            <w:pPr>
              <w:jc w:val="right"/>
            </w:pPr>
            <w:r w:rsidRPr="00844C9A">
              <w:t>п.11 ст. 39 ЗБО</w:t>
            </w:r>
          </w:p>
        </w:tc>
        <w:tc>
          <w:tcPr>
            <w:tcW w:w="297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04296" w:rsidRPr="00844C9A" w:rsidRDefault="00604296" w:rsidP="000D6654">
            <w:pPr>
              <w:jc w:val="center"/>
            </w:pPr>
            <w:r w:rsidRPr="00844C9A">
              <w:t xml:space="preserve">В течение 3 дней после уведомления </w:t>
            </w:r>
            <w:r>
              <w:t>территор</w:t>
            </w:r>
            <w:r>
              <w:t>и</w:t>
            </w:r>
            <w:r>
              <w:t xml:space="preserve">альной </w:t>
            </w:r>
            <w:r w:rsidRPr="00844C9A">
              <w:t xml:space="preserve">избирательной </w:t>
            </w:r>
            <w:r>
              <w:t>к</w:t>
            </w:r>
            <w:r>
              <w:t>о</w:t>
            </w:r>
            <w:r>
              <w:t>миссии Мглинского ра</w:t>
            </w:r>
            <w:r>
              <w:t>й</w:t>
            </w:r>
            <w:r>
              <w:t>она</w:t>
            </w:r>
            <w:r w:rsidRPr="00844C9A">
              <w:t xml:space="preserve"> о выдвижении канд</w:t>
            </w:r>
            <w:r w:rsidRPr="00844C9A">
              <w:t>и</w:t>
            </w:r>
            <w:r w:rsidRPr="00844C9A">
              <w:t>дата</w:t>
            </w:r>
            <w:r>
              <w:t xml:space="preserve"> </w:t>
            </w:r>
          </w:p>
        </w:tc>
        <w:tc>
          <w:tcPr>
            <w:tcW w:w="254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04296" w:rsidRPr="00844C9A" w:rsidRDefault="00604296" w:rsidP="0042015D">
            <w:pPr>
              <w:shd w:val="clear" w:color="auto" w:fill="FFFFFF"/>
              <w:jc w:val="both"/>
            </w:pPr>
            <w:r>
              <w:t>Территориальная и</w:t>
            </w:r>
            <w:r w:rsidRPr="00844C9A">
              <w:t>з</w:t>
            </w:r>
            <w:r w:rsidRPr="00844C9A">
              <w:t xml:space="preserve">бирательная комиссия </w:t>
            </w:r>
            <w:r>
              <w:t>Мглинского района</w:t>
            </w:r>
          </w:p>
          <w:p w:rsidR="00604296" w:rsidRDefault="00604296" w:rsidP="003713EF">
            <w:pPr>
              <w:jc w:val="center"/>
              <w:rPr>
                <w:iCs/>
              </w:rPr>
            </w:pPr>
          </w:p>
        </w:tc>
      </w:tr>
      <w:tr w:rsidR="00604296" w:rsidRPr="00844C9A" w:rsidTr="00D2742C">
        <w:trPr>
          <w:trHeight w:val="2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604296" w:rsidRPr="00844C9A" w:rsidRDefault="00604296" w:rsidP="003713EF">
            <w:pPr>
              <w:jc w:val="center"/>
              <w:rPr>
                <w:b/>
              </w:rPr>
            </w:pPr>
            <w:r>
              <w:rPr>
                <w:b/>
              </w:rPr>
              <w:t>68</w:t>
            </w:r>
            <w:r w:rsidRPr="00844C9A">
              <w:rPr>
                <w:b/>
              </w:rPr>
              <w:t>.</w:t>
            </w:r>
          </w:p>
          <w:p w:rsidR="00604296" w:rsidRPr="00844C9A" w:rsidRDefault="00604296" w:rsidP="003713EF">
            <w:pPr>
              <w:jc w:val="center"/>
              <w:rPr>
                <w:b/>
              </w:rPr>
            </w:pPr>
          </w:p>
        </w:tc>
        <w:tc>
          <w:tcPr>
            <w:tcW w:w="411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04296" w:rsidRPr="00844C9A" w:rsidRDefault="00604296" w:rsidP="003713EF">
            <w:pPr>
              <w:adjustRightInd w:val="0"/>
            </w:pPr>
            <w:r w:rsidRPr="00844C9A">
              <w:t xml:space="preserve">Выдача </w:t>
            </w:r>
            <w:r>
              <w:t>избирательному объедин</w:t>
            </w:r>
            <w:r>
              <w:t>е</w:t>
            </w:r>
            <w:r>
              <w:t>нию</w:t>
            </w:r>
            <w:r w:rsidRPr="00844C9A">
              <w:t xml:space="preserve"> разрешения для открытия сп</w:t>
            </w:r>
            <w:r w:rsidRPr="00844C9A">
              <w:t>е</w:t>
            </w:r>
            <w:r w:rsidRPr="00844C9A">
              <w:t>циального избирательного счета</w:t>
            </w:r>
          </w:p>
          <w:p w:rsidR="00604296" w:rsidRPr="00844C9A" w:rsidRDefault="00604296" w:rsidP="003713EF"/>
          <w:p w:rsidR="00604296" w:rsidRPr="00844C9A" w:rsidRDefault="00604296" w:rsidP="001636A3">
            <w:pPr>
              <w:jc w:val="right"/>
            </w:pPr>
            <w:r w:rsidRPr="00844C9A">
              <w:t>п.</w:t>
            </w:r>
            <w:r>
              <w:t>12</w:t>
            </w:r>
            <w:r w:rsidRPr="00844C9A">
              <w:t xml:space="preserve"> ст. 39 ЗБО</w:t>
            </w:r>
          </w:p>
        </w:tc>
        <w:tc>
          <w:tcPr>
            <w:tcW w:w="297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04296" w:rsidRDefault="00604296" w:rsidP="000D6654">
            <w:pPr>
              <w:jc w:val="center"/>
            </w:pPr>
            <w:r w:rsidRPr="00844C9A">
              <w:t xml:space="preserve">В течение 3 дней после </w:t>
            </w:r>
            <w:r>
              <w:t>заверения единого списка кандидатов, выдвинутого этим избирательным об</w:t>
            </w:r>
            <w:r>
              <w:t>ъ</w:t>
            </w:r>
            <w:r>
              <w:t>единением</w:t>
            </w:r>
          </w:p>
        </w:tc>
        <w:tc>
          <w:tcPr>
            <w:tcW w:w="2542" w:type="dxa"/>
            <w:gridSpan w:val="2"/>
            <w:tcBorders>
              <w:top w:val="single" w:sz="4" w:space="0" w:color="auto"/>
            </w:tcBorders>
          </w:tcPr>
          <w:p w:rsidR="00604296" w:rsidRPr="00844C9A" w:rsidRDefault="00604296" w:rsidP="0042015D">
            <w:pPr>
              <w:shd w:val="clear" w:color="auto" w:fill="FFFFFF"/>
              <w:jc w:val="both"/>
            </w:pPr>
            <w:r>
              <w:t>Территориальная и</w:t>
            </w:r>
            <w:r w:rsidRPr="00844C9A">
              <w:t>з</w:t>
            </w:r>
            <w:r w:rsidRPr="00844C9A">
              <w:t xml:space="preserve">бирательная комиссия </w:t>
            </w:r>
            <w:r>
              <w:t>Мглинского района</w:t>
            </w:r>
          </w:p>
          <w:p w:rsidR="00604296" w:rsidRDefault="00604296" w:rsidP="003713EF">
            <w:pPr>
              <w:adjustRightInd w:val="0"/>
              <w:jc w:val="center"/>
            </w:pPr>
          </w:p>
          <w:p w:rsidR="00604296" w:rsidRPr="00844C9A" w:rsidRDefault="00604296" w:rsidP="007370BC">
            <w:pPr>
              <w:adjustRightInd w:val="0"/>
              <w:jc w:val="center"/>
            </w:pPr>
          </w:p>
        </w:tc>
      </w:tr>
      <w:tr w:rsidR="00604296" w:rsidRPr="00844C9A" w:rsidTr="00D2742C">
        <w:trPr>
          <w:trHeight w:val="2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604296" w:rsidRPr="00844C9A" w:rsidRDefault="00604296" w:rsidP="003713EF">
            <w:pPr>
              <w:jc w:val="center"/>
              <w:rPr>
                <w:b/>
              </w:rPr>
            </w:pPr>
            <w:r>
              <w:rPr>
                <w:b/>
              </w:rPr>
              <w:t>69</w:t>
            </w:r>
            <w:r w:rsidRPr="00844C9A">
              <w:rPr>
                <w:b/>
              </w:rPr>
              <w:t>.</w:t>
            </w:r>
          </w:p>
          <w:p w:rsidR="00604296" w:rsidRPr="00844C9A" w:rsidRDefault="00604296" w:rsidP="003713EF">
            <w:pPr>
              <w:jc w:val="center"/>
              <w:rPr>
                <w:b/>
              </w:rPr>
            </w:pPr>
          </w:p>
          <w:p w:rsidR="00604296" w:rsidRPr="00844C9A" w:rsidRDefault="00604296" w:rsidP="003713EF">
            <w:pPr>
              <w:jc w:val="center"/>
              <w:rPr>
                <w:b/>
              </w:rPr>
            </w:pPr>
          </w:p>
          <w:p w:rsidR="00604296" w:rsidRPr="00844C9A" w:rsidRDefault="00604296" w:rsidP="003713EF">
            <w:pPr>
              <w:jc w:val="center"/>
              <w:rPr>
                <w:b/>
              </w:rPr>
            </w:pPr>
          </w:p>
        </w:tc>
        <w:tc>
          <w:tcPr>
            <w:tcW w:w="411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04296" w:rsidRPr="00844C9A" w:rsidRDefault="00604296" w:rsidP="003713EF">
            <w:pPr>
              <w:adjustRightInd w:val="0"/>
              <w:rPr>
                <w:iCs/>
              </w:rPr>
            </w:pPr>
            <w:r w:rsidRPr="00844C9A">
              <w:t>Создание к</w:t>
            </w:r>
            <w:r w:rsidRPr="00844C9A">
              <w:rPr>
                <w:iCs/>
              </w:rPr>
              <w:t>андидатом, выдвинутым по одномандатному избирательному округу,</w:t>
            </w:r>
            <w:r w:rsidRPr="00844C9A">
              <w:t xml:space="preserve"> </w:t>
            </w:r>
            <w:r>
              <w:t>избирательным объединен</w:t>
            </w:r>
            <w:r>
              <w:t>и</w:t>
            </w:r>
            <w:r>
              <w:t xml:space="preserve">ем, выдвинувшим единый список кандидатов, </w:t>
            </w:r>
            <w:r w:rsidRPr="00844C9A">
              <w:t>избирательного фонда для финансирования своей избир</w:t>
            </w:r>
            <w:r w:rsidRPr="00844C9A">
              <w:t>а</w:t>
            </w:r>
            <w:r w:rsidRPr="00844C9A">
              <w:t>тельной кампании</w:t>
            </w:r>
          </w:p>
          <w:p w:rsidR="00604296" w:rsidRDefault="00604296" w:rsidP="003713EF"/>
          <w:p w:rsidR="00604296" w:rsidRPr="00844C9A" w:rsidRDefault="00604296" w:rsidP="00287639">
            <w:pPr>
              <w:jc w:val="right"/>
            </w:pPr>
            <w:r w:rsidRPr="00844C9A">
              <w:t>п. 1 ст. 58 ФЗ</w:t>
            </w:r>
          </w:p>
          <w:p w:rsidR="00604296" w:rsidRPr="00844C9A" w:rsidRDefault="00604296" w:rsidP="00287639">
            <w:pPr>
              <w:jc w:val="right"/>
            </w:pPr>
            <w:r w:rsidRPr="00844C9A">
              <w:t>п. 1 ст. 39 ЗБО</w:t>
            </w:r>
          </w:p>
          <w:p w:rsidR="00604296" w:rsidRDefault="00604296" w:rsidP="003713EF"/>
        </w:tc>
        <w:tc>
          <w:tcPr>
            <w:tcW w:w="2979" w:type="dxa"/>
            <w:gridSpan w:val="2"/>
            <w:tcBorders>
              <w:top w:val="single" w:sz="4" w:space="0" w:color="auto"/>
            </w:tcBorders>
          </w:tcPr>
          <w:p w:rsidR="00604296" w:rsidRPr="00844C9A" w:rsidRDefault="00604296" w:rsidP="007370BC">
            <w:pPr>
              <w:adjustRightInd w:val="0"/>
              <w:jc w:val="center"/>
            </w:pPr>
            <w:r w:rsidRPr="00844C9A">
              <w:t xml:space="preserve">В период </w:t>
            </w:r>
            <w:r>
              <w:t xml:space="preserve">после </w:t>
            </w:r>
            <w:r w:rsidRPr="00844C9A">
              <w:t>уведомл</w:t>
            </w:r>
            <w:r w:rsidRPr="00844C9A">
              <w:t>е</w:t>
            </w:r>
            <w:r w:rsidRPr="00844C9A">
              <w:t>ния соответствующей и</w:t>
            </w:r>
            <w:r w:rsidRPr="00844C9A">
              <w:t>з</w:t>
            </w:r>
            <w:r w:rsidRPr="00844C9A">
              <w:t>бирательной комиссии о выдвижении (самовыдв</w:t>
            </w:r>
            <w:r w:rsidRPr="00844C9A">
              <w:t>и</w:t>
            </w:r>
            <w:r w:rsidRPr="00844C9A">
              <w:t>жении)</w:t>
            </w:r>
            <w:r>
              <w:t xml:space="preserve"> кандидата</w:t>
            </w:r>
            <w:r w:rsidRPr="00844C9A">
              <w:t xml:space="preserve"> до представления докуме</w:t>
            </w:r>
            <w:r w:rsidRPr="00844C9A">
              <w:t>н</w:t>
            </w:r>
            <w:r w:rsidRPr="00844C9A">
              <w:t>тов для его регистрации</w:t>
            </w:r>
            <w:r>
              <w:t>; в период после регистрации уполномоченных предст</w:t>
            </w:r>
            <w:r>
              <w:t>а</w:t>
            </w:r>
            <w:r>
              <w:t>вителей избирательного объединения по финанс</w:t>
            </w:r>
            <w:r>
              <w:t>о</w:t>
            </w:r>
            <w:r>
              <w:t>вым вопросам до пре</w:t>
            </w:r>
            <w:r>
              <w:t>д</w:t>
            </w:r>
            <w:r>
              <w:t>ставления документов для регистрации единого сп</w:t>
            </w:r>
            <w:r>
              <w:t>и</w:t>
            </w:r>
            <w:r>
              <w:t xml:space="preserve">ска кандидатов </w:t>
            </w:r>
          </w:p>
        </w:tc>
        <w:tc>
          <w:tcPr>
            <w:tcW w:w="2542" w:type="dxa"/>
            <w:gridSpan w:val="2"/>
          </w:tcPr>
          <w:p w:rsidR="00604296" w:rsidRPr="00844C9A" w:rsidRDefault="00604296" w:rsidP="007370BC">
            <w:pPr>
              <w:suppressAutoHyphens/>
              <w:adjustRightInd w:val="0"/>
              <w:rPr>
                <w:iCs/>
              </w:rPr>
            </w:pPr>
            <w:r w:rsidRPr="00844C9A">
              <w:rPr>
                <w:iCs/>
              </w:rPr>
              <w:t>Кандидат, выдвинутый по одномандатному  избирательному округу</w:t>
            </w:r>
            <w:r>
              <w:rPr>
                <w:iCs/>
              </w:rPr>
              <w:t>, избирательное объединение, выдвинувшее единый список кандидатов</w:t>
            </w:r>
          </w:p>
          <w:p w:rsidR="00604296" w:rsidRDefault="00604296" w:rsidP="003713EF">
            <w:pPr>
              <w:adjustRightInd w:val="0"/>
              <w:jc w:val="center"/>
            </w:pPr>
          </w:p>
          <w:p w:rsidR="00604296" w:rsidRPr="00844C9A" w:rsidRDefault="00604296" w:rsidP="003713EF">
            <w:pPr>
              <w:adjustRightInd w:val="0"/>
              <w:jc w:val="center"/>
            </w:pPr>
          </w:p>
        </w:tc>
      </w:tr>
      <w:tr w:rsidR="00604296" w:rsidRPr="00844C9A" w:rsidTr="00D2742C">
        <w:trPr>
          <w:trHeight w:val="2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604296" w:rsidRPr="00844C9A" w:rsidRDefault="00604296" w:rsidP="001636A3">
            <w:pPr>
              <w:jc w:val="center"/>
              <w:rPr>
                <w:b/>
              </w:rPr>
            </w:pPr>
            <w:r>
              <w:rPr>
                <w:b/>
              </w:rPr>
              <w:t>70</w:t>
            </w:r>
            <w:r w:rsidRPr="00844C9A">
              <w:rPr>
                <w:b/>
              </w:rPr>
              <w:t>.</w:t>
            </w:r>
          </w:p>
        </w:tc>
        <w:tc>
          <w:tcPr>
            <w:tcW w:w="4118" w:type="dxa"/>
            <w:gridSpan w:val="2"/>
            <w:tcBorders>
              <w:top w:val="single" w:sz="4" w:space="0" w:color="auto"/>
            </w:tcBorders>
          </w:tcPr>
          <w:p w:rsidR="00604296" w:rsidRPr="00844C9A" w:rsidRDefault="00604296" w:rsidP="003713EF">
            <w:pPr>
              <w:adjustRightInd w:val="0"/>
            </w:pPr>
            <w:r w:rsidRPr="00844C9A">
              <w:t>Открытие специального избирател</w:t>
            </w:r>
            <w:r w:rsidRPr="00844C9A">
              <w:t>ь</w:t>
            </w:r>
            <w:r w:rsidRPr="00844C9A">
              <w:t>ного счета</w:t>
            </w:r>
          </w:p>
          <w:p w:rsidR="00604296" w:rsidRPr="00844C9A" w:rsidRDefault="00604296" w:rsidP="00287639">
            <w:pPr>
              <w:adjustRightInd w:val="0"/>
              <w:jc w:val="right"/>
            </w:pPr>
            <w:r w:rsidRPr="00844C9A">
              <w:t>п. 11 ст. 58 ФЗ</w:t>
            </w:r>
          </w:p>
          <w:p w:rsidR="00604296" w:rsidRPr="00844C9A" w:rsidRDefault="00604296" w:rsidP="00287639">
            <w:pPr>
              <w:adjustRightInd w:val="0"/>
              <w:jc w:val="right"/>
            </w:pPr>
            <w:r w:rsidRPr="00844C9A">
              <w:t>п. 13 ст. 39 ЗБО</w:t>
            </w:r>
          </w:p>
        </w:tc>
        <w:tc>
          <w:tcPr>
            <w:tcW w:w="2979" w:type="dxa"/>
            <w:gridSpan w:val="2"/>
          </w:tcPr>
          <w:p w:rsidR="00604296" w:rsidRPr="00844C9A" w:rsidRDefault="00604296" w:rsidP="007370BC">
            <w:pPr>
              <w:adjustRightInd w:val="0"/>
              <w:jc w:val="center"/>
            </w:pPr>
            <w:r w:rsidRPr="00844C9A">
              <w:t xml:space="preserve">Незамедлительно по предъявлении </w:t>
            </w:r>
            <w:r>
              <w:t>устано</w:t>
            </w:r>
            <w:r>
              <w:t>в</w:t>
            </w:r>
            <w:r>
              <w:t xml:space="preserve">ленных </w:t>
            </w:r>
            <w:r w:rsidRPr="00844C9A">
              <w:t>документов</w:t>
            </w:r>
          </w:p>
          <w:p w:rsidR="00604296" w:rsidRDefault="00604296" w:rsidP="003713EF">
            <w:pPr>
              <w:adjustRightInd w:val="0"/>
              <w:jc w:val="center"/>
            </w:pPr>
          </w:p>
          <w:p w:rsidR="00604296" w:rsidRPr="00844C9A" w:rsidRDefault="00604296" w:rsidP="003713EF">
            <w:pPr>
              <w:adjustRightInd w:val="0"/>
              <w:jc w:val="center"/>
            </w:pPr>
          </w:p>
        </w:tc>
        <w:tc>
          <w:tcPr>
            <w:tcW w:w="2542" w:type="dxa"/>
            <w:gridSpan w:val="2"/>
          </w:tcPr>
          <w:p w:rsidR="00604296" w:rsidRPr="00844C9A" w:rsidRDefault="00604296" w:rsidP="000D6654">
            <w:pPr>
              <w:adjustRightInd w:val="0"/>
              <w:jc w:val="center"/>
            </w:pPr>
            <w:r w:rsidRPr="00844C9A">
              <w:t>Публичное акционе</w:t>
            </w:r>
            <w:r w:rsidRPr="00844C9A">
              <w:t>р</w:t>
            </w:r>
            <w:r w:rsidRPr="00844C9A">
              <w:t>ное общество «Сбе</w:t>
            </w:r>
            <w:r w:rsidRPr="00844C9A">
              <w:t>р</w:t>
            </w:r>
            <w:r w:rsidRPr="00844C9A">
              <w:t>банк России»</w:t>
            </w:r>
            <w:r>
              <w:t xml:space="preserve"> (иная кредитная организ</w:t>
            </w:r>
            <w:r>
              <w:t>а</w:t>
            </w:r>
            <w:r>
              <w:t>ция)</w:t>
            </w:r>
          </w:p>
        </w:tc>
      </w:tr>
      <w:tr w:rsidR="00604296" w:rsidRPr="00844C9A" w:rsidTr="00D2742C">
        <w:trPr>
          <w:trHeight w:val="2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604296" w:rsidRDefault="00604296" w:rsidP="001636A3">
            <w:pPr>
              <w:jc w:val="center"/>
              <w:rPr>
                <w:b/>
              </w:rPr>
            </w:pPr>
            <w:r>
              <w:rPr>
                <w:b/>
              </w:rPr>
              <w:t>71.</w:t>
            </w:r>
          </w:p>
        </w:tc>
        <w:tc>
          <w:tcPr>
            <w:tcW w:w="4118" w:type="dxa"/>
            <w:gridSpan w:val="2"/>
          </w:tcPr>
          <w:p w:rsidR="00604296" w:rsidRPr="00844C9A" w:rsidRDefault="00604296" w:rsidP="003713EF">
            <w:pPr>
              <w:adjustRightInd w:val="0"/>
            </w:pPr>
            <w:r w:rsidRPr="00844C9A">
              <w:t>Представление заверенных копий первичных финансовых документов, подтверждающих поступление и ра</w:t>
            </w:r>
            <w:r w:rsidRPr="00844C9A">
              <w:t>с</w:t>
            </w:r>
            <w:r w:rsidRPr="00844C9A">
              <w:t>ходование средств избирательных фондов</w:t>
            </w:r>
            <w:r>
              <w:t xml:space="preserve"> п</w:t>
            </w:r>
            <w:r w:rsidRPr="00844C9A">
              <w:t xml:space="preserve">о представлению </w:t>
            </w:r>
            <w:r>
              <w:t>террит</w:t>
            </w:r>
            <w:r>
              <w:t>о</w:t>
            </w:r>
            <w:r>
              <w:t>риальной избирательной комиссии Мглинского района</w:t>
            </w:r>
            <w:r w:rsidRPr="00844C9A">
              <w:t>,</w:t>
            </w:r>
            <w:r>
              <w:t xml:space="preserve"> требованию кандидата, избирательного объед</w:t>
            </w:r>
            <w:r>
              <w:t>и</w:t>
            </w:r>
            <w:r>
              <w:t>нения</w:t>
            </w:r>
          </w:p>
          <w:p w:rsidR="00604296" w:rsidRPr="00844C9A" w:rsidRDefault="00604296" w:rsidP="00287639">
            <w:pPr>
              <w:jc w:val="right"/>
            </w:pPr>
            <w:r w:rsidRPr="00844C9A">
              <w:t>п. 7 ст. 59 ФЗ</w:t>
            </w:r>
          </w:p>
        </w:tc>
        <w:tc>
          <w:tcPr>
            <w:tcW w:w="2979" w:type="dxa"/>
            <w:gridSpan w:val="2"/>
          </w:tcPr>
          <w:p w:rsidR="00604296" w:rsidRDefault="00604296" w:rsidP="003713EF">
            <w:pPr>
              <w:jc w:val="center"/>
            </w:pPr>
            <w:r>
              <w:t>В</w:t>
            </w:r>
            <w:r w:rsidRPr="00844C9A">
              <w:t xml:space="preserve"> трехдневный срок, а за три дня до дня голосов</w:t>
            </w:r>
            <w:r w:rsidRPr="00844C9A">
              <w:t>а</w:t>
            </w:r>
            <w:r w:rsidRPr="00844C9A">
              <w:t xml:space="preserve">ния – немедленно </w:t>
            </w:r>
          </w:p>
          <w:p w:rsidR="00604296" w:rsidRPr="00844C9A" w:rsidRDefault="00604296" w:rsidP="003713EF">
            <w:pPr>
              <w:jc w:val="center"/>
            </w:pPr>
          </w:p>
        </w:tc>
        <w:tc>
          <w:tcPr>
            <w:tcW w:w="2542" w:type="dxa"/>
            <w:gridSpan w:val="2"/>
            <w:tcBorders>
              <w:bottom w:val="single" w:sz="4" w:space="0" w:color="auto"/>
            </w:tcBorders>
          </w:tcPr>
          <w:p w:rsidR="00604296" w:rsidRDefault="00604296" w:rsidP="003713EF">
            <w:pPr>
              <w:jc w:val="center"/>
            </w:pPr>
            <w:r w:rsidRPr="00844C9A">
              <w:t>Филиал публичного акционерного общ</w:t>
            </w:r>
            <w:r w:rsidRPr="00844C9A">
              <w:t>е</w:t>
            </w:r>
            <w:r w:rsidRPr="00844C9A">
              <w:t>ства «Сбербанк Ро</w:t>
            </w:r>
            <w:r w:rsidRPr="00844C9A">
              <w:t>с</w:t>
            </w:r>
            <w:r w:rsidRPr="00844C9A">
              <w:t>сии»</w:t>
            </w:r>
            <w:r>
              <w:t xml:space="preserve"> (иной кредитной организации)</w:t>
            </w:r>
            <w:r w:rsidRPr="00844C9A">
              <w:t>, в кот</w:t>
            </w:r>
            <w:r w:rsidRPr="00844C9A">
              <w:t>о</w:t>
            </w:r>
            <w:r w:rsidRPr="00844C9A">
              <w:t>ром открыт специал</w:t>
            </w:r>
            <w:r w:rsidRPr="00844C9A">
              <w:t>ь</w:t>
            </w:r>
            <w:r w:rsidRPr="00844C9A">
              <w:t xml:space="preserve">ный избирательный счет кандидата </w:t>
            </w:r>
          </w:p>
          <w:p w:rsidR="00604296" w:rsidRPr="00844C9A" w:rsidRDefault="00604296" w:rsidP="003713EF">
            <w:pPr>
              <w:jc w:val="center"/>
            </w:pPr>
          </w:p>
        </w:tc>
      </w:tr>
      <w:tr w:rsidR="00604296" w:rsidRPr="00844C9A" w:rsidTr="00D2742C">
        <w:trPr>
          <w:trHeight w:val="2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604296" w:rsidRDefault="00604296" w:rsidP="001636A3">
            <w:pPr>
              <w:jc w:val="center"/>
              <w:rPr>
                <w:b/>
              </w:rPr>
            </w:pPr>
            <w:r>
              <w:rPr>
                <w:b/>
              </w:rPr>
              <w:t>72.</w:t>
            </w:r>
          </w:p>
        </w:tc>
        <w:tc>
          <w:tcPr>
            <w:tcW w:w="4118" w:type="dxa"/>
            <w:gridSpan w:val="2"/>
          </w:tcPr>
          <w:p w:rsidR="00604296" w:rsidRPr="00844C9A" w:rsidRDefault="00604296" w:rsidP="003713EF">
            <w:pPr>
              <w:adjustRightInd w:val="0"/>
              <w:rPr>
                <w:color w:val="00B0F0"/>
              </w:rPr>
            </w:pPr>
            <w:r w:rsidRPr="00844C9A">
              <w:t>Направление в средства массовой информации для опубликования св</w:t>
            </w:r>
            <w:r w:rsidRPr="00844C9A">
              <w:t>е</w:t>
            </w:r>
            <w:r w:rsidRPr="00844C9A">
              <w:t xml:space="preserve">дений о поступлении и расходовании средств </w:t>
            </w:r>
            <w:r>
              <w:t>избирательных фондов ка</w:t>
            </w:r>
            <w:r>
              <w:t>н</w:t>
            </w:r>
            <w:r>
              <w:t>дидатов, избирательных объединений</w:t>
            </w:r>
          </w:p>
          <w:p w:rsidR="00604296" w:rsidRPr="00844C9A" w:rsidRDefault="00604296" w:rsidP="00287639">
            <w:pPr>
              <w:pStyle w:val="BodyText2"/>
              <w:jc w:val="right"/>
              <w:rPr>
                <w:sz w:val="24"/>
                <w:szCs w:val="24"/>
              </w:rPr>
            </w:pPr>
            <w:r w:rsidRPr="00844C9A">
              <w:rPr>
                <w:sz w:val="24"/>
                <w:szCs w:val="24"/>
              </w:rPr>
              <w:t>п. 8 ст. 59 ФЗ</w:t>
            </w:r>
          </w:p>
          <w:p w:rsidR="00604296" w:rsidRPr="00844C9A" w:rsidRDefault="00604296" w:rsidP="00287639">
            <w:pPr>
              <w:pStyle w:val="BodyText2"/>
              <w:jc w:val="right"/>
              <w:rPr>
                <w:i/>
                <w:sz w:val="24"/>
                <w:szCs w:val="24"/>
              </w:rPr>
            </w:pPr>
            <w:r w:rsidRPr="00844C9A">
              <w:rPr>
                <w:sz w:val="24"/>
                <w:szCs w:val="24"/>
              </w:rPr>
              <w:t>п. 16 ст. 39 ЗБО</w:t>
            </w:r>
          </w:p>
        </w:tc>
        <w:tc>
          <w:tcPr>
            <w:tcW w:w="2979" w:type="dxa"/>
            <w:gridSpan w:val="2"/>
            <w:tcBorders>
              <w:bottom w:val="single" w:sz="4" w:space="0" w:color="auto"/>
            </w:tcBorders>
          </w:tcPr>
          <w:p w:rsidR="00604296" w:rsidRDefault="00604296" w:rsidP="003713EF">
            <w:pPr>
              <w:jc w:val="center"/>
            </w:pPr>
            <w:r w:rsidRPr="00844C9A">
              <w:t>Периодически</w:t>
            </w:r>
            <w:r>
              <w:t>, но не реже одного раза в две недели</w:t>
            </w:r>
            <w:r w:rsidRPr="00844C9A">
              <w:t xml:space="preserve"> </w:t>
            </w:r>
          </w:p>
          <w:p w:rsidR="00604296" w:rsidRDefault="00604296" w:rsidP="003713EF">
            <w:pPr>
              <w:jc w:val="center"/>
            </w:pPr>
          </w:p>
          <w:p w:rsidR="00604296" w:rsidRPr="00844C9A" w:rsidRDefault="00604296" w:rsidP="003713EF">
            <w:pPr>
              <w:jc w:val="center"/>
            </w:pPr>
          </w:p>
        </w:tc>
        <w:tc>
          <w:tcPr>
            <w:tcW w:w="254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04296" w:rsidRDefault="00604296" w:rsidP="007370BC">
            <w:pPr>
              <w:jc w:val="center"/>
            </w:pPr>
            <w:r>
              <w:t>Территориальная и</w:t>
            </w:r>
            <w:r w:rsidRPr="00844C9A">
              <w:t>з</w:t>
            </w:r>
            <w:r w:rsidRPr="00844C9A">
              <w:t xml:space="preserve">бирательная комиссия </w:t>
            </w:r>
            <w:r>
              <w:t>Мглинского района</w:t>
            </w:r>
            <w:r w:rsidRPr="00844C9A">
              <w:t xml:space="preserve"> </w:t>
            </w:r>
          </w:p>
          <w:p w:rsidR="00604296" w:rsidRDefault="00604296" w:rsidP="007370BC">
            <w:pPr>
              <w:jc w:val="center"/>
            </w:pPr>
          </w:p>
          <w:p w:rsidR="00604296" w:rsidRPr="00844C9A" w:rsidRDefault="00604296" w:rsidP="00531E4F">
            <w:pPr>
              <w:jc w:val="center"/>
            </w:pPr>
          </w:p>
        </w:tc>
      </w:tr>
      <w:tr w:rsidR="00604296" w:rsidRPr="00844C9A" w:rsidTr="00D2742C">
        <w:trPr>
          <w:trHeight w:val="20"/>
        </w:trPr>
        <w:tc>
          <w:tcPr>
            <w:tcW w:w="567" w:type="dxa"/>
            <w:tcBorders>
              <w:top w:val="single" w:sz="4" w:space="0" w:color="auto"/>
            </w:tcBorders>
          </w:tcPr>
          <w:p w:rsidR="00604296" w:rsidRPr="00844C9A" w:rsidRDefault="00604296" w:rsidP="00A44947">
            <w:pPr>
              <w:jc w:val="center"/>
              <w:rPr>
                <w:b/>
              </w:rPr>
            </w:pPr>
            <w:r>
              <w:rPr>
                <w:b/>
              </w:rPr>
              <w:t>73</w:t>
            </w:r>
            <w:r w:rsidRPr="00844C9A">
              <w:rPr>
                <w:b/>
              </w:rPr>
              <w:t>.</w:t>
            </w:r>
          </w:p>
        </w:tc>
        <w:tc>
          <w:tcPr>
            <w:tcW w:w="4118" w:type="dxa"/>
            <w:gridSpan w:val="2"/>
            <w:tcBorders>
              <w:bottom w:val="single" w:sz="4" w:space="0" w:color="auto"/>
            </w:tcBorders>
          </w:tcPr>
          <w:p w:rsidR="00604296" w:rsidRPr="00844C9A" w:rsidRDefault="00604296" w:rsidP="003713EF">
            <w:pPr>
              <w:pStyle w:val="BodyText2"/>
              <w:rPr>
                <w:sz w:val="24"/>
                <w:szCs w:val="24"/>
              </w:rPr>
            </w:pPr>
            <w:r w:rsidRPr="00844C9A">
              <w:rPr>
                <w:sz w:val="24"/>
                <w:szCs w:val="24"/>
              </w:rPr>
              <w:t>Опубликование сведений о посту</w:t>
            </w:r>
            <w:r w:rsidRPr="00844C9A">
              <w:rPr>
                <w:sz w:val="24"/>
                <w:szCs w:val="24"/>
              </w:rPr>
              <w:t>п</w:t>
            </w:r>
            <w:r w:rsidRPr="00844C9A">
              <w:rPr>
                <w:sz w:val="24"/>
                <w:szCs w:val="24"/>
              </w:rPr>
              <w:t>лении и расходовании средств изб</w:t>
            </w:r>
            <w:r w:rsidRPr="00844C9A">
              <w:rPr>
                <w:sz w:val="24"/>
                <w:szCs w:val="24"/>
              </w:rPr>
              <w:t>и</w:t>
            </w:r>
            <w:r w:rsidRPr="00844C9A">
              <w:rPr>
                <w:sz w:val="24"/>
                <w:szCs w:val="24"/>
              </w:rPr>
              <w:t>рательных фондов кандидатов, изб</w:t>
            </w:r>
            <w:r w:rsidRPr="00844C9A">
              <w:rPr>
                <w:sz w:val="24"/>
                <w:szCs w:val="24"/>
              </w:rPr>
              <w:t>и</w:t>
            </w:r>
            <w:r w:rsidRPr="00844C9A">
              <w:rPr>
                <w:sz w:val="24"/>
                <w:szCs w:val="24"/>
              </w:rPr>
              <w:t>рательных объединений</w:t>
            </w:r>
          </w:p>
          <w:p w:rsidR="00604296" w:rsidRDefault="00604296" w:rsidP="00531E4F">
            <w:pPr>
              <w:pStyle w:val="BodyText2"/>
              <w:jc w:val="right"/>
              <w:rPr>
                <w:sz w:val="24"/>
                <w:szCs w:val="24"/>
              </w:rPr>
            </w:pPr>
            <w:r w:rsidRPr="00844C9A">
              <w:rPr>
                <w:sz w:val="24"/>
                <w:szCs w:val="24"/>
              </w:rPr>
              <w:t>п.8 ст.59 ФЗ</w:t>
            </w:r>
          </w:p>
          <w:p w:rsidR="00604296" w:rsidRPr="00844C9A" w:rsidRDefault="00604296" w:rsidP="00531E4F">
            <w:pPr>
              <w:pStyle w:val="BodyText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п.16 ст. 39 ЗБО</w:t>
            </w:r>
          </w:p>
        </w:tc>
        <w:tc>
          <w:tcPr>
            <w:tcW w:w="297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04296" w:rsidRPr="00844C9A" w:rsidRDefault="00604296" w:rsidP="003713EF">
            <w:pPr>
              <w:shd w:val="clear" w:color="auto" w:fill="FFFFFF"/>
              <w:ind w:left="10"/>
              <w:jc w:val="center"/>
            </w:pPr>
            <w:r w:rsidRPr="00844C9A">
              <w:t>В течение 3 дней со дня получения</w:t>
            </w:r>
          </w:p>
          <w:p w:rsidR="00604296" w:rsidRPr="00844C9A" w:rsidRDefault="00604296" w:rsidP="003713EF">
            <w:pPr>
              <w:shd w:val="clear" w:color="auto" w:fill="FFFFFF"/>
              <w:ind w:left="10"/>
              <w:jc w:val="center"/>
            </w:pPr>
          </w:p>
          <w:p w:rsidR="00604296" w:rsidRPr="00844C9A" w:rsidRDefault="00604296" w:rsidP="003713EF">
            <w:pPr>
              <w:shd w:val="clear" w:color="auto" w:fill="FFFFFF"/>
              <w:ind w:left="10"/>
              <w:jc w:val="center"/>
            </w:pPr>
          </w:p>
          <w:p w:rsidR="00604296" w:rsidRPr="00E42917" w:rsidRDefault="00604296" w:rsidP="003713EF">
            <w:pPr>
              <w:pStyle w:val="Heading3"/>
              <w:rPr>
                <w:b w:val="0"/>
                <w:bCs w:val="0"/>
                <w:color w:val="FF0000"/>
                <w:spacing w:val="-11"/>
                <w:sz w:val="24"/>
                <w:szCs w:val="24"/>
              </w:rPr>
            </w:pPr>
          </w:p>
          <w:p w:rsidR="00604296" w:rsidRPr="00EE5EA7" w:rsidRDefault="00604296" w:rsidP="003713EF">
            <w:pPr>
              <w:pStyle w:val="Heading3"/>
            </w:pPr>
          </w:p>
        </w:tc>
        <w:tc>
          <w:tcPr>
            <w:tcW w:w="254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04296" w:rsidRDefault="00604296" w:rsidP="003713EF">
            <w:pPr>
              <w:jc w:val="center"/>
            </w:pPr>
            <w:r w:rsidRPr="00844C9A">
              <w:t>Редакци</w:t>
            </w:r>
            <w:r>
              <w:t>я</w:t>
            </w:r>
            <w:r w:rsidRPr="00844C9A">
              <w:t xml:space="preserve"> </w:t>
            </w:r>
            <w:r>
              <w:t xml:space="preserve">газеты «Мглинские вести» </w:t>
            </w:r>
          </w:p>
          <w:p w:rsidR="00604296" w:rsidRDefault="00604296" w:rsidP="003713EF">
            <w:pPr>
              <w:jc w:val="center"/>
            </w:pPr>
          </w:p>
          <w:p w:rsidR="00604296" w:rsidRPr="00844C9A" w:rsidRDefault="00604296" w:rsidP="003713EF">
            <w:pPr>
              <w:jc w:val="center"/>
            </w:pPr>
          </w:p>
        </w:tc>
      </w:tr>
      <w:tr w:rsidR="00604296" w:rsidRPr="00844C9A" w:rsidTr="00D2742C">
        <w:trPr>
          <w:trHeight w:val="20"/>
        </w:trPr>
        <w:tc>
          <w:tcPr>
            <w:tcW w:w="567" w:type="dxa"/>
          </w:tcPr>
          <w:p w:rsidR="00604296" w:rsidRPr="00844C9A" w:rsidRDefault="00604296" w:rsidP="00A44947">
            <w:pPr>
              <w:jc w:val="center"/>
              <w:rPr>
                <w:b/>
              </w:rPr>
            </w:pPr>
            <w:r>
              <w:rPr>
                <w:b/>
              </w:rPr>
              <w:t>74</w:t>
            </w:r>
            <w:r w:rsidRPr="00844C9A">
              <w:rPr>
                <w:b/>
              </w:rPr>
              <w:t>.</w:t>
            </w:r>
          </w:p>
        </w:tc>
        <w:tc>
          <w:tcPr>
            <w:tcW w:w="411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04296" w:rsidRPr="00844C9A" w:rsidRDefault="00604296" w:rsidP="003713EF">
            <w:pPr>
              <w:shd w:val="clear" w:color="auto" w:fill="FFFFFF"/>
            </w:pPr>
            <w:r w:rsidRPr="00844C9A">
              <w:t xml:space="preserve">Представление в </w:t>
            </w:r>
            <w:r>
              <w:t xml:space="preserve">территориальную </w:t>
            </w:r>
            <w:r w:rsidRPr="00844C9A">
              <w:t xml:space="preserve">избирательную комиссию </w:t>
            </w:r>
            <w:r>
              <w:t>Мглинск</w:t>
            </w:r>
            <w:r>
              <w:t>о</w:t>
            </w:r>
            <w:r>
              <w:t xml:space="preserve">го района </w:t>
            </w:r>
            <w:r w:rsidRPr="00844C9A">
              <w:t>финансо</w:t>
            </w:r>
            <w:r>
              <w:softHyphen/>
            </w:r>
            <w:r w:rsidRPr="00844C9A">
              <w:t>вых отчетов ка</w:t>
            </w:r>
            <w:r w:rsidRPr="00844C9A">
              <w:t>н</w:t>
            </w:r>
            <w:r w:rsidRPr="00844C9A">
              <w:t>дидатами, избира</w:t>
            </w:r>
            <w:r>
              <w:softHyphen/>
            </w:r>
            <w:r w:rsidRPr="00844C9A">
              <w:t>тельными объед</w:t>
            </w:r>
            <w:r w:rsidRPr="00844C9A">
              <w:t>и</w:t>
            </w:r>
            <w:r w:rsidRPr="00844C9A">
              <w:t>нениями:</w:t>
            </w:r>
          </w:p>
          <w:p w:rsidR="00604296" w:rsidRPr="00844C9A" w:rsidRDefault="00604296" w:rsidP="003713EF">
            <w:pPr>
              <w:shd w:val="clear" w:color="auto" w:fill="FFFFFF"/>
              <w:ind w:left="460"/>
            </w:pPr>
            <w:r w:rsidRPr="00844C9A">
              <w:t>-  первый финансовый отчет</w:t>
            </w:r>
          </w:p>
          <w:p w:rsidR="00604296" w:rsidRPr="00844C9A" w:rsidRDefault="00604296" w:rsidP="003713EF">
            <w:pPr>
              <w:shd w:val="clear" w:color="auto" w:fill="FFFFFF"/>
            </w:pPr>
          </w:p>
          <w:p w:rsidR="00604296" w:rsidRPr="00844C9A" w:rsidRDefault="00604296" w:rsidP="00531E4F">
            <w:pPr>
              <w:shd w:val="clear" w:color="auto" w:fill="FFFFFF"/>
              <w:jc w:val="right"/>
            </w:pPr>
            <w:r>
              <w:t>п</w:t>
            </w:r>
            <w:r w:rsidRPr="00844C9A">
              <w:t>п. «а»  п.17 ст.39 ЗБО</w:t>
            </w:r>
          </w:p>
          <w:p w:rsidR="00604296" w:rsidRPr="00844C9A" w:rsidRDefault="00604296" w:rsidP="003713EF">
            <w:pPr>
              <w:shd w:val="clear" w:color="auto" w:fill="FFFFFF"/>
            </w:pPr>
          </w:p>
          <w:p w:rsidR="00604296" w:rsidRPr="00844C9A" w:rsidRDefault="00604296" w:rsidP="003713EF">
            <w:pPr>
              <w:shd w:val="clear" w:color="auto" w:fill="FFFFFF"/>
            </w:pPr>
          </w:p>
          <w:p w:rsidR="00604296" w:rsidRPr="00844C9A" w:rsidRDefault="00604296" w:rsidP="003713EF">
            <w:pPr>
              <w:pStyle w:val="BodyText2"/>
              <w:rPr>
                <w:sz w:val="24"/>
                <w:szCs w:val="24"/>
              </w:rPr>
            </w:pPr>
            <w:r w:rsidRPr="00844C9A">
              <w:rPr>
                <w:sz w:val="24"/>
                <w:szCs w:val="24"/>
              </w:rPr>
              <w:t>-  итоговый финансовый отчет</w:t>
            </w:r>
          </w:p>
          <w:p w:rsidR="00604296" w:rsidRPr="00844C9A" w:rsidRDefault="00604296" w:rsidP="003713EF">
            <w:pPr>
              <w:pStyle w:val="BodyText2"/>
              <w:rPr>
                <w:i/>
                <w:sz w:val="24"/>
                <w:szCs w:val="24"/>
              </w:rPr>
            </w:pPr>
          </w:p>
          <w:p w:rsidR="00604296" w:rsidRPr="00844C9A" w:rsidRDefault="00604296" w:rsidP="00531E4F">
            <w:pPr>
              <w:shd w:val="clear" w:color="auto" w:fill="FFFFFF"/>
              <w:jc w:val="right"/>
            </w:pPr>
            <w:r>
              <w:t>п</w:t>
            </w:r>
            <w:r w:rsidRPr="00844C9A">
              <w:t>п. «б»  п.17 ст.39 ЗБО</w:t>
            </w:r>
          </w:p>
        </w:tc>
        <w:tc>
          <w:tcPr>
            <w:tcW w:w="297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04296" w:rsidRDefault="00604296" w:rsidP="00B77875">
            <w:pPr>
              <w:shd w:val="clear" w:color="auto" w:fill="FFFFFF"/>
              <w:ind w:left="10"/>
              <w:jc w:val="center"/>
            </w:pPr>
          </w:p>
          <w:p w:rsidR="00604296" w:rsidRDefault="00604296" w:rsidP="00B77875">
            <w:pPr>
              <w:shd w:val="clear" w:color="auto" w:fill="FFFFFF"/>
              <w:ind w:left="10"/>
              <w:jc w:val="center"/>
            </w:pPr>
          </w:p>
          <w:p w:rsidR="00604296" w:rsidRDefault="00604296" w:rsidP="00B77875">
            <w:pPr>
              <w:shd w:val="clear" w:color="auto" w:fill="FFFFFF"/>
              <w:ind w:left="10"/>
              <w:jc w:val="center"/>
            </w:pPr>
          </w:p>
          <w:p w:rsidR="00604296" w:rsidRDefault="00604296" w:rsidP="00B77875">
            <w:pPr>
              <w:shd w:val="clear" w:color="auto" w:fill="FFFFFF"/>
              <w:ind w:left="10"/>
              <w:jc w:val="center"/>
            </w:pPr>
          </w:p>
          <w:p w:rsidR="00604296" w:rsidRDefault="00604296" w:rsidP="00B77875">
            <w:pPr>
              <w:shd w:val="clear" w:color="auto" w:fill="FFFFFF"/>
              <w:ind w:left="10"/>
              <w:jc w:val="center"/>
            </w:pPr>
          </w:p>
          <w:p w:rsidR="00604296" w:rsidRPr="00B77875" w:rsidRDefault="00604296" w:rsidP="00B77875">
            <w:pPr>
              <w:shd w:val="clear" w:color="auto" w:fill="FFFFFF"/>
              <w:ind w:left="10"/>
              <w:jc w:val="center"/>
            </w:pPr>
            <w:r w:rsidRPr="00B77875">
              <w:t>Одновременно с пред</w:t>
            </w:r>
            <w:r w:rsidRPr="00B77875">
              <w:softHyphen/>
              <w:t>ставлением документов, необходимых для регист</w:t>
            </w:r>
            <w:r w:rsidRPr="00B77875">
              <w:softHyphen/>
              <w:t>рации кандидата, единого списка кандидатов</w:t>
            </w:r>
          </w:p>
          <w:p w:rsidR="00604296" w:rsidRPr="00844C9A" w:rsidRDefault="00604296" w:rsidP="00531E4F">
            <w:pPr>
              <w:jc w:val="center"/>
            </w:pPr>
            <w:r w:rsidRPr="00B77875">
              <w:rPr>
                <w:bCs/>
              </w:rPr>
              <w:t xml:space="preserve">Не позднее чем через 30 дней после официального </w:t>
            </w:r>
            <w:r w:rsidRPr="00B77875">
              <w:t>опубликования общих ре</w:t>
            </w:r>
            <w:r w:rsidRPr="00B77875">
              <w:softHyphen/>
              <w:t>зультатов выборов</w:t>
            </w:r>
          </w:p>
        </w:tc>
        <w:tc>
          <w:tcPr>
            <w:tcW w:w="2542" w:type="dxa"/>
            <w:gridSpan w:val="2"/>
          </w:tcPr>
          <w:p w:rsidR="00604296" w:rsidRPr="00844C9A" w:rsidRDefault="00604296" w:rsidP="003713EF">
            <w:pPr>
              <w:pStyle w:val="Heading5"/>
              <w:jc w:val="center"/>
              <w:rPr>
                <w:b w:val="0"/>
                <w:i/>
                <w:sz w:val="24"/>
                <w:szCs w:val="24"/>
              </w:rPr>
            </w:pPr>
            <w:r w:rsidRPr="00844C9A">
              <w:rPr>
                <w:b w:val="0"/>
                <w:sz w:val="24"/>
                <w:szCs w:val="24"/>
              </w:rPr>
              <w:t>Кандидат, избир</w:t>
            </w:r>
            <w:r w:rsidRPr="00844C9A">
              <w:rPr>
                <w:b w:val="0"/>
                <w:sz w:val="24"/>
                <w:szCs w:val="24"/>
              </w:rPr>
              <w:t>а</w:t>
            </w:r>
            <w:r w:rsidRPr="00844C9A">
              <w:rPr>
                <w:b w:val="0"/>
                <w:sz w:val="24"/>
                <w:szCs w:val="24"/>
              </w:rPr>
              <w:t>тельное объединение</w:t>
            </w:r>
          </w:p>
          <w:p w:rsidR="00604296" w:rsidRPr="00844C9A" w:rsidRDefault="00604296" w:rsidP="003713EF">
            <w:pPr>
              <w:jc w:val="center"/>
            </w:pPr>
          </w:p>
          <w:p w:rsidR="00604296" w:rsidRPr="00844C9A" w:rsidRDefault="00604296" w:rsidP="003713EF">
            <w:pPr>
              <w:jc w:val="center"/>
            </w:pPr>
          </w:p>
          <w:p w:rsidR="00604296" w:rsidRPr="00844C9A" w:rsidRDefault="00604296" w:rsidP="003713EF">
            <w:pPr>
              <w:adjustRightInd w:val="0"/>
              <w:jc w:val="center"/>
            </w:pPr>
          </w:p>
          <w:p w:rsidR="00604296" w:rsidRPr="00844C9A" w:rsidRDefault="00604296" w:rsidP="003713EF">
            <w:pPr>
              <w:adjustRightInd w:val="0"/>
              <w:jc w:val="center"/>
            </w:pPr>
          </w:p>
          <w:p w:rsidR="00604296" w:rsidRPr="00844C9A" w:rsidRDefault="00604296" w:rsidP="003713EF">
            <w:pPr>
              <w:adjustRightInd w:val="0"/>
              <w:jc w:val="center"/>
            </w:pPr>
          </w:p>
          <w:p w:rsidR="00604296" w:rsidRPr="00844C9A" w:rsidRDefault="00604296" w:rsidP="003713EF">
            <w:pPr>
              <w:adjustRightInd w:val="0"/>
              <w:jc w:val="center"/>
            </w:pPr>
          </w:p>
          <w:p w:rsidR="00604296" w:rsidRPr="00844C9A" w:rsidRDefault="00604296" w:rsidP="003713EF">
            <w:pPr>
              <w:adjustRightInd w:val="0"/>
              <w:jc w:val="center"/>
            </w:pPr>
          </w:p>
        </w:tc>
      </w:tr>
      <w:tr w:rsidR="00604296" w:rsidRPr="00844C9A" w:rsidTr="00D2742C">
        <w:trPr>
          <w:trHeight w:val="20"/>
        </w:trPr>
        <w:tc>
          <w:tcPr>
            <w:tcW w:w="567" w:type="dxa"/>
          </w:tcPr>
          <w:p w:rsidR="00604296" w:rsidRPr="00844C9A" w:rsidRDefault="00604296" w:rsidP="00A44947">
            <w:pPr>
              <w:jc w:val="center"/>
              <w:rPr>
                <w:b/>
              </w:rPr>
            </w:pPr>
            <w:r>
              <w:rPr>
                <w:b/>
              </w:rPr>
              <w:t>75</w:t>
            </w:r>
            <w:r w:rsidRPr="00844C9A">
              <w:rPr>
                <w:b/>
              </w:rPr>
              <w:t>.</w:t>
            </w:r>
          </w:p>
        </w:tc>
        <w:tc>
          <w:tcPr>
            <w:tcW w:w="411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04296" w:rsidRDefault="00604296" w:rsidP="003713EF">
            <w:pPr>
              <w:shd w:val="clear" w:color="auto" w:fill="FFFFFF"/>
            </w:pPr>
            <w:r>
              <w:t>Передача копий финансовых отчетов для опубликования в средства массо</w:t>
            </w:r>
            <w:r>
              <w:softHyphen/>
              <w:t>вой информации</w:t>
            </w:r>
          </w:p>
          <w:p w:rsidR="00604296" w:rsidRDefault="00604296" w:rsidP="00531E4F">
            <w:pPr>
              <w:shd w:val="clear" w:color="auto" w:fill="FFFFFF"/>
              <w:jc w:val="right"/>
            </w:pPr>
            <w:r>
              <w:t>п. 9.1 ст. 59 ФЗ</w:t>
            </w:r>
          </w:p>
          <w:p w:rsidR="00604296" w:rsidRPr="00844C9A" w:rsidRDefault="00604296" w:rsidP="00531E4F">
            <w:pPr>
              <w:shd w:val="clear" w:color="auto" w:fill="FFFFFF"/>
              <w:jc w:val="right"/>
            </w:pPr>
            <w:r>
              <w:t>п. 18 ст. 39 ЗБО</w:t>
            </w:r>
          </w:p>
        </w:tc>
        <w:tc>
          <w:tcPr>
            <w:tcW w:w="2979" w:type="dxa"/>
            <w:gridSpan w:val="2"/>
          </w:tcPr>
          <w:p w:rsidR="00604296" w:rsidRDefault="00604296" w:rsidP="003713EF">
            <w:pPr>
              <w:jc w:val="center"/>
            </w:pPr>
            <w:r>
              <w:t>Не позднее через 5 дней со дня представления</w:t>
            </w:r>
            <w:r w:rsidRPr="00844C9A">
              <w:t xml:space="preserve"> </w:t>
            </w:r>
          </w:p>
          <w:p w:rsidR="00604296" w:rsidRDefault="00604296" w:rsidP="003713EF">
            <w:pPr>
              <w:jc w:val="center"/>
            </w:pPr>
          </w:p>
          <w:p w:rsidR="00604296" w:rsidRPr="00844C9A" w:rsidRDefault="00604296" w:rsidP="003713EF">
            <w:pPr>
              <w:jc w:val="center"/>
            </w:pPr>
          </w:p>
          <w:p w:rsidR="00604296" w:rsidRPr="00844C9A" w:rsidRDefault="00604296" w:rsidP="003713EF">
            <w:pPr>
              <w:jc w:val="center"/>
            </w:pPr>
          </w:p>
          <w:p w:rsidR="00604296" w:rsidRPr="00844C9A" w:rsidRDefault="00604296" w:rsidP="003713EF">
            <w:pPr>
              <w:jc w:val="center"/>
            </w:pPr>
          </w:p>
          <w:p w:rsidR="00604296" w:rsidRPr="00844C9A" w:rsidRDefault="00604296" w:rsidP="003713EF">
            <w:pPr>
              <w:jc w:val="center"/>
            </w:pPr>
          </w:p>
        </w:tc>
        <w:tc>
          <w:tcPr>
            <w:tcW w:w="2542" w:type="dxa"/>
            <w:gridSpan w:val="2"/>
            <w:tcBorders>
              <w:bottom w:val="single" w:sz="4" w:space="0" w:color="auto"/>
            </w:tcBorders>
          </w:tcPr>
          <w:p w:rsidR="00604296" w:rsidRDefault="00604296" w:rsidP="00531E4F">
            <w:pPr>
              <w:jc w:val="center"/>
            </w:pPr>
            <w:r>
              <w:t>Территориальная и</w:t>
            </w:r>
            <w:r w:rsidRPr="00844C9A">
              <w:t>з</w:t>
            </w:r>
            <w:r w:rsidRPr="00844C9A">
              <w:t xml:space="preserve">бирательная комиссия </w:t>
            </w:r>
            <w:r>
              <w:t>Мглинского района</w:t>
            </w:r>
            <w:r w:rsidRPr="00844C9A">
              <w:t xml:space="preserve"> </w:t>
            </w:r>
          </w:p>
          <w:p w:rsidR="00604296" w:rsidRDefault="00604296" w:rsidP="003713EF">
            <w:pPr>
              <w:jc w:val="center"/>
            </w:pPr>
          </w:p>
          <w:p w:rsidR="00604296" w:rsidRPr="00844C9A" w:rsidRDefault="00604296" w:rsidP="003713EF">
            <w:pPr>
              <w:jc w:val="center"/>
            </w:pPr>
          </w:p>
        </w:tc>
      </w:tr>
      <w:tr w:rsidR="00604296" w:rsidRPr="00844C9A" w:rsidTr="00D2742C">
        <w:trPr>
          <w:trHeight w:val="20"/>
        </w:trPr>
        <w:tc>
          <w:tcPr>
            <w:tcW w:w="567" w:type="dxa"/>
            <w:tcBorders>
              <w:bottom w:val="single" w:sz="4" w:space="0" w:color="auto"/>
            </w:tcBorders>
          </w:tcPr>
          <w:p w:rsidR="00604296" w:rsidRPr="00844C9A" w:rsidRDefault="00604296" w:rsidP="00A44947">
            <w:pPr>
              <w:jc w:val="center"/>
              <w:rPr>
                <w:b/>
              </w:rPr>
            </w:pPr>
            <w:r>
              <w:rPr>
                <w:b/>
              </w:rPr>
              <w:t>76</w:t>
            </w:r>
            <w:r w:rsidRPr="00844C9A">
              <w:rPr>
                <w:b/>
              </w:rPr>
              <w:t>.</w:t>
            </w:r>
          </w:p>
        </w:tc>
        <w:tc>
          <w:tcPr>
            <w:tcW w:w="4118" w:type="dxa"/>
            <w:gridSpan w:val="2"/>
          </w:tcPr>
          <w:p w:rsidR="00604296" w:rsidRPr="00844C9A" w:rsidRDefault="00604296" w:rsidP="003713EF">
            <w:pPr>
              <w:adjustRightInd w:val="0"/>
            </w:pPr>
            <w:r w:rsidRPr="00844C9A">
              <w:t>Перечисление неизрасходованных денежных средств, находящиеся на специальном избирательном счете, гражданам и юридическим лицам, осуществившим добровольные п</w:t>
            </w:r>
            <w:r w:rsidRPr="00844C9A">
              <w:t>о</w:t>
            </w:r>
            <w:r w:rsidRPr="00844C9A">
              <w:t>жертвования либо перечисления в избирательный фонд, пропорци</w:t>
            </w:r>
            <w:r w:rsidRPr="00844C9A">
              <w:t>о</w:t>
            </w:r>
            <w:r w:rsidRPr="00844C9A">
              <w:t>нально вложенным ими средствам за вычетом расходов на пересылку</w:t>
            </w:r>
          </w:p>
          <w:p w:rsidR="00604296" w:rsidRDefault="00604296" w:rsidP="003713EF">
            <w:r w:rsidRPr="00844C9A">
              <w:t>п. 11 ст. 59 ФЗ</w:t>
            </w:r>
          </w:p>
          <w:p w:rsidR="00604296" w:rsidRPr="00844C9A" w:rsidRDefault="00604296" w:rsidP="003713EF">
            <w:r>
              <w:t>п. 20 ст. 39 ЗБО</w:t>
            </w:r>
          </w:p>
        </w:tc>
        <w:tc>
          <w:tcPr>
            <w:tcW w:w="2979" w:type="dxa"/>
            <w:gridSpan w:val="2"/>
            <w:tcBorders>
              <w:bottom w:val="single" w:sz="4" w:space="0" w:color="auto"/>
            </w:tcBorders>
          </w:tcPr>
          <w:p w:rsidR="00604296" w:rsidRPr="00844C9A" w:rsidRDefault="00604296" w:rsidP="00531E4F">
            <w:pPr>
              <w:jc w:val="center"/>
            </w:pPr>
            <w:r w:rsidRPr="00844C9A">
              <w:t>После дня голосования, до представления итогового финансового отчета</w:t>
            </w:r>
          </w:p>
          <w:p w:rsidR="00604296" w:rsidRDefault="00604296" w:rsidP="003713EF">
            <w:pPr>
              <w:jc w:val="center"/>
            </w:pPr>
          </w:p>
          <w:p w:rsidR="00604296" w:rsidRPr="00844C9A" w:rsidRDefault="00604296" w:rsidP="003713EF">
            <w:pPr>
              <w:jc w:val="center"/>
            </w:pPr>
          </w:p>
        </w:tc>
        <w:tc>
          <w:tcPr>
            <w:tcW w:w="2542" w:type="dxa"/>
            <w:gridSpan w:val="2"/>
            <w:tcBorders>
              <w:top w:val="single" w:sz="4" w:space="0" w:color="auto"/>
            </w:tcBorders>
          </w:tcPr>
          <w:p w:rsidR="00604296" w:rsidRDefault="00604296" w:rsidP="003713EF">
            <w:pPr>
              <w:jc w:val="center"/>
            </w:pPr>
            <w:r w:rsidRPr="00EE5EA7">
              <w:t>Кандидаты</w:t>
            </w:r>
            <w:r>
              <w:t>, избира</w:t>
            </w:r>
            <w:r>
              <w:softHyphen/>
              <w:t>тельные объединения</w:t>
            </w:r>
          </w:p>
          <w:p w:rsidR="00604296" w:rsidRDefault="00604296" w:rsidP="003713EF">
            <w:pPr>
              <w:jc w:val="center"/>
            </w:pPr>
          </w:p>
          <w:p w:rsidR="00604296" w:rsidRDefault="00604296" w:rsidP="003713EF">
            <w:pPr>
              <w:jc w:val="center"/>
            </w:pPr>
          </w:p>
          <w:p w:rsidR="00604296" w:rsidRPr="00EE5EA7" w:rsidRDefault="00604296" w:rsidP="00531E4F">
            <w:pPr>
              <w:jc w:val="center"/>
            </w:pPr>
          </w:p>
        </w:tc>
      </w:tr>
      <w:tr w:rsidR="00604296" w:rsidRPr="00844C9A" w:rsidTr="00D2742C">
        <w:trPr>
          <w:trHeight w:val="2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604296" w:rsidRPr="00844C9A" w:rsidRDefault="00604296" w:rsidP="00A44947">
            <w:pPr>
              <w:jc w:val="center"/>
              <w:rPr>
                <w:b/>
              </w:rPr>
            </w:pPr>
            <w:r>
              <w:rPr>
                <w:b/>
              </w:rPr>
              <w:t>77</w:t>
            </w:r>
            <w:r w:rsidRPr="00844C9A">
              <w:rPr>
                <w:b/>
              </w:rPr>
              <w:t>.</w:t>
            </w:r>
          </w:p>
        </w:tc>
        <w:tc>
          <w:tcPr>
            <w:tcW w:w="4118" w:type="dxa"/>
            <w:gridSpan w:val="2"/>
            <w:tcBorders>
              <w:bottom w:val="single" w:sz="4" w:space="0" w:color="auto"/>
            </w:tcBorders>
          </w:tcPr>
          <w:p w:rsidR="00604296" w:rsidRPr="00844C9A" w:rsidRDefault="00604296" w:rsidP="003713EF">
            <w:r w:rsidRPr="00844C9A">
              <w:t>Перечисление в доход местного бюджета неизрасходованных дене</w:t>
            </w:r>
            <w:r w:rsidRPr="00844C9A">
              <w:t>ж</w:t>
            </w:r>
            <w:r w:rsidRPr="00844C9A">
              <w:t>ных средств, оставшихся на спец</w:t>
            </w:r>
            <w:r w:rsidRPr="00844C9A">
              <w:t>и</w:t>
            </w:r>
            <w:r w:rsidRPr="00844C9A">
              <w:t>альных избирательных счетах</w:t>
            </w:r>
          </w:p>
          <w:p w:rsidR="00604296" w:rsidRDefault="00604296" w:rsidP="003713EF"/>
          <w:p w:rsidR="00604296" w:rsidRPr="00844C9A" w:rsidRDefault="00604296" w:rsidP="003713EF">
            <w:r w:rsidRPr="00844C9A">
              <w:t>п. 11 ст. 59 ФЗ</w:t>
            </w:r>
          </w:p>
          <w:p w:rsidR="00604296" w:rsidRPr="00844C9A" w:rsidRDefault="00604296" w:rsidP="003713EF">
            <w:r w:rsidRPr="00844C9A">
              <w:t>п. 20 ст. 39 ЗБО</w:t>
            </w:r>
          </w:p>
        </w:tc>
        <w:tc>
          <w:tcPr>
            <w:tcW w:w="2979" w:type="dxa"/>
            <w:gridSpan w:val="2"/>
            <w:tcBorders>
              <w:top w:val="single" w:sz="4" w:space="0" w:color="auto"/>
            </w:tcBorders>
          </w:tcPr>
          <w:p w:rsidR="00604296" w:rsidRPr="00C07C6E" w:rsidRDefault="00604296" w:rsidP="003713EF">
            <w:pPr>
              <w:pStyle w:val="BodyText3"/>
              <w:jc w:val="center"/>
              <w:rPr>
                <w:b w:val="0"/>
              </w:rPr>
            </w:pPr>
            <w:r w:rsidRPr="00C07C6E">
              <w:rPr>
                <w:b w:val="0"/>
                <w:sz w:val="24"/>
                <w:szCs w:val="24"/>
              </w:rPr>
              <w:t xml:space="preserve">По истечении 60 дней со дня голосования, </w:t>
            </w:r>
            <w:r w:rsidRPr="00C07C6E">
              <w:rPr>
                <w:sz w:val="24"/>
                <w:szCs w:val="24"/>
              </w:rPr>
              <w:t>т.е. с</w:t>
            </w:r>
            <w:r w:rsidRPr="00C07C6E">
              <w:rPr>
                <w:b w:val="0"/>
                <w:sz w:val="24"/>
                <w:szCs w:val="24"/>
              </w:rPr>
              <w:t xml:space="preserve"> </w:t>
            </w:r>
            <w:r w:rsidRPr="00C07C6E">
              <w:rPr>
                <w:sz w:val="24"/>
                <w:szCs w:val="24"/>
              </w:rPr>
              <w:t>06.11.2019</w:t>
            </w:r>
            <w:r w:rsidRPr="00C07C6E">
              <w:rPr>
                <w:b w:val="0"/>
              </w:rPr>
              <w:t xml:space="preserve"> </w:t>
            </w:r>
          </w:p>
          <w:p w:rsidR="00604296" w:rsidRPr="00C07C6E" w:rsidRDefault="00604296" w:rsidP="00524FAF">
            <w:pPr>
              <w:pStyle w:val="BodyText3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2542" w:type="dxa"/>
            <w:gridSpan w:val="2"/>
            <w:tcBorders>
              <w:bottom w:val="single" w:sz="4" w:space="0" w:color="auto"/>
            </w:tcBorders>
          </w:tcPr>
          <w:p w:rsidR="00604296" w:rsidRPr="00844C9A" w:rsidRDefault="00604296" w:rsidP="003713EF">
            <w:pPr>
              <w:jc w:val="center"/>
            </w:pPr>
            <w:r w:rsidRPr="00844C9A">
              <w:t>Филиал публичного акционерного общ</w:t>
            </w:r>
            <w:r w:rsidRPr="00844C9A">
              <w:t>е</w:t>
            </w:r>
            <w:r w:rsidRPr="00844C9A">
              <w:t>ства «Сбербанк Ро</w:t>
            </w:r>
            <w:r w:rsidRPr="00844C9A">
              <w:t>с</w:t>
            </w:r>
            <w:r w:rsidRPr="00844C9A">
              <w:t>сии»</w:t>
            </w:r>
            <w:r>
              <w:t xml:space="preserve"> (иной кредитной организации)</w:t>
            </w:r>
            <w:r w:rsidRPr="00844C9A">
              <w:t xml:space="preserve"> по письменному указ</w:t>
            </w:r>
            <w:r w:rsidRPr="00844C9A">
              <w:t>а</w:t>
            </w:r>
            <w:r w:rsidRPr="00844C9A">
              <w:t xml:space="preserve">нию </w:t>
            </w:r>
            <w:r>
              <w:t>территориальной избирательной коми</w:t>
            </w:r>
            <w:r>
              <w:t>с</w:t>
            </w:r>
            <w:r>
              <w:t>сии Мглинского ра</w:t>
            </w:r>
            <w:r>
              <w:t>й</w:t>
            </w:r>
            <w:r>
              <w:t>она</w:t>
            </w:r>
          </w:p>
        </w:tc>
      </w:tr>
      <w:tr w:rsidR="00604296" w:rsidRPr="00844C9A" w:rsidTr="00D2742C">
        <w:trPr>
          <w:trHeight w:val="2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604296" w:rsidRDefault="00604296" w:rsidP="003713EF">
            <w:pPr>
              <w:jc w:val="center"/>
              <w:rPr>
                <w:b/>
              </w:rPr>
            </w:pPr>
            <w:r>
              <w:rPr>
                <w:b/>
              </w:rPr>
              <w:t>78.</w:t>
            </w:r>
          </w:p>
        </w:tc>
        <w:tc>
          <w:tcPr>
            <w:tcW w:w="4118" w:type="dxa"/>
            <w:gridSpan w:val="2"/>
            <w:tcBorders>
              <w:top w:val="single" w:sz="4" w:space="0" w:color="auto"/>
            </w:tcBorders>
          </w:tcPr>
          <w:p w:rsidR="00604296" w:rsidRDefault="00604296" w:rsidP="003713EF">
            <w:pPr>
              <w:tabs>
                <w:tab w:val="left" w:pos="1155"/>
              </w:tabs>
            </w:pPr>
            <w:r w:rsidRPr="00A179DA">
              <w:t>Возврат жертвователю добровольн</w:t>
            </w:r>
            <w:r w:rsidRPr="00A179DA">
              <w:t>о</w:t>
            </w:r>
            <w:r w:rsidRPr="00A179DA">
              <w:t>го пожертвования, внесенного с н</w:t>
            </w:r>
            <w:r w:rsidRPr="00A179DA">
              <w:t>а</w:t>
            </w:r>
            <w:r w:rsidRPr="00A179DA">
              <w:t>рушением</w:t>
            </w:r>
            <w:r>
              <w:t xml:space="preserve"> закона</w:t>
            </w:r>
          </w:p>
          <w:p w:rsidR="00604296" w:rsidRDefault="00604296" w:rsidP="003713EF">
            <w:pPr>
              <w:tabs>
                <w:tab w:val="left" w:pos="1155"/>
              </w:tabs>
            </w:pPr>
            <w:r>
              <w:t>п.9 ст. 58 ФЗ</w:t>
            </w:r>
          </w:p>
          <w:p w:rsidR="00604296" w:rsidRPr="00844C9A" w:rsidRDefault="00604296" w:rsidP="003713EF">
            <w:pPr>
              <w:tabs>
                <w:tab w:val="left" w:pos="1155"/>
              </w:tabs>
            </w:pPr>
            <w:r>
              <w:t>п.6 ст. 39 ЗБО</w:t>
            </w:r>
          </w:p>
        </w:tc>
        <w:tc>
          <w:tcPr>
            <w:tcW w:w="2979" w:type="dxa"/>
            <w:gridSpan w:val="2"/>
          </w:tcPr>
          <w:p w:rsidR="00604296" w:rsidRPr="00C07C6E" w:rsidRDefault="00604296" w:rsidP="00524FAF">
            <w:pPr>
              <w:pStyle w:val="BodyText3"/>
              <w:jc w:val="center"/>
            </w:pPr>
            <w:r w:rsidRPr="00C07C6E">
              <w:rPr>
                <w:b w:val="0"/>
                <w:sz w:val="24"/>
                <w:szCs w:val="24"/>
              </w:rPr>
              <w:t>Не позднее чем через 10 дней со дня поступления пожертвования на специ</w:t>
            </w:r>
            <w:r w:rsidRPr="00C07C6E">
              <w:rPr>
                <w:b w:val="0"/>
                <w:sz w:val="24"/>
                <w:szCs w:val="24"/>
              </w:rPr>
              <w:softHyphen/>
              <w:t>альный избирательный счет</w:t>
            </w:r>
          </w:p>
        </w:tc>
        <w:tc>
          <w:tcPr>
            <w:tcW w:w="2542" w:type="dxa"/>
            <w:gridSpan w:val="2"/>
          </w:tcPr>
          <w:p w:rsidR="00604296" w:rsidRPr="00844C9A" w:rsidRDefault="00604296" w:rsidP="003713EF">
            <w:pPr>
              <w:jc w:val="center"/>
            </w:pPr>
            <w:r w:rsidRPr="00EE5EA7">
              <w:t>Кандидаты</w:t>
            </w:r>
            <w:r>
              <w:t>, избир</w:t>
            </w:r>
            <w:r>
              <w:t>а</w:t>
            </w:r>
            <w:r>
              <w:t>тельные объединения</w:t>
            </w:r>
            <w:r w:rsidRPr="00844C9A">
              <w:t xml:space="preserve"> </w:t>
            </w:r>
          </w:p>
        </w:tc>
      </w:tr>
      <w:tr w:rsidR="00604296" w:rsidRPr="00844C9A" w:rsidTr="00D2742C">
        <w:trPr>
          <w:trHeight w:val="20"/>
        </w:trPr>
        <w:tc>
          <w:tcPr>
            <w:tcW w:w="10206" w:type="dxa"/>
            <w:gridSpan w:val="7"/>
          </w:tcPr>
          <w:p w:rsidR="00604296" w:rsidRPr="00844C9A" w:rsidRDefault="00604296" w:rsidP="003713EF">
            <w:pPr>
              <w:rPr>
                <w:b/>
                <w:bCs/>
              </w:rPr>
            </w:pPr>
          </w:p>
          <w:p w:rsidR="00604296" w:rsidRPr="00844C9A" w:rsidRDefault="00604296" w:rsidP="0093702F">
            <w:pPr>
              <w:jc w:val="center"/>
              <w:rPr>
                <w:b/>
                <w:bCs/>
              </w:rPr>
            </w:pPr>
            <w:r w:rsidRPr="00844C9A">
              <w:rPr>
                <w:b/>
                <w:bCs/>
              </w:rPr>
              <w:t>ГОЛОСОВАНИЕ И ОПРЕДЕЛЕНИЕ РЕЗУЛЬТАТОВ ВЫБОРОВ</w:t>
            </w:r>
          </w:p>
          <w:p w:rsidR="00604296" w:rsidRPr="00844C9A" w:rsidRDefault="00604296" w:rsidP="003713EF">
            <w:pPr>
              <w:rPr>
                <w:b/>
                <w:bCs/>
              </w:rPr>
            </w:pPr>
          </w:p>
        </w:tc>
      </w:tr>
      <w:tr w:rsidR="00604296" w:rsidRPr="00844C9A" w:rsidTr="0079767A">
        <w:trPr>
          <w:trHeight w:val="20"/>
        </w:trPr>
        <w:tc>
          <w:tcPr>
            <w:tcW w:w="709" w:type="dxa"/>
            <w:gridSpan w:val="2"/>
          </w:tcPr>
          <w:p w:rsidR="00604296" w:rsidRDefault="00604296" w:rsidP="003713EF">
            <w:pPr>
              <w:jc w:val="center"/>
              <w:rPr>
                <w:b/>
              </w:rPr>
            </w:pPr>
            <w:r>
              <w:rPr>
                <w:b/>
              </w:rPr>
              <w:t>79.</w:t>
            </w:r>
          </w:p>
        </w:tc>
        <w:tc>
          <w:tcPr>
            <w:tcW w:w="3976" w:type="dxa"/>
            <w:tcBorders>
              <w:bottom w:val="single" w:sz="4" w:space="0" w:color="auto"/>
            </w:tcBorders>
          </w:tcPr>
          <w:p w:rsidR="00604296" w:rsidRPr="00844C9A" w:rsidRDefault="00604296" w:rsidP="0093702F">
            <w:pPr>
              <w:adjustRightInd w:val="0"/>
            </w:pPr>
            <w:r w:rsidRPr="00844C9A">
              <w:t>Оборудование информационного стенда в помещении для голосов</w:t>
            </w:r>
            <w:r w:rsidRPr="00844C9A">
              <w:t>а</w:t>
            </w:r>
            <w:r w:rsidRPr="00844C9A">
              <w:t>ния либо непосредственно перед этим помещением</w:t>
            </w:r>
          </w:p>
          <w:p w:rsidR="00604296" w:rsidRPr="00C817FA" w:rsidRDefault="00604296" w:rsidP="0093702F">
            <w:pPr>
              <w:adjustRightInd w:val="0"/>
            </w:pPr>
            <w:r w:rsidRPr="00844C9A">
              <w:t>п.</w:t>
            </w:r>
            <w:r>
              <w:t>3-5</w:t>
            </w:r>
            <w:r w:rsidRPr="00844C9A">
              <w:t xml:space="preserve"> ст. 40 ЗБО</w:t>
            </w:r>
          </w:p>
        </w:tc>
        <w:tc>
          <w:tcPr>
            <w:tcW w:w="297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04296" w:rsidRPr="00844C9A" w:rsidRDefault="00604296" w:rsidP="003713EF">
            <w:pPr>
              <w:adjustRightInd w:val="0"/>
              <w:jc w:val="center"/>
            </w:pPr>
            <w:r w:rsidRPr="00844C9A">
              <w:t>Со дня начала работы уч</w:t>
            </w:r>
            <w:r w:rsidRPr="00844C9A">
              <w:t>а</w:t>
            </w:r>
            <w:r w:rsidRPr="00844C9A">
              <w:t>стковой избирательной комиссии</w:t>
            </w:r>
          </w:p>
        </w:tc>
        <w:tc>
          <w:tcPr>
            <w:tcW w:w="2542" w:type="dxa"/>
            <w:gridSpan w:val="2"/>
          </w:tcPr>
          <w:p w:rsidR="00604296" w:rsidRPr="00844C9A" w:rsidRDefault="00604296" w:rsidP="003713EF">
            <w:pPr>
              <w:shd w:val="clear" w:color="auto" w:fill="FFFFFF"/>
              <w:jc w:val="center"/>
            </w:pPr>
            <w:r w:rsidRPr="00844C9A">
              <w:t>Участковая избир</w:t>
            </w:r>
            <w:r w:rsidRPr="00844C9A">
              <w:t>а</w:t>
            </w:r>
            <w:r w:rsidRPr="00844C9A">
              <w:t>тельная комиссия</w:t>
            </w:r>
          </w:p>
        </w:tc>
      </w:tr>
      <w:tr w:rsidR="00604296" w:rsidRPr="00844C9A" w:rsidTr="0079767A">
        <w:trPr>
          <w:trHeight w:val="20"/>
        </w:trPr>
        <w:tc>
          <w:tcPr>
            <w:tcW w:w="709" w:type="dxa"/>
            <w:gridSpan w:val="2"/>
          </w:tcPr>
          <w:p w:rsidR="00604296" w:rsidRDefault="00604296" w:rsidP="00A44947">
            <w:pPr>
              <w:jc w:val="center"/>
              <w:rPr>
                <w:b/>
              </w:rPr>
            </w:pPr>
            <w:r>
              <w:rPr>
                <w:b/>
              </w:rPr>
              <w:t>80.</w:t>
            </w:r>
          </w:p>
        </w:tc>
        <w:tc>
          <w:tcPr>
            <w:tcW w:w="3976" w:type="dxa"/>
            <w:tcBorders>
              <w:bottom w:val="single" w:sz="4" w:space="0" w:color="auto"/>
            </w:tcBorders>
          </w:tcPr>
          <w:p w:rsidR="00604296" w:rsidRDefault="00604296" w:rsidP="0093702F">
            <w:r w:rsidRPr="00844C9A">
              <w:t>Подача заявок на аккредитацию р</w:t>
            </w:r>
            <w:r w:rsidRPr="00844C9A">
              <w:t>е</w:t>
            </w:r>
            <w:r w:rsidRPr="00844C9A">
              <w:t>дакциями средств массовой инфо</w:t>
            </w:r>
            <w:r w:rsidRPr="00844C9A">
              <w:t>р</w:t>
            </w:r>
            <w:r w:rsidRPr="00844C9A">
              <w:t>мац</w:t>
            </w:r>
            <w:r>
              <w:t>ии для осуществления полном</w:t>
            </w:r>
            <w:r>
              <w:t>о</w:t>
            </w:r>
            <w:r>
              <w:t>чий, указанных в п.п. 1.2, 4, 5.1 ст. 15 ЗБО</w:t>
            </w:r>
          </w:p>
          <w:p w:rsidR="00604296" w:rsidRPr="00844C9A" w:rsidRDefault="00604296" w:rsidP="001F654A">
            <w:pPr>
              <w:jc w:val="right"/>
            </w:pPr>
            <w:r w:rsidRPr="00844C9A">
              <w:t>п. 11.2 ст. 30 ФЗ</w:t>
            </w:r>
          </w:p>
          <w:p w:rsidR="00604296" w:rsidRPr="00C817FA" w:rsidRDefault="00604296" w:rsidP="001F654A">
            <w:pPr>
              <w:adjustRightInd w:val="0"/>
              <w:jc w:val="right"/>
            </w:pPr>
            <w:r w:rsidRPr="00844C9A">
              <w:t>п. 5.2 ст</w:t>
            </w:r>
            <w:r>
              <w:t>.</w:t>
            </w:r>
            <w:r w:rsidRPr="00844C9A">
              <w:t xml:space="preserve"> 15 ЗБО</w:t>
            </w:r>
          </w:p>
        </w:tc>
        <w:tc>
          <w:tcPr>
            <w:tcW w:w="297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04296" w:rsidRDefault="00604296" w:rsidP="0093702F">
            <w:pPr>
              <w:jc w:val="center"/>
            </w:pPr>
            <w:r w:rsidRPr="00844C9A">
              <w:t>Не позднее, чем за 3 дня до дня голосования,</w:t>
            </w:r>
          </w:p>
          <w:p w:rsidR="00604296" w:rsidRPr="00844C9A" w:rsidRDefault="00604296" w:rsidP="0093702F">
            <w:pPr>
              <w:adjustRightInd w:val="0"/>
              <w:jc w:val="center"/>
            </w:pPr>
            <w:r>
              <w:t>с 09.07.2019 по 28.08.2019  - в ЦИК России,</w:t>
            </w:r>
            <w:r>
              <w:br/>
              <w:t>с 09.07.2019 по 04.09.2019 - в Избирательную коми</w:t>
            </w:r>
            <w:r>
              <w:t>с</w:t>
            </w:r>
            <w:r>
              <w:t>сию Брянской области</w:t>
            </w:r>
          </w:p>
        </w:tc>
        <w:tc>
          <w:tcPr>
            <w:tcW w:w="2542" w:type="dxa"/>
            <w:gridSpan w:val="2"/>
          </w:tcPr>
          <w:p w:rsidR="00604296" w:rsidRPr="00844C9A" w:rsidRDefault="00604296" w:rsidP="003713EF">
            <w:pPr>
              <w:shd w:val="clear" w:color="auto" w:fill="FFFFFF"/>
              <w:jc w:val="center"/>
            </w:pPr>
            <w:r>
              <w:t>Организации телер</w:t>
            </w:r>
            <w:r>
              <w:t>а</w:t>
            </w:r>
            <w:r>
              <w:t>диовещание, редакции периодических печа</w:t>
            </w:r>
            <w:r>
              <w:t>т</w:t>
            </w:r>
            <w:r>
              <w:t>ных изданий, сетевых изданий</w:t>
            </w:r>
          </w:p>
        </w:tc>
      </w:tr>
      <w:tr w:rsidR="00604296" w:rsidRPr="00844C9A" w:rsidTr="0079767A">
        <w:trPr>
          <w:trHeight w:val="20"/>
        </w:trPr>
        <w:tc>
          <w:tcPr>
            <w:tcW w:w="709" w:type="dxa"/>
            <w:gridSpan w:val="2"/>
          </w:tcPr>
          <w:p w:rsidR="00604296" w:rsidRDefault="00604296" w:rsidP="003713EF">
            <w:pPr>
              <w:jc w:val="center"/>
              <w:rPr>
                <w:b/>
              </w:rPr>
            </w:pPr>
            <w:r>
              <w:rPr>
                <w:b/>
              </w:rPr>
              <w:t>81.</w:t>
            </w:r>
          </w:p>
        </w:tc>
        <w:tc>
          <w:tcPr>
            <w:tcW w:w="3976" w:type="dxa"/>
            <w:tcBorders>
              <w:bottom w:val="single" w:sz="4" w:space="0" w:color="auto"/>
            </w:tcBorders>
          </w:tcPr>
          <w:p w:rsidR="00604296" w:rsidRPr="00C817FA" w:rsidRDefault="00604296" w:rsidP="00B05BAC">
            <w:pPr>
              <w:jc w:val="both"/>
            </w:pPr>
            <w:r w:rsidRPr="00C817FA">
              <w:t>Утверждение порядка осуществл</w:t>
            </w:r>
            <w:r w:rsidRPr="00C817FA">
              <w:t>е</w:t>
            </w:r>
            <w:r w:rsidRPr="00C817FA">
              <w:t>ния контроля за изготовлением и</w:t>
            </w:r>
            <w:r w:rsidRPr="00C817FA">
              <w:t>з</w:t>
            </w:r>
            <w:r w:rsidRPr="00C817FA">
              <w:t>бирательных бюллетеней, формы и текста избирательного бюллетеня для голосования по единому мун</w:t>
            </w:r>
            <w:r w:rsidRPr="00C817FA">
              <w:t>и</w:t>
            </w:r>
            <w:r w:rsidRPr="00C817FA">
              <w:t>ципальному избирательному окр</w:t>
            </w:r>
            <w:r w:rsidRPr="00C817FA">
              <w:t>у</w:t>
            </w:r>
            <w:r w:rsidRPr="00C817FA">
              <w:t>гу, а также формы избирательного бюллетеня для голосования по о</w:t>
            </w:r>
            <w:r w:rsidRPr="00C817FA">
              <w:t>д</w:t>
            </w:r>
            <w:r w:rsidRPr="00C817FA">
              <w:t>номандатным избирательным окр</w:t>
            </w:r>
            <w:r w:rsidRPr="00C817FA">
              <w:t>у</w:t>
            </w:r>
            <w:r w:rsidRPr="00C817FA">
              <w:t>гам</w:t>
            </w:r>
          </w:p>
          <w:p w:rsidR="00604296" w:rsidRPr="00C817FA" w:rsidRDefault="00604296" w:rsidP="00B05BAC">
            <w:pPr>
              <w:jc w:val="right"/>
            </w:pPr>
            <w:r w:rsidRPr="00C817FA">
              <w:t>п. 4 ст. 63 ФЗ</w:t>
            </w:r>
          </w:p>
          <w:p w:rsidR="00604296" w:rsidRPr="00C817FA" w:rsidRDefault="00604296" w:rsidP="00B05BAC">
            <w:pPr>
              <w:jc w:val="right"/>
            </w:pPr>
            <w:r w:rsidRPr="00C817FA">
              <w:t>п.3 ст. 41 ЗБО</w:t>
            </w:r>
          </w:p>
        </w:tc>
        <w:tc>
          <w:tcPr>
            <w:tcW w:w="297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04296" w:rsidRPr="00C817FA" w:rsidRDefault="00604296" w:rsidP="005C68AB">
            <w:pPr>
              <w:suppressAutoHyphens/>
              <w:jc w:val="both"/>
            </w:pPr>
            <w:r w:rsidRPr="00C817FA">
              <w:t xml:space="preserve">Не позднее чем за 20 дней до дня голосования, </w:t>
            </w:r>
            <w:r w:rsidRPr="00C817FA">
              <w:rPr>
                <w:b/>
              </w:rPr>
              <w:t>т.е.</w:t>
            </w:r>
            <w:r w:rsidRPr="00C817FA">
              <w:t xml:space="preserve"> </w:t>
            </w:r>
            <w:r w:rsidRPr="00C817FA">
              <w:rPr>
                <w:b/>
              </w:rPr>
              <w:t>не позднее 1</w:t>
            </w:r>
            <w:r>
              <w:rPr>
                <w:b/>
              </w:rPr>
              <w:t>8</w:t>
            </w:r>
            <w:r w:rsidRPr="00C817FA">
              <w:rPr>
                <w:b/>
              </w:rPr>
              <w:t>.08.</w:t>
            </w:r>
            <w:r>
              <w:rPr>
                <w:b/>
              </w:rPr>
              <w:t>2019</w:t>
            </w:r>
          </w:p>
        </w:tc>
        <w:tc>
          <w:tcPr>
            <w:tcW w:w="2542" w:type="dxa"/>
            <w:gridSpan w:val="2"/>
          </w:tcPr>
          <w:p w:rsidR="00604296" w:rsidRPr="00C817FA" w:rsidRDefault="00604296" w:rsidP="005C68AB">
            <w:pPr>
              <w:suppressAutoHyphens/>
              <w:jc w:val="both"/>
            </w:pPr>
            <w:r>
              <w:t>Территориальная избирательная комиссия Мглинского района</w:t>
            </w:r>
          </w:p>
          <w:p w:rsidR="00604296" w:rsidRPr="00C817FA" w:rsidRDefault="00604296" w:rsidP="005C68AB">
            <w:pPr>
              <w:suppressAutoHyphens/>
              <w:jc w:val="both"/>
            </w:pPr>
          </w:p>
        </w:tc>
      </w:tr>
      <w:tr w:rsidR="00604296" w:rsidRPr="00844C9A" w:rsidTr="0079767A">
        <w:trPr>
          <w:trHeight w:val="20"/>
        </w:trPr>
        <w:tc>
          <w:tcPr>
            <w:tcW w:w="709" w:type="dxa"/>
            <w:gridSpan w:val="2"/>
          </w:tcPr>
          <w:p w:rsidR="00604296" w:rsidRPr="00844C9A" w:rsidRDefault="00604296" w:rsidP="001F654A">
            <w:pPr>
              <w:jc w:val="center"/>
              <w:rPr>
                <w:b/>
              </w:rPr>
            </w:pPr>
            <w:r>
              <w:rPr>
                <w:b/>
              </w:rPr>
              <w:t>82</w:t>
            </w:r>
            <w:r w:rsidRPr="00844C9A">
              <w:rPr>
                <w:b/>
              </w:rPr>
              <w:t>.</w:t>
            </w:r>
          </w:p>
        </w:tc>
        <w:tc>
          <w:tcPr>
            <w:tcW w:w="3976" w:type="dxa"/>
            <w:tcBorders>
              <w:bottom w:val="single" w:sz="4" w:space="0" w:color="auto"/>
            </w:tcBorders>
          </w:tcPr>
          <w:p w:rsidR="00604296" w:rsidRPr="00C817FA" w:rsidRDefault="00604296" w:rsidP="003713EF">
            <w:pPr>
              <w:adjustRightInd w:val="0"/>
            </w:pPr>
            <w:r w:rsidRPr="00C817FA">
              <w:t>Утверждение текста бюллетен</w:t>
            </w:r>
            <w:r>
              <w:t>ей</w:t>
            </w:r>
            <w:r w:rsidRPr="00C817FA">
              <w:t xml:space="preserve"> для голосования по одномандатн</w:t>
            </w:r>
            <w:r w:rsidRPr="00C817FA">
              <w:t>о</w:t>
            </w:r>
            <w:r w:rsidRPr="00C817FA">
              <w:t>му избирательному округу</w:t>
            </w:r>
          </w:p>
          <w:p w:rsidR="00604296" w:rsidRPr="00C817FA" w:rsidRDefault="00604296" w:rsidP="00A44947">
            <w:pPr>
              <w:jc w:val="right"/>
            </w:pPr>
            <w:r w:rsidRPr="00C817FA">
              <w:t>п. 4 ст. 63 ФЗ</w:t>
            </w:r>
          </w:p>
          <w:p w:rsidR="00604296" w:rsidRPr="00C817FA" w:rsidRDefault="00604296" w:rsidP="00A44947">
            <w:pPr>
              <w:adjustRightInd w:val="0"/>
              <w:jc w:val="right"/>
            </w:pPr>
            <w:r w:rsidRPr="00C817FA">
              <w:t>п.3 ст. 41 ЗБО</w:t>
            </w:r>
          </w:p>
        </w:tc>
        <w:tc>
          <w:tcPr>
            <w:tcW w:w="297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04296" w:rsidRPr="00844C9A" w:rsidRDefault="00604296" w:rsidP="003713EF">
            <w:pPr>
              <w:adjustRightInd w:val="0"/>
              <w:jc w:val="center"/>
              <w:rPr>
                <w:b/>
              </w:rPr>
            </w:pPr>
            <w:r w:rsidRPr="00844C9A">
              <w:t xml:space="preserve">Не позднее, чем за </w:t>
            </w:r>
            <w:r>
              <w:t>2</w:t>
            </w:r>
            <w:r w:rsidRPr="00844C9A">
              <w:t xml:space="preserve">0 дней до дня голосования, </w:t>
            </w:r>
            <w:r w:rsidRPr="00844C9A">
              <w:rPr>
                <w:b/>
              </w:rPr>
              <w:t>т.е.</w:t>
            </w:r>
            <w:r w:rsidRPr="00844C9A">
              <w:t xml:space="preserve"> </w:t>
            </w:r>
            <w:r>
              <w:rPr>
                <w:b/>
              </w:rPr>
              <w:t>не позднее 18</w:t>
            </w:r>
            <w:r w:rsidRPr="00844C9A">
              <w:rPr>
                <w:b/>
              </w:rPr>
              <w:t>.08.</w:t>
            </w:r>
            <w:r>
              <w:rPr>
                <w:b/>
              </w:rPr>
              <w:t>2019</w:t>
            </w:r>
          </w:p>
          <w:p w:rsidR="00604296" w:rsidRPr="00844C9A" w:rsidRDefault="00604296" w:rsidP="003713EF">
            <w:pPr>
              <w:jc w:val="center"/>
              <w:rPr>
                <w:b/>
              </w:rPr>
            </w:pPr>
          </w:p>
          <w:p w:rsidR="00604296" w:rsidRPr="00844C9A" w:rsidRDefault="00604296" w:rsidP="003713EF">
            <w:pPr>
              <w:jc w:val="center"/>
              <w:rPr>
                <w:b/>
              </w:rPr>
            </w:pPr>
          </w:p>
        </w:tc>
        <w:tc>
          <w:tcPr>
            <w:tcW w:w="2542" w:type="dxa"/>
            <w:gridSpan w:val="2"/>
          </w:tcPr>
          <w:p w:rsidR="00604296" w:rsidRPr="00844C9A" w:rsidRDefault="00604296" w:rsidP="00A44947">
            <w:pPr>
              <w:suppressAutoHyphens/>
              <w:jc w:val="both"/>
            </w:pPr>
            <w:r>
              <w:t>Территориальная избирательная комиссия Мглинского района</w:t>
            </w:r>
          </w:p>
          <w:p w:rsidR="00604296" w:rsidRPr="00844C9A" w:rsidRDefault="00604296" w:rsidP="003713EF">
            <w:pPr>
              <w:shd w:val="clear" w:color="auto" w:fill="FFFFFF"/>
              <w:jc w:val="center"/>
            </w:pPr>
          </w:p>
        </w:tc>
      </w:tr>
      <w:tr w:rsidR="00604296" w:rsidRPr="00844C9A" w:rsidTr="0079767A">
        <w:trPr>
          <w:trHeight w:val="20"/>
        </w:trPr>
        <w:tc>
          <w:tcPr>
            <w:tcW w:w="709" w:type="dxa"/>
            <w:gridSpan w:val="2"/>
          </w:tcPr>
          <w:p w:rsidR="00604296" w:rsidRPr="00844C9A" w:rsidRDefault="00604296" w:rsidP="003713EF">
            <w:pPr>
              <w:jc w:val="center"/>
              <w:rPr>
                <w:b/>
              </w:rPr>
            </w:pPr>
            <w:r>
              <w:rPr>
                <w:b/>
              </w:rPr>
              <w:t>83</w:t>
            </w:r>
            <w:r w:rsidRPr="00844C9A">
              <w:rPr>
                <w:b/>
              </w:rPr>
              <w:t>.</w:t>
            </w:r>
          </w:p>
        </w:tc>
        <w:tc>
          <w:tcPr>
            <w:tcW w:w="3976" w:type="dxa"/>
            <w:tcBorders>
              <w:top w:val="single" w:sz="4" w:space="0" w:color="auto"/>
              <w:bottom w:val="single" w:sz="4" w:space="0" w:color="auto"/>
            </w:tcBorders>
          </w:tcPr>
          <w:p w:rsidR="00604296" w:rsidRPr="00844C9A" w:rsidRDefault="00604296" w:rsidP="003713EF">
            <w:pPr>
              <w:pStyle w:val="BodyText"/>
              <w:jc w:val="left"/>
              <w:rPr>
                <w:spacing w:val="-5"/>
              </w:rPr>
            </w:pPr>
            <w:r w:rsidRPr="00844C9A">
              <w:t>Проведение жеребьевки для разм</w:t>
            </w:r>
            <w:r w:rsidRPr="00844C9A">
              <w:t>е</w:t>
            </w:r>
            <w:r w:rsidRPr="00844C9A">
              <w:t>щения наименований и эмблем и</w:t>
            </w:r>
            <w:r w:rsidRPr="00844C9A">
              <w:t>з</w:t>
            </w:r>
            <w:r w:rsidRPr="00844C9A">
              <w:t>бирательных  объединений</w:t>
            </w:r>
            <w:r>
              <w:t>, выдв</w:t>
            </w:r>
            <w:r>
              <w:t>и</w:t>
            </w:r>
            <w:r>
              <w:t xml:space="preserve">нувших зарегистрированные </w:t>
            </w:r>
            <w:r w:rsidRPr="00844C9A">
              <w:t xml:space="preserve"> </w:t>
            </w:r>
            <w:r>
              <w:t>ед</w:t>
            </w:r>
            <w:r>
              <w:t>и</w:t>
            </w:r>
            <w:r>
              <w:t>ные</w:t>
            </w:r>
            <w:r w:rsidRPr="00844C9A">
              <w:t xml:space="preserve"> списки кандидатов, в избир</w:t>
            </w:r>
            <w:r w:rsidRPr="00844C9A">
              <w:t>а</w:t>
            </w:r>
            <w:r w:rsidRPr="00844C9A">
              <w:t>тельном бюллетене</w:t>
            </w:r>
          </w:p>
          <w:p w:rsidR="00604296" w:rsidRDefault="00604296" w:rsidP="00C500D9">
            <w:pPr>
              <w:pStyle w:val="BodyText"/>
              <w:jc w:val="right"/>
              <w:rPr>
                <w:spacing w:val="-5"/>
              </w:rPr>
            </w:pPr>
            <w:r>
              <w:rPr>
                <w:spacing w:val="-5"/>
              </w:rPr>
              <w:t>п.6 ст. 63 ФЗ</w:t>
            </w:r>
          </w:p>
          <w:p w:rsidR="00604296" w:rsidRPr="00844C9A" w:rsidRDefault="00604296" w:rsidP="00C500D9">
            <w:pPr>
              <w:pStyle w:val="BodyText"/>
              <w:jc w:val="right"/>
              <w:rPr>
                <w:b/>
              </w:rPr>
            </w:pPr>
            <w:r w:rsidRPr="00844C9A">
              <w:rPr>
                <w:spacing w:val="-5"/>
              </w:rPr>
              <w:t>п.4 ст. 41 ЗБО</w:t>
            </w:r>
          </w:p>
        </w:tc>
        <w:tc>
          <w:tcPr>
            <w:tcW w:w="2979" w:type="dxa"/>
            <w:gridSpan w:val="2"/>
            <w:tcBorders>
              <w:top w:val="single" w:sz="4" w:space="0" w:color="auto"/>
            </w:tcBorders>
          </w:tcPr>
          <w:p w:rsidR="00604296" w:rsidRPr="00844C9A" w:rsidRDefault="00604296" w:rsidP="00C500D9">
            <w:pPr>
              <w:suppressAutoHyphens/>
              <w:adjustRightInd w:val="0"/>
              <w:jc w:val="both"/>
              <w:rPr>
                <w:b/>
              </w:rPr>
            </w:pPr>
            <w:r w:rsidRPr="00844C9A">
              <w:t xml:space="preserve">Не позднее чем за 30 дней до дня голосования, </w:t>
            </w:r>
            <w:r w:rsidRPr="00844C9A">
              <w:rPr>
                <w:b/>
              </w:rPr>
              <w:t>т.е.</w:t>
            </w:r>
            <w:r w:rsidRPr="00844C9A">
              <w:t xml:space="preserve"> </w:t>
            </w:r>
            <w:r w:rsidRPr="00844C9A">
              <w:rPr>
                <w:b/>
              </w:rPr>
              <w:t>не позднее 0</w:t>
            </w:r>
            <w:r>
              <w:rPr>
                <w:b/>
              </w:rPr>
              <w:t>8</w:t>
            </w:r>
            <w:r w:rsidRPr="00844C9A">
              <w:rPr>
                <w:b/>
              </w:rPr>
              <w:t>.08.</w:t>
            </w:r>
            <w:r>
              <w:rPr>
                <w:b/>
              </w:rPr>
              <w:t>2019</w:t>
            </w:r>
          </w:p>
          <w:p w:rsidR="00604296" w:rsidRPr="00844C9A" w:rsidRDefault="00604296" w:rsidP="003713EF">
            <w:pPr>
              <w:shd w:val="clear" w:color="auto" w:fill="FFFFFF"/>
              <w:jc w:val="center"/>
            </w:pPr>
          </w:p>
        </w:tc>
        <w:tc>
          <w:tcPr>
            <w:tcW w:w="2542" w:type="dxa"/>
            <w:gridSpan w:val="2"/>
          </w:tcPr>
          <w:p w:rsidR="00604296" w:rsidRPr="00844C9A" w:rsidRDefault="00604296" w:rsidP="001F654A">
            <w:pPr>
              <w:suppressAutoHyphens/>
              <w:jc w:val="both"/>
            </w:pPr>
            <w:r>
              <w:t xml:space="preserve">Территориальная избирательная комиссия Мглинского района </w:t>
            </w:r>
            <w:r w:rsidRPr="00844C9A">
              <w:rPr>
                <w:bCs/>
              </w:rPr>
              <w:t>с участием уполномоченных представителей избирательных объединений</w:t>
            </w:r>
          </w:p>
        </w:tc>
      </w:tr>
      <w:tr w:rsidR="00604296" w:rsidRPr="00844C9A" w:rsidTr="0079767A">
        <w:trPr>
          <w:trHeight w:val="20"/>
        </w:trPr>
        <w:tc>
          <w:tcPr>
            <w:tcW w:w="709" w:type="dxa"/>
            <w:gridSpan w:val="2"/>
          </w:tcPr>
          <w:p w:rsidR="00604296" w:rsidRPr="00642BDE" w:rsidRDefault="00604296" w:rsidP="003713EF">
            <w:pPr>
              <w:jc w:val="center"/>
              <w:rPr>
                <w:b/>
                <w:highlight w:val="yellow"/>
              </w:rPr>
            </w:pPr>
            <w:r>
              <w:rPr>
                <w:b/>
              </w:rPr>
              <w:t>84</w:t>
            </w:r>
            <w:r w:rsidRPr="00C817FA">
              <w:rPr>
                <w:b/>
              </w:rPr>
              <w:t>.</w:t>
            </w:r>
          </w:p>
        </w:tc>
        <w:tc>
          <w:tcPr>
            <w:tcW w:w="3976" w:type="dxa"/>
          </w:tcPr>
          <w:p w:rsidR="00604296" w:rsidRPr="00844C9A" w:rsidRDefault="00604296" w:rsidP="003713EF">
            <w:pPr>
              <w:shd w:val="clear" w:color="auto" w:fill="FFFFFF"/>
            </w:pPr>
            <w:r w:rsidRPr="00844C9A">
              <w:t>Изготовление избирательных бю</w:t>
            </w:r>
            <w:r w:rsidRPr="00844C9A">
              <w:t>л</w:t>
            </w:r>
            <w:r w:rsidRPr="00844C9A">
              <w:t>ле</w:t>
            </w:r>
            <w:r>
              <w:softHyphen/>
            </w:r>
            <w:r w:rsidRPr="00844C9A">
              <w:t>теней для голосования</w:t>
            </w:r>
          </w:p>
          <w:p w:rsidR="00604296" w:rsidRDefault="00604296" w:rsidP="003713EF">
            <w:pPr>
              <w:shd w:val="clear" w:color="auto" w:fill="FFFFFF"/>
            </w:pPr>
          </w:p>
          <w:p w:rsidR="00604296" w:rsidRPr="00844C9A" w:rsidRDefault="00604296" w:rsidP="00C500D9">
            <w:pPr>
              <w:shd w:val="clear" w:color="auto" w:fill="FFFFFF"/>
              <w:jc w:val="right"/>
            </w:pPr>
            <w:r w:rsidRPr="00844C9A">
              <w:t>п.9 ст.41 ЗБО</w:t>
            </w:r>
          </w:p>
        </w:tc>
        <w:tc>
          <w:tcPr>
            <w:tcW w:w="2979" w:type="dxa"/>
            <w:gridSpan w:val="2"/>
          </w:tcPr>
          <w:p w:rsidR="00604296" w:rsidRPr="00844C9A" w:rsidRDefault="00604296" w:rsidP="005C68AB">
            <w:pPr>
              <w:shd w:val="clear" w:color="auto" w:fill="FFFFFF"/>
              <w:jc w:val="both"/>
            </w:pPr>
            <w:r>
              <w:t>Н</w:t>
            </w:r>
            <w:r w:rsidRPr="00844C9A">
              <w:t xml:space="preserve">е позднее чем за 10 дней до дня голосования </w:t>
            </w:r>
            <w:r w:rsidRPr="00844C9A">
              <w:rPr>
                <w:b/>
              </w:rPr>
              <w:t>т.е.</w:t>
            </w:r>
            <w:r w:rsidRPr="00844C9A">
              <w:t xml:space="preserve"> </w:t>
            </w:r>
            <w:r w:rsidRPr="00844C9A">
              <w:rPr>
                <w:b/>
              </w:rPr>
              <w:t xml:space="preserve">не позднее </w:t>
            </w:r>
            <w:r>
              <w:rPr>
                <w:b/>
              </w:rPr>
              <w:t xml:space="preserve"> 28</w:t>
            </w:r>
            <w:r w:rsidRPr="00844C9A">
              <w:rPr>
                <w:b/>
              </w:rPr>
              <w:t>.08.</w:t>
            </w:r>
            <w:r>
              <w:rPr>
                <w:b/>
              </w:rPr>
              <w:t>2019</w:t>
            </w:r>
          </w:p>
        </w:tc>
        <w:tc>
          <w:tcPr>
            <w:tcW w:w="2542" w:type="dxa"/>
            <w:gridSpan w:val="2"/>
            <w:tcBorders>
              <w:bottom w:val="single" w:sz="4" w:space="0" w:color="auto"/>
            </w:tcBorders>
          </w:tcPr>
          <w:p w:rsidR="00604296" w:rsidRPr="00844C9A" w:rsidRDefault="00604296" w:rsidP="005C68AB">
            <w:pPr>
              <w:shd w:val="clear" w:color="auto" w:fill="FFFFFF"/>
            </w:pPr>
            <w:r w:rsidRPr="00844C9A">
              <w:t>Полиграфическая о</w:t>
            </w:r>
            <w:r w:rsidRPr="00844C9A">
              <w:t>р</w:t>
            </w:r>
            <w:r w:rsidRPr="00844C9A">
              <w:t>ганизация</w:t>
            </w:r>
          </w:p>
          <w:p w:rsidR="00604296" w:rsidRPr="00844C9A" w:rsidRDefault="00604296" w:rsidP="005C68AB">
            <w:pPr>
              <w:shd w:val="clear" w:color="auto" w:fill="FFFFFF"/>
            </w:pPr>
          </w:p>
          <w:p w:rsidR="00604296" w:rsidRPr="00844C9A" w:rsidRDefault="00604296" w:rsidP="005C68AB">
            <w:pPr>
              <w:shd w:val="clear" w:color="auto" w:fill="FFFFFF"/>
            </w:pPr>
          </w:p>
        </w:tc>
      </w:tr>
      <w:tr w:rsidR="00604296" w:rsidRPr="00844C9A" w:rsidTr="0079767A">
        <w:trPr>
          <w:trHeight w:val="20"/>
        </w:trPr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:rsidR="00604296" w:rsidRPr="00C817FA" w:rsidRDefault="00604296" w:rsidP="001F654A">
            <w:pPr>
              <w:jc w:val="center"/>
              <w:rPr>
                <w:b/>
              </w:rPr>
            </w:pPr>
            <w:r w:rsidRPr="00C817FA">
              <w:rPr>
                <w:b/>
              </w:rPr>
              <w:t>8</w:t>
            </w:r>
            <w:r>
              <w:rPr>
                <w:b/>
              </w:rPr>
              <w:t>5</w:t>
            </w:r>
            <w:r w:rsidRPr="00C817FA">
              <w:rPr>
                <w:b/>
              </w:rPr>
              <w:t>.</w:t>
            </w:r>
          </w:p>
        </w:tc>
        <w:tc>
          <w:tcPr>
            <w:tcW w:w="3976" w:type="dxa"/>
          </w:tcPr>
          <w:p w:rsidR="00604296" w:rsidRPr="00844C9A" w:rsidRDefault="00604296" w:rsidP="003713EF">
            <w:pPr>
              <w:shd w:val="clear" w:color="auto" w:fill="FFFFFF"/>
            </w:pPr>
            <w:r w:rsidRPr="00844C9A">
              <w:t>Принятие решения  о месте и вре</w:t>
            </w:r>
            <w:r>
              <w:softHyphen/>
            </w:r>
            <w:r w:rsidRPr="00844C9A">
              <w:t>мени передачи избирательных бюл</w:t>
            </w:r>
            <w:r>
              <w:softHyphen/>
            </w:r>
            <w:r w:rsidRPr="00844C9A">
              <w:t>летеней  от полиграфической орг</w:t>
            </w:r>
            <w:r w:rsidRPr="00844C9A">
              <w:t>а</w:t>
            </w:r>
            <w:r w:rsidRPr="00844C9A">
              <w:t>ни</w:t>
            </w:r>
            <w:r>
              <w:softHyphen/>
            </w:r>
            <w:r w:rsidRPr="00844C9A">
              <w:t>зации</w:t>
            </w:r>
          </w:p>
          <w:p w:rsidR="00604296" w:rsidRDefault="00604296" w:rsidP="00C500D9">
            <w:pPr>
              <w:shd w:val="clear" w:color="auto" w:fill="FFFFFF"/>
              <w:jc w:val="right"/>
            </w:pPr>
            <w:r>
              <w:t>п.11 ст. 63 ФЗ</w:t>
            </w:r>
          </w:p>
          <w:p w:rsidR="00604296" w:rsidRPr="00844C9A" w:rsidRDefault="00604296" w:rsidP="00C500D9">
            <w:pPr>
              <w:shd w:val="clear" w:color="auto" w:fill="FFFFFF"/>
              <w:jc w:val="right"/>
            </w:pPr>
            <w:r w:rsidRPr="00844C9A">
              <w:t>п.10 ст.41 ЗБО</w:t>
            </w:r>
          </w:p>
        </w:tc>
        <w:tc>
          <w:tcPr>
            <w:tcW w:w="2979" w:type="dxa"/>
            <w:gridSpan w:val="2"/>
            <w:tcBorders>
              <w:bottom w:val="single" w:sz="4" w:space="0" w:color="auto"/>
            </w:tcBorders>
          </w:tcPr>
          <w:p w:rsidR="00604296" w:rsidRPr="00844C9A" w:rsidRDefault="00604296" w:rsidP="005C68AB">
            <w:pPr>
              <w:shd w:val="clear" w:color="auto" w:fill="FFFFFF"/>
              <w:jc w:val="both"/>
            </w:pPr>
            <w:r w:rsidRPr="00844C9A">
              <w:t>Не позднее, чем за два дня до получения избирател</w:t>
            </w:r>
            <w:r w:rsidRPr="00844C9A">
              <w:t>ь</w:t>
            </w:r>
            <w:r w:rsidRPr="00844C9A">
              <w:t>ных бюллетеней от  пол</w:t>
            </w:r>
            <w:r w:rsidRPr="00844C9A">
              <w:t>и</w:t>
            </w:r>
            <w:r w:rsidRPr="00844C9A">
              <w:t>графической организации</w:t>
            </w:r>
          </w:p>
        </w:tc>
        <w:tc>
          <w:tcPr>
            <w:tcW w:w="2542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604296" w:rsidRPr="00844C9A" w:rsidRDefault="00604296" w:rsidP="005C68AB">
            <w:pPr>
              <w:shd w:val="clear" w:color="auto" w:fill="FFFFFF"/>
            </w:pPr>
            <w:r>
              <w:t>Территориальная и</w:t>
            </w:r>
            <w:r>
              <w:t>з</w:t>
            </w:r>
            <w:r>
              <w:t>бирательная комиссия Мглинского района</w:t>
            </w:r>
            <w:r w:rsidRPr="00844C9A">
              <w:t xml:space="preserve"> </w:t>
            </w:r>
          </w:p>
        </w:tc>
      </w:tr>
      <w:tr w:rsidR="00604296" w:rsidRPr="00844C9A" w:rsidTr="0079767A">
        <w:trPr>
          <w:trHeight w:val="20"/>
        </w:trPr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04296" w:rsidRPr="00844C9A" w:rsidRDefault="00604296" w:rsidP="003713EF">
            <w:pPr>
              <w:jc w:val="center"/>
              <w:rPr>
                <w:b/>
              </w:rPr>
            </w:pPr>
            <w:r>
              <w:rPr>
                <w:b/>
              </w:rPr>
              <w:t>86</w:t>
            </w:r>
            <w:r w:rsidRPr="00844C9A">
              <w:rPr>
                <w:b/>
              </w:rPr>
              <w:t>.</w:t>
            </w:r>
          </w:p>
        </w:tc>
        <w:tc>
          <w:tcPr>
            <w:tcW w:w="3976" w:type="dxa"/>
            <w:tcBorders>
              <w:bottom w:val="single" w:sz="4" w:space="0" w:color="auto"/>
            </w:tcBorders>
          </w:tcPr>
          <w:p w:rsidR="00604296" w:rsidRPr="00844C9A" w:rsidRDefault="00604296" w:rsidP="003713EF">
            <w:r w:rsidRPr="00844C9A">
              <w:t>Передача избирательных  бюллете</w:t>
            </w:r>
            <w:r>
              <w:softHyphen/>
            </w:r>
            <w:r w:rsidRPr="00844C9A">
              <w:t>ней участковым избирательным ко</w:t>
            </w:r>
            <w:r>
              <w:softHyphen/>
            </w:r>
            <w:r w:rsidRPr="00844C9A">
              <w:t xml:space="preserve">миссиям </w:t>
            </w:r>
            <w:r>
              <w:t>на основании решения о распределении бюллетеней</w:t>
            </w:r>
          </w:p>
          <w:p w:rsidR="00604296" w:rsidRPr="00844C9A" w:rsidRDefault="00604296" w:rsidP="00C500D9">
            <w:pPr>
              <w:jc w:val="right"/>
            </w:pPr>
            <w:r w:rsidRPr="00844C9A">
              <w:t>п. 13 ст. 63 ФЗ</w:t>
            </w:r>
          </w:p>
          <w:p w:rsidR="00604296" w:rsidRPr="00844C9A" w:rsidRDefault="00604296" w:rsidP="00C500D9">
            <w:pPr>
              <w:shd w:val="clear" w:color="auto" w:fill="FFFFFF"/>
              <w:jc w:val="right"/>
            </w:pPr>
            <w:r w:rsidRPr="00844C9A">
              <w:t>п.11-13  ст.41 ЗБО</w:t>
            </w:r>
          </w:p>
        </w:tc>
        <w:tc>
          <w:tcPr>
            <w:tcW w:w="2979" w:type="dxa"/>
            <w:gridSpan w:val="2"/>
            <w:tcBorders>
              <w:top w:val="single" w:sz="4" w:space="0" w:color="auto"/>
            </w:tcBorders>
          </w:tcPr>
          <w:p w:rsidR="00604296" w:rsidRPr="00844C9A" w:rsidRDefault="00604296" w:rsidP="005C68AB">
            <w:pPr>
              <w:adjustRightInd w:val="0"/>
              <w:jc w:val="center"/>
              <w:rPr>
                <w:color w:val="000000"/>
                <w:spacing w:val="-8"/>
              </w:rPr>
            </w:pPr>
            <w:r>
              <w:t>Не</w:t>
            </w:r>
            <w:r w:rsidRPr="00844C9A">
              <w:t xml:space="preserve"> позднее, чем за 1 день до дня голосования, </w:t>
            </w:r>
            <w:r w:rsidRPr="00844C9A">
              <w:rPr>
                <w:b/>
              </w:rPr>
              <w:t>т.е.</w:t>
            </w:r>
            <w:r w:rsidRPr="00844C9A">
              <w:t xml:space="preserve"> </w:t>
            </w:r>
            <w:r>
              <w:rPr>
                <w:b/>
              </w:rPr>
              <w:t>н</w:t>
            </w:r>
            <w:r w:rsidRPr="00844C9A">
              <w:rPr>
                <w:b/>
              </w:rPr>
              <w:t>е позднее 0</w:t>
            </w:r>
            <w:r>
              <w:rPr>
                <w:b/>
              </w:rPr>
              <w:t>6</w:t>
            </w:r>
            <w:r w:rsidRPr="00844C9A">
              <w:rPr>
                <w:b/>
              </w:rPr>
              <w:t>.09.</w:t>
            </w:r>
            <w:r>
              <w:rPr>
                <w:b/>
              </w:rPr>
              <w:t>2019</w:t>
            </w:r>
          </w:p>
        </w:tc>
        <w:tc>
          <w:tcPr>
            <w:tcW w:w="2542" w:type="dxa"/>
            <w:gridSpan w:val="2"/>
            <w:tcBorders>
              <w:bottom w:val="single" w:sz="4" w:space="0" w:color="auto"/>
            </w:tcBorders>
          </w:tcPr>
          <w:p w:rsidR="00604296" w:rsidRPr="00844C9A" w:rsidRDefault="00604296" w:rsidP="005C68AB">
            <w:pPr>
              <w:shd w:val="clear" w:color="auto" w:fill="FFFFFF"/>
            </w:pPr>
            <w:r>
              <w:t>Территориальная и</w:t>
            </w:r>
            <w:r>
              <w:t>з</w:t>
            </w:r>
            <w:r>
              <w:t>бирательная комиссия Мглинского района</w:t>
            </w:r>
            <w:r w:rsidRPr="00844C9A">
              <w:t xml:space="preserve"> </w:t>
            </w:r>
          </w:p>
        </w:tc>
      </w:tr>
      <w:tr w:rsidR="00604296" w:rsidRPr="00844C9A" w:rsidTr="0079767A">
        <w:trPr>
          <w:trHeight w:val="20"/>
        </w:trPr>
        <w:tc>
          <w:tcPr>
            <w:tcW w:w="709" w:type="dxa"/>
            <w:gridSpan w:val="2"/>
          </w:tcPr>
          <w:p w:rsidR="00604296" w:rsidRPr="00844C9A" w:rsidRDefault="00604296" w:rsidP="003713EF">
            <w:pPr>
              <w:jc w:val="center"/>
              <w:rPr>
                <w:b/>
              </w:rPr>
            </w:pPr>
            <w:r>
              <w:rPr>
                <w:b/>
              </w:rPr>
              <w:t>87</w:t>
            </w:r>
            <w:r w:rsidRPr="00844C9A">
              <w:rPr>
                <w:b/>
              </w:rPr>
              <w:t>.</w:t>
            </w:r>
          </w:p>
        </w:tc>
        <w:tc>
          <w:tcPr>
            <w:tcW w:w="3976" w:type="dxa"/>
            <w:tcBorders>
              <w:top w:val="single" w:sz="4" w:space="0" w:color="auto"/>
            </w:tcBorders>
          </w:tcPr>
          <w:p w:rsidR="00604296" w:rsidRPr="00844C9A" w:rsidRDefault="00604296" w:rsidP="003713EF">
            <w:r w:rsidRPr="00844C9A">
              <w:t>Утверждение текста открепительн</w:t>
            </w:r>
            <w:r w:rsidRPr="00844C9A">
              <w:t>о</w:t>
            </w:r>
            <w:r w:rsidRPr="00844C9A">
              <w:t>го удостоверения, способов защиты от подделки, числа открепительных удостоверений, формы реестра вы</w:t>
            </w:r>
            <w:r>
              <w:softHyphen/>
            </w:r>
            <w:r w:rsidRPr="00844C9A">
              <w:t>дачи открепительных удостовер</w:t>
            </w:r>
            <w:r w:rsidRPr="00844C9A">
              <w:t>е</w:t>
            </w:r>
            <w:r w:rsidRPr="00844C9A">
              <w:t>ний</w:t>
            </w:r>
          </w:p>
          <w:p w:rsidR="00604296" w:rsidRDefault="00604296" w:rsidP="003713EF"/>
          <w:p w:rsidR="00604296" w:rsidRPr="00844C9A" w:rsidRDefault="00604296" w:rsidP="003713EF">
            <w:pPr>
              <w:rPr>
                <w:b/>
              </w:rPr>
            </w:pPr>
            <w:r>
              <w:t xml:space="preserve">п.2 </w:t>
            </w:r>
            <w:r w:rsidRPr="00844C9A">
              <w:t>ст.40.1 ЗБО</w:t>
            </w:r>
          </w:p>
        </w:tc>
        <w:tc>
          <w:tcPr>
            <w:tcW w:w="2979" w:type="dxa"/>
            <w:gridSpan w:val="2"/>
          </w:tcPr>
          <w:p w:rsidR="00604296" w:rsidRPr="00844C9A" w:rsidRDefault="00604296" w:rsidP="00476BFF">
            <w:pPr>
              <w:jc w:val="both"/>
              <w:rPr>
                <w:b/>
              </w:rPr>
            </w:pPr>
            <w:r w:rsidRPr="00A10FAC">
              <w:t xml:space="preserve">Не позднее чем  за 50 дней до дня голосования, </w:t>
            </w:r>
            <w:r w:rsidRPr="00A10FAC">
              <w:rPr>
                <w:b/>
              </w:rPr>
              <w:t>т.е.</w:t>
            </w:r>
            <w:r w:rsidRPr="00A10FAC">
              <w:t xml:space="preserve"> </w:t>
            </w:r>
            <w:r w:rsidRPr="00A10FAC">
              <w:rPr>
                <w:b/>
              </w:rPr>
              <w:t>не позднее</w:t>
            </w:r>
            <w:r w:rsidRPr="00A10FAC">
              <w:t xml:space="preserve">  </w:t>
            </w:r>
            <w:r>
              <w:rPr>
                <w:b/>
              </w:rPr>
              <w:t>19</w:t>
            </w:r>
            <w:r w:rsidRPr="00A10FAC">
              <w:rPr>
                <w:b/>
              </w:rPr>
              <w:t>.07.</w:t>
            </w:r>
            <w:r>
              <w:rPr>
                <w:b/>
              </w:rPr>
              <w:t>2019</w:t>
            </w:r>
          </w:p>
          <w:p w:rsidR="00604296" w:rsidRPr="00844C9A" w:rsidRDefault="00604296">
            <w:pPr>
              <w:autoSpaceDE/>
              <w:autoSpaceDN/>
            </w:pPr>
          </w:p>
        </w:tc>
        <w:tc>
          <w:tcPr>
            <w:tcW w:w="2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4296" w:rsidRPr="00844C9A" w:rsidRDefault="00604296" w:rsidP="005C68AB">
            <w:pPr>
              <w:shd w:val="clear" w:color="auto" w:fill="FFFFFF"/>
            </w:pPr>
            <w:r>
              <w:t>Территориальная и</w:t>
            </w:r>
            <w:r>
              <w:t>з</w:t>
            </w:r>
            <w:r>
              <w:t>бирательная комиссия Мглинского района</w:t>
            </w:r>
            <w:r w:rsidRPr="00844C9A">
              <w:t xml:space="preserve"> </w:t>
            </w:r>
          </w:p>
        </w:tc>
      </w:tr>
      <w:tr w:rsidR="00604296" w:rsidRPr="00844C9A" w:rsidTr="0079767A">
        <w:trPr>
          <w:trHeight w:val="20"/>
        </w:trPr>
        <w:tc>
          <w:tcPr>
            <w:tcW w:w="709" w:type="dxa"/>
            <w:gridSpan w:val="2"/>
            <w:vMerge w:val="restart"/>
          </w:tcPr>
          <w:p w:rsidR="00604296" w:rsidRPr="00844C9A" w:rsidRDefault="00604296" w:rsidP="001F654A">
            <w:pPr>
              <w:jc w:val="center"/>
              <w:rPr>
                <w:b/>
              </w:rPr>
            </w:pPr>
            <w:r>
              <w:rPr>
                <w:b/>
              </w:rPr>
              <w:t>88</w:t>
            </w:r>
            <w:r w:rsidRPr="00844C9A">
              <w:rPr>
                <w:b/>
              </w:rPr>
              <w:t>.</w:t>
            </w:r>
          </w:p>
        </w:tc>
        <w:tc>
          <w:tcPr>
            <w:tcW w:w="3976" w:type="dxa"/>
            <w:tcBorders>
              <w:top w:val="single" w:sz="4" w:space="0" w:color="auto"/>
              <w:bottom w:val="single" w:sz="4" w:space="0" w:color="auto"/>
            </w:tcBorders>
          </w:tcPr>
          <w:p w:rsidR="00604296" w:rsidRPr="00844C9A" w:rsidRDefault="00604296" w:rsidP="003713EF">
            <w:pPr>
              <w:shd w:val="clear" w:color="auto" w:fill="FFFFFF"/>
            </w:pPr>
            <w:r w:rsidRPr="00844C9A">
              <w:t>Выдача открепительных удостов</w:t>
            </w:r>
            <w:r w:rsidRPr="00844C9A">
              <w:t>е</w:t>
            </w:r>
            <w:r w:rsidRPr="00844C9A">
              <w:t>рений избирателям</w:t>
            </w:r>
            <w:r>
              <w:t>:</w:t>
            </w:r>
          </w:p>
        </w:tc>
        <w:tc>
          <w:tcPr>
            <w:tcW w:w="2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296" w:rsidRPr="00DF740A" w:rsidRDefault="00604296" w:rsidP="003713EF">
            <w:pPr>
              <w:shd w:val="clear" w:color="auto" w:fill="FFFFFF"/>
              <w:jc w:val="center"/>
            </w:pPr>
          </w:p>
        </w:tc>
        <w:tc>
          <w:tcPr>
            <w:tcW w:w="2542" w:type="dxa"/>
            <w:gridSpan w:val="2"/>
            <w:tcBorders>
              <w:top w:val="single" w:sz="4" w:space="0" w:color="auto"/>
            </w:tcBorders>
          </w:tcPr>
          <w:p w:rsidR="00604296" w:rsidRPr="00DF740A" w:rsidRDefault="00604296" w:rsidP="003713EF">
            <w:pPr>
              <w:shd w:val="clear" w:color="auto" w:fill="FFFFFF"/>
              <w:jc w:val="center"/>
            </w:pPr>
          </w:p>
        </w:tc>
      </w:tr>
      <w:tr w:rsidR="00604296" w:rsidRPr="00844C9A" w:rsidTr="00AF4229">
        <w:trPr>
          <w:trHeight w:val="20"/>
        </w:trPr>
        <w:tc>
          <w:tcPr>
            <w:tcW w:w="709" w:type="dxa"/>
            <w:gridSpan w:val="2"/>
            <w:vMerge/>
          </w:tcPr>
          <w:p w:rsidR="00604296" w:rsidRPr="00844C9A" w:rsidRDefault="00604296" w:rsidP="003713EF">
            <w:pPr>
              <w:jc w:val="center"/>
              <w:rPr>
                <w:b/>
              </w:rPr>
            </w:pPr>
          </w:p>
        </w:tc>
        <w:tc>
          <w:tcPr>
            <w:tcW w:w="39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296" w:rsidRPr="00DF740A" w:rsidRDefault="00604296" w:rsidP="003713EF">
            <w:pPr>
              <w:shd w:val="clear" w:color="auto" w:fill="FFFFFF"/>
            </w:pPr>
            <w:r>
              <w:t>в территориальной</w:t>
            </w:r>
            <w:r w:rsidRPr="00DF740A">
              <w:t xml:space="preserve"> избирательной комиссии </w:t>
            </w:r>
            <w:r>
              <w:t xml:space="preserve"> Мглинского района</w:t>
            </w:r>
          </w:p>
          <w:p w:rsidR="00604296" w:rsidRPr="00DF740A" w:rsidRDefault="00604296" w:rsidP="003713EF">
            <w:pPr>
              <w:shd w:val="clear" w:color="auto" w:fill="FFFFFF"/>
            </w:pPr>
          </w:p>
          <w:p w:rsidR="00604296" w:rsidRPr="00DF740A" w:rsidRDefault="00604296" w:rsidP="003713EF">
            <w:pPr>
              <w:shd w:val="clear" w:color="auto" w:fill="FFFFFF"/>
            </w:pPr>
            <w:r w:rsidRPr="00DF740A">
              <w:t>п.1  ст.40.1 ЗБО</w:t>
            </w:r>
          </w:p>
        </w:tc>
        <w:tc>
          <w:tcPr>
            <w:tcW w:w="2979" w:type="dxa"/>
            <w:gridSpan w:val="2"/>
            <w:tcBorders>
              <w:top w:val="single" w:sz="4" w:space="0" w:color="auto"/>
            </w:tcBorders>
          </w:tcPr>
          <w:p w:rsidR="00604296" w:rsidRDefault="00604296" w:rsidP="003713EF">
            <w:pPr>
              <w:adjustRightInd w:val="0"/>
              <w:jc w:val="center"/>
              <w:rPr>
                <w:b/>
              </w:rPr>
            </w:pPr>
            <w:r w:rsidRPr="00DF740A">
              <w:t>За 30-10 дней до дня голо</w:t>
            </w:r>
            <w:r>
              <w:softHyphen/>
            </w:r>
            <w:r w:rsidRPr="00DF740A">
              <w:t xml:space="preserve">сования, </w:t>
            </w:r>
            <w:r w:rsidRPr="00DF740A">
              <w:rPr>
                <w:b/>
              </w:rPr>
              <w:t>т.е. с 0</w:t>
            </w:r>
            <w:r>
              <w:rPr>
                <w:b/>
              </w:rPr>
              <w:t>8</w:t>
            </w:r>
            <w:r w:rsidRPr="00DF740A">
              <w:rPr>
                <w:b/>
              </w:rPr>
              <w:t>.08.</w:t>
            </w:r>
            <w:r>
              <w:rPr>
                <w:b/>
              </w:rPr>
              <w:t>2019</w:t>
            </w:r>
            <w:r w:rsidRPr="00DF740A">
              <w:rPr>
                <w:b/>
              </w:rPr>
              <w:t xml:space="preserve"> по 2</w:t>
            </w:r>
            <w:r>
              <w:rPr>
                <w:b/>
              </w:rPr>
              <w:t>8</w:t>
            </w:r>
            <w:r w:rsidRPr="00DF740A">
              <w:rPr>
                <w:b/>
              </w:rPr>
              <w:t>.08.</w:t>
            </w:r>
            <w:r>
              <w:rPr>
                <w:b/>
              </w:rPr>
              <w:t>2019</w:t>
            </w:r>
          </w:p>
          <w:p w:rsidR="00604296" w:rsidRPr="00DF740A" w:rsidRDefault="00604296" w:rsidP="003713EF">
            <w:pPr>
              <w:adjustRightInd w:val="0"/>
              <w:jc w:val="center"/>
            </w:pPr>
          </w:p>
        </w:tc>
        <w:tc>
          <w:tcPr>
            <w:tcW w:w="2542" w:type="dxa"/>
            <w:gridSpan w:val="2"/>
            <w:tcBorders>
              <w:bottom w:val="single" w:sz="4" w:space="0" w:color="auto"/>
            </w:tcBorders>
          </w:tcPr>
          <w:p w:rsidR="00604296" w:rsidRPr="00844C9A" w:rsidRDefault="00604296" w:rsidP="00476BFF">
            <w:pPr>
              <w:jc w:val="center"/>
            </w:pPr>
            <w:r>
              <w:t>Территориальная и</w:t>
            </w:r>
            <w:r>
              <w:t>з</w:t>
            </w:r>
            <w:r>
              <w:t>бирательная комиссия Мглинского района</w:t>
            </w:r>
          </w:p>
        </w:tc>
      </w:tr>
      <w:tr w:rsidR="00604296" w:rsidRPr="00844C9A" w:rsidTr="00AF4229">
        <w:trPr>
          <w:trHeight w:val="20"/>
        </w:trPr>
        <w:tc>
          <w:tcPr>
            <w:tcW w:w="709" w:type="dxa"/>
            <w:gridSpan w:val="2"/>
            <w:vMerge/>
          </w:tcPr>
          <w:p w:rsidR="00604296" w:rsidRPr="00844C9A" w:rsidRDefault="00604296" w:rsidP="003713EF">
            <w:pPr>
              <w:jc w:val="center"/>
              <w:rPr>
                <w:b/>
              </w:rPr>
            </w:pPr>
          </w:p>
        </w:tc>
        <w:tc>
          <w:tcPr>
            <w:tcW w:w="3976" w:type="dxa"/>
            <w:tcBorders>
              <w:top w:val="single" w:sz="4" w:space="0" w:color="auto"/>
            </w:tcBorders>
          </w:tcPr>
          <w:p w:rsidR="00604296" w:rsidRPr="00844C9A" w:rsidRDefault="00604296" w:rsidP="003713EF">
            <w:pPr>
              <w:shd w:val="clear" w:color="auto" w:fill="FFFFFF"/>
            </w:pPr>
            <w:r w:rsidRPr="00844C9A">
              <w:t>в участковых избирательных комис</w:t>
            </w:r>
            <w:r>
              <w:softHyphen/>
            </w:r>
            <w:r w:rsidRPr="00844C9A">
              <w:t>сиях</w:t>
            </w:r>
          </w:p>
          <w:p w:rsidR="00604296" w:rsidRPr="00844C9A" w:rsidRDefault="00604296" w:rsidP="003713EF">
            <w:pPr>
              <w:shd w:val="clear" w:color="auto" w:fill="FFFFFF"/>
            </w:pPr>
          </w:p>
          <w:p w:rsidR="00604296" w:rsidRPr="00844C9A" w:rsidRDefault="00604296" w:rsidP="003713EF">
            <w:pPr>
              <w:shd w:val="clear" w:color="auto" w:fill="FFFFFF"/>
            </w:pPr>
            <w:r w:rsidRPr="00844C9A">
              <w:t>п.1  ст.40.1 ЗБО</w:t>
            </w:r>
          </w:p>
        </w:tc>
        <w:tc>
          <w:tcPr>
            <w:tcW w:w="2979" w:type="dxa"/>
            <w:gridSpan w:val="2"/>
            <w:tcBorders>
              <w:bottom w:val="single" w:sz="4" w:space="0" w:color="auto"/>
            </w:tcBorders>
          </w:tcPr>
          <w:p w:rsidR="00604296" w:rsidRPr="00844C9A" w:rsidRDefault="00604296" w:rsidP="00CA230D">
            <w:pPr>
              <w:jc w:val="center"/>
            </w:pPr>
            <w:r w:rsidRPr="00DF740A">
              <w:t>За 9 и менее дней до дня голосования и заканчива</w:t>
            </w:r>
            <w:r>
              <w:softHyphen/>
            </w:r>
            <w:r w:rsidRPr="00DF740A">
              <w:t>ется в день, предшест</w:t>
            </w:r>
            <w:r>
              <w:softHyphen/>
            </w:r>
            <w:r w:rsidRPr="00DF740A">
              <w:t xml:space="preserve">вующий дню голосования, </w:t>
            </w:r>
            <w:r w:rsidRPr="00DF740A">
              <w:rPr>
                <w:b/>
              </w:rPr>
              <w:t xml:space="preserve">т.е. с </w:t>
            </w:r>
            <w:r>
              <w:rPr>
                <w:b/>
              </w:rPr>
              <w:t>29</w:t>
            </w:r>
            <w:r w:rsidRPr="00DF740A">
              <w:rPr>
                <w:b/>
              </w:rPr>
              <w:t>.08.</w:t>
            </w:r>
            <w:r>
              <w:rPr>
                <w:b/>
              </w:rPr>
              <w:t>2019</w:t>
            </w:r>
            <w:r w:rsidRPr="00DF740A">
              <w:rPr>
                <w:b/>
              </w:rPr>
              <w:t xml:space="preserve"> по 0</w:t>
            </w:r>
            <w:r>
              <w:rPr>
                <w:b/>
              </w:rPr>
              <w:t>7</w:t>
            </w:r>
            <w:r w:rsidRPr="00DF740A">
              <w:rPr>
                <w:b/>
              </w:rPr>
              <w:t>.09.</w:t>
            </w:r>
            <w:r>
              <w:rPr>
                <w:b/>
              </w:rPr>
              <w:t>2019</w:t>
            </w:r>
          </w:p>
        </w:tc>
        <w:tc>
          <w:tcPr>
            <w:tcW w:w="2542" w:type="dxa"/>
            <w:gridSpan w:val="2"/>
            <w:tcBorders>
              <w:bottom w:val="single" w:sz="4" w:space="0" w:color="auto"/>
            </w:tcBorders>
          </w:tcPr>
          <w:p w:rsidR="00604296" w:rsidRPr="00844C9A" w:rsidRDefault="00604296" w:rsidP="003713EF">
            <w:pPr>
              <w:shd w:val="clear" w:color="auto" w:fill="FFFFFF"/>
              <w:jc w:val="center"/>
            </w:pPr>
            <w:r w:rsidRPr="00844C9A">
              <w:t>Участковые  избира</w:t>
            </w:r>
            <w:r>
              <w:softHyphen/>
            </w:r>
            <w:r w:rsidRPr="00844C9A">
              <w:t>тельные  комиссии</w:t>
            </w:r>
          </w:p>
          <w:p w:rsidR="00604296" w:rsidRPr="00844C9A" w:rsidRDefault="00604296" w:rsidP="003713EF">
            <w:pPr>
              <w:jc w:val="center"/>
            </w:pPr>
          </w:p>
        </w:tc>
      </w:tr>
      <w:tr w:rsidR="00604296" w:rsidRPr="00844C9A" w:rsidTr="0079767A">
        <w:trPr>
          <w:trHeight w:val="20"/>
        </w:trPr>
        <w:tc>
          <w:tcPr>
            <w:tcW w:w="709" w:type="dxa"/>
            <w:gridSpan w:val="2"/>
            <w:tcBorders>
              <w:top w:val="single" w:sz="4" w:space="0" w:color="auto"/>
            </w:tcBorders>
          </w:tcPr>
          <w:p w:rsidR="00604296" w:rsidRDefault="00604296" w:rsidP="001F654A">
            <w:pPr>
              <w:jc w:val="center"/>
              <w:rPr>
                <w:b/>
              </w:rPr>
            </w:pPr>
            <w:r>
              <w:rPr>
                <w:b/>
              </w:rPr>
              <w:t>89.</w:t>
            </w:r>
          </w:p>
        </w:tc>
        <w:tc>
          <w:tcPr>
            <w:tcW w:w="3976" w:type="dxa"/>
            <w:tcBorders>
              <w:top w:val="single" w:sz="4" w:space="0" w:color="auto"/>
            </w:tcBorders>
          </w:tcPr>
          <w:p w:rsidR="00604296" w:rsidRPr="00844C9A" w:rsidRDefault="00604296" w:rsidP="00476BFF">
            <w:pPr>
              <w:shd w:val="clear" w:color="auto" w:fill="FFFFFF"/>
            </w:pPr>
            <w:r w:rsidRPr="00844C9A">
              <w:t>Оповещение избирателей о дне, вре</w:t>
            </w:r>
            <w:r>
              <w:softHyphen/>
            </w:r>
            <w:r w:rsidRPr="00844C9A">
              <w:t>мени и месте голосования через средства массовой информации или иным способом</w:t>
            </w:r>
          </w:p>
          <w:p w:rsidR="00604296" w:rsidRPr="00844C9A" w:rsidRDefault="00604296" w:rsidP="00CA230D">
            <w:pPr>
              <w:jc w:val="right"/>
            </w:pPr>
            <w:r w:rsidRPr="00844C9A">
              <w:t>п.2 ст.64 ФЗ</w:t>
            </w:r>
          </w:p>
        </w:tc>
        <w:tc>
          <w:tcPr>
            <w:tcW w:w="2979" w:type="dxa"/>
            <w:gridSpan w:val="2"/>
            <w:tcBorders>
              <w:bottom w:val="single" w:sz="4" w:space="0" w:color="auto"/>
            </w:tcBorders>
          </w:tcPr>
          <w:p w:rsidR="00604296" w:rsidRPr="00DF740A" w:rsidRDefault="00604296" w:rsidP="003713EF">
            <w:pPr>
              <w:jc w:val="center"/>
            </w:pPr>
            <w:r w:rsidRPr="00844C9A">
              <w:t xml:space="preserve">Не позднее, чем за 10 дней до дня голосования, </w:t>
            </w:r>
            <w:r w:rsidRPr="00844C9A">
              <w:rPr>
                <w:b/>
              </w:rPr>
              <w:t>т.е.</w:t>
            </w:r>
            <w:r w:rsidRPr="00844C9A">
              <w:t xml:space="preserve"> </w:t>
            </w:r>
            <w:r w:rsidRPr="00844C9A">
              <w:rPr>
                <w:b/>
              </w:rPr>
              <w:t>не позднее 2</w:t>
            </w:r>
            <w:r>
              <w:rPr>
                <w:b/>
              </w:rPr>
              <w:t>8</w:t>
            </w:r>
            <w:r w:rsidRPr="00844C9A">
              <w:rPr>
                <w:b/>
              </w:rPr>
              <w:t>.08.</w:t>
            </w:r>
            <w:r>
              <w:rPr>
                <w:b/>
              </w:rPr>
              <w:t>2019</w:t>
            </w:r>
          </w:p>
        </w:tc>
        <w:tc>
          <w:tcPr>
            <w:tcW w:w="2542" w:type="dxa"/>
            <w:gridSpan w:val="2"/>
            <w:tcBorders>
              <w:bottom w:val="single" w:sz="4" w:space="0" w:color="auto"/>
            </w:tcBorders>
          </w:tcPr>
          <w:p w:rsidR="00604296" w:rsidRPr="00844C9A" w:rsidRDefault="00604296" w:rsidP="003713EF">
            <w:pPr>
              <w:shd w:val="clear" w:color="auto" w:fill="FFFFFF"/>
              <w:jc w:val="center"/>
            </w:pPr>
            <w:r>
              <w:t>Участковые</w:t>
            </w:r>
            <w:r w:rsidRPr="00844C9A">
              <w:t xml:space="preserve"> избир</w:t>
            </w:r>
            <w:r w:rsidRPr="00844C9A">
              <w:t>а</w:t>
            </w:r>
            <w:r w:rsidRPr="00844C9A">
              <w:t>тельные комиссии</w:t>
            </w:r>
          </w:p>
        </w:tc>
      </w:tr>
      <w:tr w:rsidR="00604296" w:rsidRPr="00844C9A" w:rsidTr="0079767A">
        <w:trPr>
          <w:trHeight w:val="20"/>
        </w:trPr>
        <w:tc>
          <w:tcPr>
            <w:tcW w:w="709" w:type="dxa"/>
            <w:gridSpan w:val="2"/>
            <w:tcBorders>
              <w:top w:val="single" w:sz="4" w:space="0" w:color="auto"/>
            </w:tcBorders>
          </w:tcPr>
          <w:p w:rsidR="00604296" w:rsidRPr="00844C9A" w:rsidRDefault="00604296" w:rsidP="001F654A">
            <w:pPr>
              <w:jc w:val="center"/>
              <w:rPr>
                <w:b/>
              </w:rPr>
            </w:pPr>
            <w:r>
              <w:rPr>
                <w:b/>
              </w:rPr>
              <w:t>90.</w:t>
            </w:r>
          </w:p>
        </w:tc>
        <w:tc>
          <w:tcPr>
            <w:tcW w:w="3982" w:type="dxa"/>
            <w:gridSpan w:val="2"/>
            <w:tcBorders>
              <w:bottom w:val="single" w:sz="4" w:space="0" w:color="auto"/>
            </w:tcBorders>
          </w:tcPr>
          <w:p w:rsidR="00604296" w:rsidRDefault="00604296" w:rsidP="003713EF">
            <w:r w:rsidRPr="00844C9A">
              <w:t>Назначение не менее  2  операторов специального программного обе</w:t>
            </w:r>
            <w:r w:rsidRPr="00844C9A">
              <w:t>с</w:t>
            </w:r>
            <w:r w:rsidRPr="00844C9A">
              <w:t>печения для изготовления проток</w:t>
            </w:r>
            <w:r w:rsidRPr="00844C9A">
              <w:t>о</w:t>
            </w:r>
            <w:r w:rsidRPr="00844C9A">
              <w:t>лов участковых комиссий об итогах голосования с  машиночитаемым кодом</w:t>
            </w:r>
          </w:p>
          <w:p w:rsidR="00604296" w:rsidRDefault="00604296" w:rsidP="001F654A">
            <w:pPr>
              <w:jc w:val="right"/>
            </w:pPr>
            <w:r w:rsidRPr="00844C9A">
              <w:t>п.1.5 постановления ЦИК РФ</w:t>
            </w:r>
          </w:p>
          <w:p w:rsidR="00604296" w:rsidRPr="00844C9A" w:rsidRDefault="00604296" w:rsidP="001F654A">
            <w:pPr>
              <w:jc w:val="right"/>
            </w:pPr>
            <w:r>
              <w:t>от 15.02.2017 №74/667-7</w:t>
            </w:r>
          </w:p>
        </w:tc>
        <w:tc>
          <w:tcPr>
            <w:tcW w:w="297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04296" w:rsidRDefault="00604296" w:rsidP="003713EF">
            <w:pPr>
              <w:jc w:val="center"/>
              <w:rPr>
                <w:b/>
              </w:rPr>
            </w:pPr>
            <w:r w:rsidRPr="00844C9A">
              <w:t xml:space="preserve">Не позднее чем  за 20 дней до дня голосования, </w:t>
            </w:r>
            <w:r w:rsidRPr="00844C9A">
              <w:rPr>
                <w:b/>
              </w:rPr>
              <w:t>т.е. не позднее 1</w:t>
            </w:r>
            <w:r>
              <w:rPr>
                <w:b/>
              </w:rPr>
              <w:t>8</w:t>
            </w:r>
            <w:r w:rsidRPr="00844C9A">
              <w:rPr>
                <w:b/>
              </w:rPr>
              <w:t>.08.</w:t>
            </w:r>
            <w:r>
              <w:rPr>
                <w:b/>
              </w:rPr>
              <w:t>2019</w:t>
            </w:r>
          </w:p>
          <w:p w:rsidR="00604296" w:rsidRPr="00844C9A" w:rsidRDefault="00604296" w:rsidP="00CA230D">
            <w:pPr>
              <w:jc w:val="center"/>
            </w:pPr>
          </w:p>
        </w:tc>
        <w:tc>
          <w:tcPr>
            <w:tcW w:w="2536" w:type="dxa"/>
            <w:tcBorders>
              <w:top w:val="single" w:sz="4" w:space="0" w:color="auto"/>
              <w:bottom w:val="single" w:sz="4" w:space="0" w:color="auto"/>
            </w:tcBorders>
          </w:tcPr>
          <w:p w:rsidR="00604296" w:rsidRPr="00844C9A" w:rsidRDefault="00604296" w:rsidP="00CA230D">
            <w:pPr>
              <w:shd w:val="clear" w:color="auto" w:fill="FFFFFF"/>
              <w:jc w:val="center"/>
            </w:pPr>
            <w:r w:rsidRPr="00844C9A">
              <w:t>Участковые избир</w:t>
            </w:r>
            <w:r w:rsidRPr="00844C9A">
              <w:t>а</w:t>
            </w:r>
            <w:r w:rsidRPr="00844C9A">
              <w:t>тельные комиссии</w:t>
            </w:r>
          </w:p>
        </w:tc>
      </w:tr>
      <w:tr w:rsidR="00604296" w:rsidRPr="00844C9A" w:rsidTr="0079767A">
        <w:trPr>
          <w:trHeight w:val="20"/>
        </w:trPr>
        <w:tc>
          <w:tcPr>
            <w:tcW w:w="709" w:type="dxa"/>
            <w:gridSpan w:val="2"/>
          </w:tcPr>
          <w:p w:rsidR="00604296" w:rsidRPr="00844C9A" w:rsidRDefault="00604296" w:rsidP="001F654A">
            <w:pPr>
              <w:jc w:val="center"/>
              <w:rPr>
                <w:b/>
              </w:rPr>
            </w:pPr>
            <w:r>
              <w:rPr>
                <w:b/>
              </w:rPr>
              <w:t>91.</w:t>
            </w:r>
          </w:p>
        </w:tc>
        <w:tc>
          <w:tcPr>
            <w:tcW w:w="3976" w:type="dxa"/>
            <w:tcBorders>
              <w:top w:val="single" w:sz="4" w:space="0" w:color="auto"/>
              <w:bottom w:val="single" w:sz="4" w:space="0" w:color="auto"/>
            </w:tcBorders>
          </w:tcPr>
          <w:p w:rsidR="00604296" w:rsidRPr="00844C9A" w:rsidRDefault="00604296" w:rsidP="003713EF">
            <w:r w:rsidRPr="00844C9A">
              <w:t>Обучение операторов специального программного обеспечения учас</w:t>
            </w:r>
            <w:r w:rsidRPr="00844C9A">
              <w:t>т</w:t>
            </w:r>
            <w:r w:rsidRPr="00844C9A">
              <w:t>ковой избирательной комиссии и передача по  акту в участковые и</w:t>
            </w:r>
            <w:r w:rsidRPr="00844C9A">
              <w:t>з</w:t>
            </w:r>
            <w:r w:rsidRPr="00844C9A">
              <w:t>бирательные комиссии файлов, с</w:t>
            </w:r>
            <w:r w:rsidRPr="00844C9A">
              <w:t>о</w:t>
            </w:r>
            <w:r w:rsidRPr="00844C9A">
              <w:t>держащих шаблоны протоколов участковых  комиссий об итогах г</w:t>
            </w:r>
            <w:r w:rsidRPr="00844C9A">
              <w:t>о</w:t>
            </w:r>
            <w:r w:rsidRPr="00844C9A">
              <w:t>лосования с машиночитаемым к</w:t>
            </w:r>
            <w:r w:rsidRPr="00844C9A">
              <w:t>о</w:t>
            </w:r>
            <w:r w:rsidRPr="00844C9A">
              <w:t>дом</w:t>
            </w:r>
          </w:p>
          <w:p w:rsidR="00604296" w:rsidRDefault="00604296" w:rsidP="003713EF"/>
          <w:p w:rsidR="00604296" w:rsidRDefault="00604296" w:rsidP="003713EF">
            <w:r w:rsidRPr="00844C9A">
              <w:t>п.1.5 и 2.2 постановления ЦИК РФ</w:t>
            </w:r>
          </w:p>
          <w:p w:rsidR="00604296" w:rsidRPr="00844C9A" w:rsidRDefault="00604296" w:rsidP="003713EF">
            <w:r w:rsidRPr="00844C9A">
              <w:t>от 15.02.2017 №74/667-7</w:t>
            </w:r>
          </w:p>
        </w:tc>
        <w:tc>
          <w:tcPr>
            <w:tcW w:w="297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04296" w:rsidRPr="00844C9A" w:rsidRDefault="00604296" w:rsidP="00CA230D">
            <w:pPr>
              <w:jc w:val="center"/>
            </w:pPr>
            <w:r w:rsidRPr="00844C9A">
              <w:t>Не позднее, чем за 3 дня до дня голосования,</w:t>
            </w:r>
            <w:r>
              <w:rPr>
                <w:b/>
              </w:rPr>
              <w:t xml:space="preserve"> т.е. не позднее 04</w:t>
            </w:r>
            <w:r w:rsidRPr="00844C9A">
              <w:rPr>
                <w:b/>
              </w:rPr>
              <w:t>.0</w:t>
            </w:r>
            <w:r>
              <w:rPr>
                <w:b/>
              </w:rPr>
              <w:t>9</w:t>
            </w:r>
            <w:r w:rsidRPr="00844C9A">
              <w:rPr>
                <w:b/>
              </w:rPr>
              <w:t>.</w:t>
            </w:r>
            <w:r>
              <w:rPr>
                <w:b/>
              </w:rPr>
              <w:t>2019</w:t>
            </w:r>
          </w:p>
          <w:p w:rsidR="00604296" w:rsidRDefault="00604296" w:rsidP="003713EF">
            <w:pPr>
              <w:jc w:val="center"/>
            </w:pPr>
          </w:p>
          <w:p w:rsidR="00604296" w:rsidRPr="00844C9A" w:rsidRDefault="00604296" w:rsidP="003713EF">
            <w:pPr>
              <w:jc w:val="center"/>
            </w:pPr>
          </w:p>
        </w:tc>
        <w:tc>
          <w:tcPr>
            <w:tcW w:w="254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04296" w:rsidRPr="00844C9A" w:rsidRDefault="00604296" w:rsidP="00CA230D">
            <w:pPr>
              <w:jc w:val="center"/>
            </w:pPr>
            <w:r>
              <w:t>Территориальная</w:t>
            </w:r>
            <w:r w:rsidRPr="00844C9A">
              <w:t xml:space="preserve"> и</w:t>
            </w:r>
            <w:r w:rsidRPr="00844C9A">
              <w:t>з</w:t>
            </w:r>
            <w:r w:rsidRPr="00844C9A">
              <w:t>бирательн</w:t>
            </w:r>
            <w:r>
              <w:t>ая</w:t>
            </w:r>
            <w:r w:rsidRPr="00844C9A">
              <w:t xml:space="preserve"> комисси</w:t>
            </w:r>
            <w:r>
              <w:t>я Мглинского района</w:t>
            </w:r>
          </w:p>
        </w:tc>
      </w:tr>
      <w:tr w:rsidR="00604296" w:rsidRPr="00844C9A" w:rsidTr="0079767A">
        <w:trPr>
          <w:trHeight w:val="20"/>
        </w:trPr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:rsidR="00604296" w:rsidRPr="00844C9A" w:rsidRDefault="00604296" w:rsidP="003713EF">
            <w:pPr>
              <w:jc w:val="center"/>
              <w:rPr>
                <w:b/>
              </w:rPr>
            </w:pPr>
            <w:r>
              <w:rPr>
                <w:b/>
              </w:rPr>
              <w:t>92</w:t>
            </w:r>
            <w:r w:rsidRPr="00844C9A">
              <w:rPr>
                <w:b/>
              </w:rPr>
              <w:t>.</w:t>
            </w:r>
          </w:p>
        </w:tc>
        <w:tc>
          <w:tcPr>
            <w:tcW w:w="3976" w:type="dxa"/>
            <w:tcBorders>
              <w:top w:val="single" w:sz="4" w:space="0" w:color="auto"/>
              <w:bottom w:val="single" w:sz="4" w:space="0" w:color="auto"/>
            </w:tcBorders>
          </w:tcPr>
          <w:p w:rsidR="00604296" w:rsidRDefault="00604296" w:rsidP="003713EF">
            <w:r w:rsidRPr="00844C9A">
              <w:t>Проведение в участковых избир</w:t>
            </w:r>
            <w:r w:rsidRPr="00844C9A">
              <w:t>а</w:t>
            </w:r>
            <w:r w:rsidRPr="00844C9A">
              <w:t>тельных комиссиях тренировки  по работе со специальным програм</w:t>
            </w:r>
            <w:r w:rsidRPr="00844C9A">
              <w:t>м</w:t>
            </w:r>
            <w:r w:rsidRPr="00844C9A">
              <w:t>ным обеспечением для изготовл</w:t>
            </w:r>
            <w:r w:rsidRPr="00844C9A">
              <w:t>е</w:t>
            </w:r>
            <w:r w:rsidRPr="00844C9A">
              <w:t>ния протоколов участковых коми</w:t>
            </w:r>
            <w:r w:rsidRPr="00844C9A">
              <w:t>с</w:t>
            </w:r>
            <w:r w:rsidRPr="00844C9A">
              <w:t>сий об итогах  голосования с маш</w:t>
            </w:r>
            <w:r w:rsidRPr="00844C9A">
              <w:t>и</w:t>
            </w:r>
            <w:r w:rsidRPr="00844C9A">
              <w:t>ночитаемым кодом, направление в Избирательную  комиссию Бря</w:t>
            </w:r>
            <w:r w:rsidRPr="00844C9A">
              <w:t>н</w:t>
            </w:r>
            <w:r w:rsidRPr="00844C9A">
              <w:t>ской области сообщения о готовн</w:t>
            </w:r>
            <w:r w:rsidRPr="00844C9A">
              <w:t>о</w:t>
            </w:r>
            <w:r w:rsidRPr="00844C9A">
              <w:t>сти применения данной технологии</w:t>
            </w:r>
          </w:p>
          <w:p w:rsidR="00604296" w:rsidRDefault="00604296" w:rsidP="00962AD5">
            <w:pPr>
              <w:jc w:val="right"/>
            </w:pPr>
            <w:r w:rsidRPr="00844C9A">
              <w:t>п. 2.3 постановления ЦИК РФ</w:t>
            </w:r>
          </w:p>
          <w:p w:rsidR="00604296" w:rsidRPr="00844C9A" w:rsidRDefault="00604296" w:rsidP="00962AD5">
            <w:pPr>
              <w:jc w:val="right"/>
            </w:pPr>
            <w:r>
              <w:t>от 15.02.2017 №74/667-7</w:t>
            </w:r>
          </w:p>
        </w:tc>
        <w:tc>
          <w:tcPr>
            <w:tcW w:w="297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04296" w:rsidRDefault="00604296" w:rsidP="003713EF">
            <w:pPr>
              <w:jc w:val="center"/>
              <w:rPr>
                <w:b/>
              </w:rPr>
            </w:pPr>
            <w:r w:rsidRPr="00844C9A">
              <w:t xml:space="preserve">В  день предшествующий дню голосования, </w:t>
            </w:r>
            <w:r w:rsidRPr="00844C9A">
              <w:rPr>
                <w:b/>
              </w:rPr>
              <w:t>т.е. 0</w:t>
            </w:r>
            <w:r>
              <w:rPr>
                <w:b/>
              </w:rPr>
              <w:t>7</w:t>
            </w:r>
            <w:r w:rsidRPr="00844C9A">
              <w:rPr>
                <w:b/>
              </w:rPr>
              <w:t>.09.</w:t>
            </w:r>
            <w:r>
              <w:rPr>
                <w:b/>
              </w:rPr>
              <w:t>2019</w:t>
            </w:r>
          </w:p>
          <w:p w:rsidR="00604296" w:rsidRPr="00844C9A" w:rsidRDefault="00604296" w:rsidP="003713EF">
            <w:pPr>
              <w:jc w:val="center"/>
            </w:pPr>
            <w:r>
              <w:t>С</w:t>
            </w:r>
            <w:r w:rsidRPr="00844C9A">
              <w:t xml:space="preserve"> 08.00 до 20.00 часов по местному времени </w:t>
            </w:r>
            <w:r w:rsidRPr="00844C9A">
              <w:rPr>
                <w:b/>
              </w:rPr>
              <w:t>0</w:t>
            </w:r>
            <w:r>
              <w:rPr>
                <w:b/>
              </w:rPr>
              <w:t>8</w:t>
            </w:r>
            <w:r w:rsidRPr="00844C9A">
              <w:rPr>
                <w:b/>
              </w:rPr>
              <w:t>.09.</w:t>
            </w:r>
            <w:r>
              <w:rPr>
                <w:b/>
              </w:rPr>
              <w:t>2019</w:t>
            </w:r>
          </w:p>
        </w:tc>
        <w:tc>
          <w:tcPr>
            <w:tcW w:w="2542" w:type="dxa"/>
            <w:gridSpan w:val="2"/>
            <w:tcBorders>
              <w:top w:val="single" w:sz="4" w:space="0" w:color="auto"/>
            </w:tcBorders>
          </w:tcPr>
          <w:p w:rsidR="00604296" w:rsidRPr="00844C9A" w:rsidRDefault="00604296" w:rsidP="00962AD5">
            <w:pPr>
              <w:shd w:val="clear" w:color="auto" w:fill="FFFFFF"/>
              <w:jc w:val="center"/>
            </w:pPr>
            <w:r>
              <w:t>Территориальная</w:t>
            </w:r>
            <w:r w:rsidRPr="00844C9A">
              <w:t xml:space="preserve"> и</w:t>
            </w:r>
            <w:r w:rsidRPr="00844C9A">
              <w:t>з</w:t>
            </w:r>
            <w:r w:rsidRPr="00844C9A">
              <w:t>бирательн</w:t>
            </w:r>
            <w:r>
              <w:t>ая</w:t>
            </w:r>
            <w:r w:rsidRPr="00844C9A">
              <w:t xml:space="preserve"> комисси</w:t>
            </w:r>
            <w:r>
              <w:t>я Мглинского района,  участковые избир</w:t>
            </w:r>
            <w:r>
              <w:t>а</w:t>
            </w:r>
            <w:r>
              <w:t>тельные комиссии</w:t>
            </w:r>
          </w:p>
          <w:p w:rsidR="00604296" w:rsidRPr="00844C9A" w:rsidRDefault="00604296" w:rsidP="003713EF">
            <w:pPr>
              <w:jc w:val="center"/>
            </w:pPr>
          </w:p>
        </w:tc>
      </w:tr>
      <w:tr w:rsidR="00604296" w:rsidRPr="00844C9A" w:rsidTr="0079767A">
        <w:trPr>
          <w:trHeight w:val="20"/>
        </w:trPr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:rsidR="00604296" w:rsidRPr="00844C9A" w:rsidRDefault="00604296" w:rsidP="003713EF">
            <w:pPr>
              <w:jc w:val="center"/>
              <w:rPr>
                <w:b/>
              </w:rPr>
            </w:pPr>
            <w:r>
              <w:rPr>
                <w:b/>
              </w:rPr>
              <w:t>93</w:t>
            </w:r>
            <w:r w:rsidRPr="00844C9A">
              <w:rPr>
                <w:b/>
              </w:rPr>
              <w:t>.</w:t>
            </w:r>
          </w:p>
        </w:tc>
        <w:tc>
          <w:tcPr>
            <w:tcW w:w="3976" w:type="dxa"/>
            <w:tcBorders>
              <w:top w:val="single" w:sz="4" w:space="0" w:color="auto"/>
              <w:bottom w:val="single" w:sz="4" w:space="0" w:color="auto"/>
            </w:tcBorders>
          </w:tcPr>
          <w:p w:rsidR="00604296" w:rsidRPr="00844C9A" w:rsidRDefault="00604296" w:rsidP="003713EF">
            <w:r w:rsidRPr="00844C9A">
              <w:t>Голосование</w:t>
            </w:r>
          </w:p>
          <w:p w:rsidR="00604296" w:rsidRPr="00844C9A" w:rsidRDefault="00604296" w:rsidP="003713EF">
            <w:r w:rsidRPr="00844C9A">
              <w:t>п.1 ст.64 ФЗ</w:t>
            </w:r>
          </w:p>
          <w:p w:rsidR="00604296" w:rsidRPr="00844C9A" w:rsidRDefault="00604296" w:rsidP="003713EF">
            <w:r>
              <w:t xml:space="preserve">п. 1 </w:t>
            </w:r>
            <w:r w:rsidRPr="00844C9A">
              <w:t>ст.43 ЗБО</w:t>
            </w:r>
          </w:p>
        </w:tc>
        <w:tc>
          <w:tcPr>
            <w:tcW w:w="2979" w:type="dxa"/>
            <w:gridSpan w:val="2"/>
            <w:tcBorders>
              <w:top w:val="single" w:sz="4" w:space="0" w:color="auto"/>
            </w:tcBorders>
          </w:tcPr>
          <w:p w:rsidR="00604296" w:rsidRDefault="00604296" w:rsidP="003713EF">
            <w:pPr>
              <w:jc w:val="center"/>
            </w:pPr>
            <w:r>
              <w:t>С</w:t>
            </w:r>
            <w:r w:rsidRPr="00844C9A">
              <w:t xml:space="preserve"> 08.00 до 20.00 часов по местному времени </w:t>
            </w:r>
            <w:r w:rsidRPr="00844C9A">
              <w:rPr>
                <w:b/>
              </w:rPr>
              <w:t>0</w:t>
            </w:r>
            <w:r>
              <w:rPr>
                <w:b/>
              </w:rPr>
              <w:t>8</w:t>
            </w:r>
            <w:r w:rsidRPr="00844C9A">
              <w:rPr>
                <w:b/>
              </w:rPr>
              <w:t>.09.</w:t>
            </w:r>
            <w:r>
              <w:rPr>
                <w:b/>
              </w:rPr>
              <w:t>2019</w:t>
            </w:r>
          </w:p>
        </w:tc>
        <w:tc>
          <w:tcPr>
            <w:tcW w:w="2542" w:type="dxa"/>
            <w:gridSpan w:val="2"/>
          </w:tcPr>
          <w:p w:rsidR="00604296" w:rsidRPr="00844C9A" w:rsidRDefault="00604296" w:rsidP="003713EF">
            <w:pPr>
              <w:jc w:val="center"/>
            </w:pPr>
            <w:r w:rsidRPr="00844C9A">
              <w:t>Участковые избир</w:t>
            </w:r>
            <w:r w:rsidRPr="00844C9A">
              <w:t>а</w:t>
            </w:r>
            <w:r w:rsidRPr="00844C9A">
              <w:t>тельные комиссии</w:t>
            </w:r>
          </w:p>
        </w:tc>
      </w:tr>
      <w:tr w:rsidR="00604296" w:rsidRPr="00844C9A" w:rsidTr="0079767A">
        <w:trPr>
          <w:trHeight w:val="20"/>
        </w:trPr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04296" w:rsidRPr="00844C9A" w:rsidRDefault="00604296" w:rsidP="00484576">
            <w:pPr>
              <w:jc w:val="center"/>
              <w:rPr>
                <w:b/>
              </w:rPr>
            </w:pPr>
            <w:r>
              <w:rPr>
                <w:b/>
              </w:rPr>
              <w:t>94</w:t>
            </w:r>
            <w:r w:rsidRPr="00844C9A">
              <w:rPr>
                <w:b/>
              </w:rPr>
              <w:t>.</w:t>
            </w:r>
          </w:p>
        </w:tc>
        <w:tc>
          <w:tcPr>
            <w:tcW w:w="3976" w:type="dxa"/>
            <w:tcBorders>
              <w:top w:val="single" w:sz="4" w:space="0" w:color="auto"/>
            </w:tcBorders>
          </w:tcPr>
          <w:p w:rsidR="00604296" w:rsidRDefault="00604296" w:rsidP="003713EF">
            <w:r>
              <w:t>Подача в участковые избирательные комиссии заявлений избирателей о голосовании вне помещения для г</w:t>
            </w:r>
            <w:r>
              <w:t>о</w:t>
            </w:r>
            <w:r>
              <w:t>лосования</w:t>
            </w:r>
          </w:p>
          <w:p w:rsidR="00604296" w:rsidRDefault="00604296" w:rsidP="003713EF"/>
          <w:p w:rsidR="00604296" w:rsidRDefault="00604296" w:rsidP="00317BF7">
            <w:pPr>
              <w:jc w:val="right"/>
            </w:pPr>
            <w:r>
              <w:t>п. 5 ст. 66 ФЗ</w:t>
            </w:r>
          </w:p>
          <w:p w:rsidR="00604296" w:rsidRPr="00844C9A" w:rsidRDefault="00604296" w:rsidP="00317BF7">
            <w:pPr>
              <w:jc w:val="right"/>
            </w:pPr>
            <w:r>
              <w:t>п. 2 ст. 44 ЗБО</w:t>
            </w:r>
          </w:p>
        </w:tc>
        <w:tc>
          <w:tcPr>
            <w:tcW w:w="2979" w:type="dxa"/>
            <w:gridSpan w:val="2"/>
          </w:tcPr>
          <w:p w:rsidR="00604296" w:rsidRDefault="00604296" w:rsidP="003713EF">
            <w:pPr>
              <w:jc w:val="center"/>
              <w:rPr>
                <w:b/>
              </w:rPr>
            </w:pPr>
            <w:r>
              <w:t>В течение 10 дней до дня голосования, но не поз</w:t>
            </w:r>
            <w:r>
              <w:t>д</w:t>
            </w:r>
            <w:r>
              <w:t>нее чем за 6 часов до окончания времени гол</w:t>
            </w:r>
            <w:r>
              <w:t>о</w:t>
            </w:r>
            <w:r>
              <w:t xml:space="preserve">сования, </w:t>
            </w:r>
            <w:r w:rsidRPr="0001011E">
              <w:rPr>
                <w:b/>
              </w:rPr>
              <w:t xml:space="preserve">т.е. с </w:t>
            </w:r>
            <w:r>
              <w:rPr>
                <w:b/>
              </w:rPr>
              <w:t>29.08.2019</w:t>
            </w:r>
            <w:r w:rsidRPr="0001011E">
              <w:rPr>
                <w:b/>
              </w:rPr>
              <w:t xml:space="preserve"> до 14.00 0</w:t>
            </w:r>
            <w:r>
              <w:rPr>
                <w:b/>
              </w:rPr>
              <w:t>8</w:t>
            </w:r>
            <w:r w:rsidRPr="0001011E">
              <w:rPr>
                <w:b/>
              </w:rPr>
              <w:t>.09.</w:t>
            </w:r>
            <w:r>
              <w:rPr>
                <w:b/>
              </w:rPr>
              <w:t>2019</w:t>
            </w:r>
          </w:p>
          <w:p w:rsidR="00604296" w:rsidRPr="00844C9A" w:rsidRDefault="00604296" w:rsidP="003713EF">
            <w:pPr>
              <w:jc w:val="center"/>
            </w:pPr>
          </w:p>
        </w:tc>
        <w:tc>
          <w:tcPr>
            <w:tcW w:w="2542" w:type="dxa"/>
            <w:gridSpan w:val="2"/>
          </w:tcPr>
          <w:p w:rsidR="00604296" w:rsidRPr="00844C9A" w:rsidRDefault="00604296" w:rsidP="005C68AB">
            <w:pPr>
              <w:suppressAutoHyphens/>
            </w:pPr>
            <w:r>
              <w:t xml:space="preserve">Избиратели, которые имеют право быть включенными или включены в список избирателей на соответствующем избирательном участке </w:t>
            </w:r>
          </w:p>
        </w:tc>
      </w:tr>
      <w:tr w:rsidR="00604296" w:rsidRPr="00844C9A" w:rsidTr="0079767A">
        <w:trPr>
          <w:trHeight w:val="20"/>
        </w:trPr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04296" w:rsidRPr="00844C9A" w:rsidRDefault="00604296" w:rsidP="00484576">
            <w:pPr>
              <w:jc w:val="center"/>
              <w:rPr>
                <w:b/>
              </w:rPr>
            </w:pPr>
            <w:r>
              <w:rPr>
                <w:b/>
              </w:rPr>
              <w:t>95</w:t>
            </w:r>
            <w:r w:rsidRPr="00844C9A">
              <w:rPr>
                <w:b/>
              </w:rPr>
              <w:t>.</w:t>
            </w:r>
          </w:p>
        </w:tc>
        <w:tc>
          <w:tcPr>
            <w:tcW w:w="3976" w:type="dxa"/>
          </w:tcPr>
          <w:p w:rsidR="00604296" w:rsidRPr="00844C9A" w:rsidRDefault="00604296" w:rsidP="003713EF">
            <w:r w:rsidRPr="00844C9A">
              <w:t>Подсчет голосов избирателей на и</w:t>
            </w:r>
            <w:r w:rsidRPr="00844C9A">
              <w:t>з</w:t>
            </w:r>
            <w:r w:rsidRPr="00844C9A">
              <w:t>бирательном участке</w:t>
            </w:r>
          </w:p>
          <w:p w:rsidR="00604296" w:rsidRPr="00844C9A" w:rsidRDefault="00604296" w:rsidP="003713EF"/>
          <w:p w:rsidR="00604296" w:rsidRPr="00844C9A" w:rsidRDefault="00604296" w:rsidP="00317BF7">
            <w:pPr>
              <w:jc w:val="right"/>
            </w:pPr>
            <w:r w:rsidRPr="00844C9A">
              <w:t>п. 2 ст. 68 ФЗ</w:t>
            </w:r>
          </w:p>
          <w:p w:rsidR="00604296" w:rsidRPr="00844C9A" w:rsidRDefault="00604296" w:rsidP="00317BF7">
            <w:pPr>
              <w:jc w:val="right"/>
            </w:pPr>
            <w:r>
              <w:t>п.2 ст. 46 ЗБО</w:t>
            </w:r>
          </w:p>
        </w:tc>
        <w:tc>
          <w:tcPr>
            <w:tcW w:w="2979" w:type="dxa"/>
            <w:gridSpan w:val="2"/>
          </w:tcPr>
          <w:p w:rsidR="00604296" w:rsidRPr="00844C9A" w:rsidRDefault="00604296" w:rsidP="00317BF7">
            <w:pPr>
              <w:jc w:val="center"/>
            </w:pPr>
            <w:r w:rsidRPr="00844C9A">
              <w:t>Сразу после окончания времени голосования без перерыва и до установл</w:t>
            </w:r>
            <w:r w:rsidRPr="00844C9A">
              <w:t>е</w:t>
            </w:r>
            <w:r w:rsidRPr="00844C9A">
              <w:t xml:space="preserve">ния итогов голосования на избирательном участке </w:t>
            </w:r>
          </w:p>
        </w:tc>
        <w:tc>
          <w:tcPr>
            <w:tcW w:w="2542" w:type="dxa"/>
            <w:gridSpan w:val="2"/>
          </w:tcPr>
          <w:p w:rsidR="00604296" w:rsidRPr="00844C9A" w:rsidRDefault="00604296" w:rsidP="005C68AB">
            <w:pPr>
              <w:suppressAutoHyphens/>
              <w:jc w:val="both"/>
            </w:pPr>
            <w:r w:rsidRPr="00844C9A">
              <w:t>Участковые избирательные комиссии</w:t>
            </w:r>
          </w:p>
        </w:tc>
      </w:tr>
      <w:tr w:rsidR="00604296" w:rsidRPr="00844C9A" w:rsidTr="0079767A">
        <w:trPr>
          <w:trHeight w:val="20"/>
        </w:trPr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04296" w:rsidRPr="00844C9A" w:rsidRDefault="00604296" w:rsidP="003713EF">
            <w:pPr>
              <w:jc w:val="center"/>
              <w:rPr>
                <w:b/>
              </w:rPr>
            </w:pPr>
            <w:r w:rsidRPr="00844C9A">
              <w:rPr>
                <w:b/>
              </w:rPr>
              <w:t>9</w:t>
            </w:r>
            <w:r>
              <w:rPr>
                <w:b/>
              </w:rPr>
              <w:t>6</w:t>
            </w:r>
            <w:r w:rsidRPr="00844C9A">
              <w:rPr>
                <w:b/>
              </w:rPr>
              <w:t>.</w:t>
            </w:r>
          </w:p>
        </w:tc>
        <w:tc>
          <w:tcPr>
            <w:tcW w:w="3976" w:type="dxa"/>
          </w:tcPr>
          <w:p w:rsidR="00604296" w:rsidRPr="00844C9A" w:rsidRDefault="00604296" w:rsidP="003713EF">
            <w:r w:rsidRPr="00844C9A">
              <w:t>Проведение итогового заседания участковой избирательной коми</w:t>
            </w:r>
            <w:r w:rsidRPr="00844C9A">
              <w:t>с</w:t>
            </w:r>
            <w:r w:rsidRPr="00844C9A">
              <w:t>сии</w:t>
            </w:r>
          </w:p>
          <w:p w:rsidR="00604296" w:rsidRPr="00844C9A" w:rsidRDefault="00604296" w:rsidP="003713EF">
            <w:r w:rsidRPr="00844C9A">
              <w:t>п.26 ст.68 ФЗ</w:t>
            </w:r>
          </w:p>
          <w:p w:rsidR="00604296" w:rsidRPr="00844C9A" w:rsidRDefault="00604296" w:rsidP="003713EF">
            <w:r>
              <w:t xml:space="preserve">п. 22 ст. </w:t>
            </w:r>
            <w:r w:rsidRPr="00844C9A">
              <w:t>45 ЗБО</w:t>
            </w:r>
          </w:p>
        </w:tc>
        <w:tc>
          <w:tcPr>
            <w:tcW w:w="2979" w:type="dxa"/>
            <w:gridSpan w:val="2"/>
          </w:tcPr>
          <w:p w:rsidR="00604296" w:rsidRPr="00844C9A" w:rsidRDefault="00604296" w:rsidP="00317BF7">
            <w:pPr>
              <w:adjustRightInd w:val="0"/>
              <w:jc w:val="center"/>
            </w:pPr>
            <w:r w:rsidRPr="00844C9A">
              <w:t>После проведения всех необходимых действий и подсчетов и перед подп</w:t>
            </w:r>
            <w:r w:rsidRPr="00844C9A">
              <w:t>и</w:t>
            </w:r>
            <w:r w:rsidRPr="00844C9A">
              <w:t>санием протокола об ит</w:t>
            </w:r>
            <w:r w:rsidRPr="00844C9A">
              <w:t>о</w:t>
            </w:r>
            <w:r w:rsidRPr="00844C9A">
              <w:t>гах голосования</w:t>
            </w:r>
          </w:p>
        </w:tc>
        <w:tc>
          <w:tcPr>
            <w:tcW w:w="2542" w:type="dxa"/>
            <w:gridSpan w:val="2"/>
          </w:tcPr>
          <w:p w:rsidR="00604296" w:rsidRPr="00844C9A" w:rsidRDefault="00604296" w:rsidP="003713EF">
            <w:pPr>
              <w:jc w:val="center"/>
            </w:pPr>
            <w:r w:rsidRPr="00844C9A">
              <w:t>Участковые избир</w:t>
            </w:r>
            <w:r w:rsidRPr="00844C9A">
              <w:t>а</w:t>
            </w:r>
            <w:r w:rsidRPr="00844C9A">
              <w:t>тельные комиссии</w:t>
            </w:r>
          </w:p>
        </w:tc>
      </w:tr>
      <w:tr w:rsidR="00604296" w:rsidRPr="00844C9A" w:rsidTr="0079767A">
        <w:trPr>
          <w:trHeight w:val="20"/>
        </w:trPr>
        <w:tc>
          <w:tcPr>
            <w:tcW w:w="709" w:type="dxa"/>
            <w:gridSpan w:val="2"/>
            <w:tcBorders>
              <w:top w:val="single" w:sz="4" w:space="0" w:color="auto"/>
            </w:tcBorders>
          </w:tcPr>
          <w:p w:rsidR="00604296" w:rsidRPr="00844C9A" w:rsidRDefault="00604296" w:rsidP="003713EF">
            <w:pPr>
              <w:jc w:val="center"/>
              <w:rPr>
                <w:b/>
              </w:rPr>
            </w:pPr>
            <w:r>
              <w:rPr>
                <w:b/>
              </w:rPr>
              <w:t>97.</w:t>
            </w:r>
          </w:p>
        </w:tc>
        <w:tc>
          <w:tcPr>
            <w:tcW w:w="3976" w:type="dxa"/>
          </w:tcPr>
          <w:p w:rsidR="00604296" w:rsidRPr="00844C9A" w:rsidRDefault="00604296" w:rsidP="003713EF">
            <w:pPr>
              <w:adjustRightInd w:val="0"/>
            </w:pPr>
            <w:r w:rsidRPr="00844C9A">
              <w:t>Выдача копии протокола (проток</w:t>
            </w:r>
            <w:r w:rsidRPr="00844C9A">
              <w:t>о</w:t>
            </w:r>
            <w:r w:rsidRPr="00844C9A">
              <w:t>лов) об итогах</w:t>
            </w:r>
          </w:p>
          <w:p w:rsidR="00604296" w:rsidRPr="00844C9A" w:rsidRDefault="00604296" w:rsidP="00317BF7">
            <w:pPr>
              <w:tabs>
                <w:tab w:val="left" w:pos="1305"/>
                <w:tab w:val="right" w:pos="4186"/>
              </w:tabs>
              <w:adjustRightInd w:val="0"/>
              <w:jc w:val="right"/>
            </w:pPr>
            <w:r w:rsidRPr="00844C9A">
              <w:t>п. 29 ст. 68 ФЗ</w:t>
            </w:r>
          </w:p>
          <w:p w:rsidR="00604296" w:rsidRPr="00844C9A" w:rsidRDefault="00604296" w:rsidP="00317BF7">
            <w:pPr>
              <w:jc w:val="right"/>
            </w:pPr>
            <w:r w:rsidRPr="00844C9A">
              <w:t>п. 25 ст.46  ЗБО</w:t>
            </w:r>
          </w:p>
        </w:tc>
        <w:tc>
          <w:tcPr>
            <w:tcW w:w="2979" w:type="dxa"/>
            <w:gridSpan w:val="2"/>
          </w:tcPr>
          <w:p w:rsidR="00604296" w:rsidRPr="00844C9A" w:rsidRDefault="00604296" w:rsidP="00317BF7">
            <w:pPr>
              <w:adjustRightInd w:val="0"/>
              <w:jc w:val="both"/>
            </w:pPr>
            <w:r w:rsidRPr="00844C9A">
              <w:t>Не</w:t>
            </w:r>
            <w:r>
              <w:t>за</w:t>
            </w:r>
            <w:r w:rsidRPr="00844C9A">
              <w:t>медл</w:t>
            </w:r>
            <w:r>
              <w:t>ительно</w:t>
            </w:r>
            <w:r w:rsidRPr="00844C9A">
              <w:t xml:space="preserve"> после подписания протокола об итогах голосования</w:t>
            </w:r>
            <w:r>
              <w:t xml:space="preserve"> по требованию</w:t>
            </w:r>
          </w:p>
          <w:p w:rsidR="00604296" w:rsidRPr="00844C9A" w:rsidRDefault="00604296" w:rsidP="003713EF">
            <w:pPr>
              <w:jc w:val="center"/>
            </w:pPr>
          </w:p>
        </w:tc>
        <w:tc>
          <w:tcPr>
            <w:tcW w:w="2542" w:type="dxa"/>
            <w:gridSpan w:val="2"/>
            <w:tcBorders>
              <w:bottom w:val="single" w:sz="4" w:space="0" w:color="auto"/>
            </w:tcBorders>
          </w:tcPr>
          <w:p w:rsidR="00604296" w:rsidRPr="00844C9A" w:rsidRDefault="00604296" w:rsidP="003713EF">
            <w:pPr>
              <w:shd w:val="clear" w:color="auto" w:fill="FFFFFF"/>
              <w:jc w:val="center"/>
            </w:pPr>
            <w:r w:rsidRPr="00844C9A">
              <w:t>Участковые избир</w:t>
            </w:r>
            <w:r w:rsidRPr="00844C9A">
              <w:t>а</w:t>
            </w:r>
            <w:r w:rsidRPr="00844C9A">
              <w:t xml:space="preserve">тельные комиссии </w:t>
            </w:r>
          </w:p>
        </w:tc>
      </w:tr>
      <w:tr w:rsidR="00604296" w:rsidRPr="00844C9A" w:rsidTr="0079767A">
        <w:trPr>
          <w:trHeight w:val="20"/>
        </w:trPr>
        <w:tc>
          <w:tcPr>
            <w:tcW w:w="709" w:type="dxa"/>
            <w:gridSpan w:val="2"/>
          </w:tcPr>
          <w:p w:rsidR="00604296" w:rsidRPr="00844C9A" w:rsidRDefault="00604296" w:rsidP="003713EF">
            <w:pPr>
              <w:jc w:val="center"/>
              <w:rPr>
                <w:b/>
              </w:rPr>
            </w:pPr>
            <w:r>
              <w:rPr>
                <w:b/>
              </w:rPr>
              <w:t>98</w:t>
            </w:r>
            <w:r w:rsidRPr="00844C9A">
              <w:rPr>
                <w:b/>
              </w:rPr>
              <w:t>.</w:t>
            </w:r>
          </w:p>
        </w:tc>
        <w:tc>
          <w:tcPr>
            <w:tcW w:w="3976" w:type="dxa"/>
          </w:tcPr>
          <w:p w:rsidR="00604296" w:rsidRPr="00844C9A" w:rsidRDefault="00604296" w:rsidP="003713EF">
            <w:r w:rsidRPr="00844C9A">
              <w:t>Направление первого экземпляра протокола участковой избирател</w:t>
            </w:r>
            <w:r w:rsidRPr="00844C9A">
              <w:t>ь</w:t>
            </w:r>
            <w:r w:rsidRPr="00844C9A">
              <w:t>ной комиссии об итогах голосов</w:t>
            </w:r>
            <w:r w:rsidRPr="00844C9A">
              <w:t>а</w:t>
            </w:r>
            <w:r w:rsidRPr="00844C9A">
              <w:t>ния</w:t>
            </w:r>
            <w:r>
              <w:t xml:space="preserve"> по одномандатному избир</w:t>
            </w:r>
            <w:r>
              <w:t>а</w:t>
            </w:r>
            <w:r>
              <w:t>тельному округу, протокола об ит</w:t>
            </w:r>
            <w:r>
              <w:t>о</w:t>
            </w:r>
            <w:r>
              <w:t>гах голосования по единому изб</w:t>
            </w:r>
            <w:r>
              <w:t>и</w:t>
            </w:r>
            <w:r>
              <w:t>рательному округу – в территор</w:t>
            </w:r>
            <w:r>
              <w:t>и</w:t>
            </w:r>
            <w:r>
              <w:t>альную избирательную комиссию Мглинского района</w:t>
            </w:r>
          </w:p>
          <w:p w:rsidR="00604296" w:rsidRPr="00844C9A" w:rsidRDefault="00604296" w:rsidP="00537318">
            <w:pPr>
              <w:jc w:val="right"/>
            </w:pPr>
            <w:r w:rsidRPr="00844C9A">
              <w:t>п. 30 ст. 68 ФЗ</w:t>
            </w:r>
          </w:p>
          <w:p w:rsidR="00604296" w:rsidRPr="00844C9A" w:rsidRDefault="00604296" w:rsidP="00537318">
            <w:pPr>
              <w:jc w:val="right"/>
            </w:pPr>
            <w:r>
              <w:t>п. 26 ст. 46 ЗБО</w:t>
            </w:r>
          </w:p>
        </w:tc>
        <w:tc>
          <w:tcPr>
            <w:tcW w:w="2979" w:type="dxa"/>
            <w:gridSpan w:val="2"/>
            <w:tcBorders>
              <w:bottom w:val="single" w:sz="4" w:space="0" w:color="auto"/>
            </w:tcBorders>
          </w:tcPr>
          <w:p w:rsidR="00604296" w:rsidRDefault="00604296" w:rsidP="003713EF">
            <w:pPr>
              <w:shd w:val="clear" w:color="auto" w:fill="FFFFFF"/>
              <w:jc w:val="center"/>
            </w:pPr>
            <w:r w:rsidRPr="00844C9A">
              <w:t>Незамедлительно после подписания протокола всеми присутствующими членами участковой изб</w:t>
            </w:r>
            <w:r w:rsidRPr="00844C9A">
              <w:t>и</w:t>
            </w:r>
            <w:r w:rsidRPr="00844C9A">
              <w:t xml:space="preserve">рательной комиссии с правом решающего голоса и выдачи его заверенных копий лицам, имеющим право на их получение </w:t>
            </w:r>
          </w:p>
          <w:p w:rsidR="00604296" w:rsidRPr="00844C9A" w:rsidRDefault="00604296" w:rsidP="003713EF">
            <w:pPr>
              <w:shd w:val="clear" w:color="auto" w:fill="FFFFFF"/>
              <w:jc w:val="center"/>
            </w:pPr>
          </w:p>
        </w:tc>
        <w:tc>
          <w:tcPr>
            <w:tcW w:w="254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04296" w:rsidRPr="00844C9A" w:rsidRDefault="00604296" w:rsidP="003713EF">
            <w:pPr>
              <w:shd w:val="clear" w:color="auto" w:fill="FFFFFF"/>
              <w:jc w:val="center"/>
            </w:pPr>
            <w:r w:rsidRPr="00844C9A">
              <w:t>Участковые избир</w:t>
            </w:r>
            <w:r w:rsidRPr="00844C9A">
              <w:t>а</w:t>
            </w:r>
            <w:r w:rsidRPr="00844C9A">
              <w:t xml:space="preserve">тельные комиссии </w:t>
            </w:r>
          </w:p>
        </w:tc>
      </w:tr>
      <w:tr w:rsidR="00604296" w:rsidRPr="00844C9A" w:rsidTr="0079767A">
        <w:trPr>
          <w:trHeight w:val="20"/>
        </w:trPr>
        <w:tc>
          <w:tcPr>
            <w:tcW w:w="709" w:type="dxa"/>
            <w:gridSpan w:val="2"/>
          </w:tcPr>
          <w:p w:rsidR="00604296" w:rsidRPr="00F722BA" w:rsidRDefault="00604296" w:rsidP="003713E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99.</w:t>
            </w:r>
          </w:p>
        </w:tc>
        <w:tc>
          <w:tcPr>
            <w:tcW w:w="3976" w:type="dxa"/>
            <w:tcBorders>
              <w:bottom w:val="single" w:sz="4" w:space="0" w:color="auto"/>
            </w:tcBorders>
          </w:tcPr>
          <w:p w:rsidR="00604296" w:rsidRPr="00844C9A" w:rsidRDefault="00604296" w:rsidP="003713EF">
            <w:pPr>
              <w:shd w:val="clear" w:color="auto" w:fill="FFFFFF"/>
            </w:pPr>
            <w:r w:rsidRPr="00844C9A">
              <w:t>Определение результатов выборов по единому муниципальному изб</w:t>
            </w:r>
            <w:r w:rsidRPr="00844C9A">
              <w:t>и</w:t>
            </w:r>
            <w:r w:rsidRPr="00844C9A">
              <w:t>ра</w:t>
            </w:r>
            <w:r>
              <w:softHyphen/>
            </w:r>
            <w:r w:rsidRPr="00844C9A">
              <w:t>тельному округу</w:t>
            </w:r>
          </w:p>
          <w:p w:rsidR="00604296" w:rsidRPr="00844C9A" w:rsidRDefault="00604296" w:rsidP="00537318">
            <w:pPr>
              <w:shd w:val="clear" w:color="auto" w:fill="FFFFFF"/>
              <w:jc w:val="right"/>
            </w:pPr>
            <w:r>
              <w:t xml:space="preserve">п. 1 </w:t>
            </w:r>
            <w:r w:rsidRPr="00844C9A">
              <w:t>ст.49 ЗБО</w:t>
            </w:r>
          </w:p>
        </w:tc>
        <w:tc>
          <w:tcPr>
            <w:tcW w:w="297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04296" w:rsidRPr="00844C9A" w:rsidRDefault="00604296" w:rsidP="00537318">
            <w:pPr>
              <w:adjustRightInd w:val="0"/>
              <w:jc w:val="center"/>
            </w:pPr>
            <w:r w:rsidRPr="00844C9A">
              <w:t>Не позднее чем через де</w:t>
            </w:r>
            <w:r>
              <w:softHyphen/>
            </w:r>
            <w:r w:rsidRPr="00844C9A">
              <w:t>сять дней после дня голо</w:t>
            </w:r>
            <w:r>
              <w:softHyphen/>
            </w:r>
            <w:r w:rsidRPr="00844C9A">
              <w:t xml:space="preserve">сования, </w:t>
            </w:r>
            <w:r w:rsidRPr="00844C9A">
              <w:rPr>
                <w:b/>
              </w:rPr>
              <w:t xml:space="preserve">т.е. </w:t>
            </w:r>
            <w:r>
              <w:rPr>
                <w:b/>
              </w:rPr>
              <w:t>не позднее</w:t>
            </w:r>
            <w:r w:rsidRPr="00844C9A">
              <w:rPr>
                <w:b/>
              </w:rPr>
              <w:t xml:space="preserve"> </w:t>
            </w:r>
            <w:r>
              <w:rPr>
                <w:b/>
              </w:rPr>
              <w:t>19</w:t>
            </w:r>
            <w:r w:rsidRPr="00844C9A">
              <w:rPr>
                <w:b/>
              </w:rPr>
              <w:t>.09.</w:t>
            </w:r>
            <w:r>
              <w:rPr>
                <w:b/>
              </w:rPr>
              <w:t>2019</w:t>
            </w:r>
          </w:p>
        </w:tc>
        <w:tc>
          <w:tcPr>
            <w:tcW w:w="2542" w:type="dxa"/>
            <w:gridSpan w:val="2"/>
            <w:tcBorders>
              <w:top w:val="single" w:sz="4" w:space="0" w:color="auto"/>
            </w:tcBorders>
          </w:tcPr>
          <w:p w:rsidR="00604296" w:rsidRPr="00844C9A" w:rsidRDefault="00604296" w:rsidP="003713EF">
            <w:pPr>
              <w:shd w:val="clear" w:color="auto" w:fill="FFFFFF"/>
              <w:jc w:val="center"/>
            </w:pPr>
            <w:r>
              <w:t>Территориальная</w:t>
            </w:r>
            <w:r w:rsidRPr="00844C9A">
              <w:t xml:space="preserve"> и</w:t>
            </w:r>
            <w:r w:rsidRPr="00844C9A">
              <w:t>з</w:t>
            </w:r>
            <w:r w:rsidRPr="00844C9A">
              <w:t>бирательн</w:t>
            </w:r>
            <w:r>
              <w:t>ая</w:t>
            </w:r>
            <w:r w:rsidRPr="00844C9A">
              <w:t xml:space="preserve"> комисси</w:t>
            </w:r>
            <w:r>
              <w:t>я Мглинского района</w:t>
            </w:r>
            <w:r w:rsidRPr="00844C9A">
              <w:t xml:space="preserve"> </w:t>
            </w:r>
          </w:p>
        </w:tc>
      </w:tr>
      <w:tr w:rsidR="00604296" w:rsidRPr="00844C9A" w:rsidTr="0079767A">
        <w:trPr>
          <w:trHeight w:val="20"/>
        </w:trPr>
        <w:tc>
          <w:tcPr>
            <w:tcW w:w="709" w:type="dxa"/>
            <w:gridSpan w:val="2"/>
          </w:tcPr>
          <w:p w:rsidR="00604296" w:rsidRPr="00844C9A" w:rsidRDefault="00604296" w:rsidP="003713EF">
            <w:pPr>
              <w:jc w:val="center"/>
              <w:rPr>
                <w:b/>
              </w:rPr>
            </w:pPr>
            <w:r w:rsidRPr="00F722BA">
              <w:rPr>
                <w:b/>
                <w:sz w:val="20"/>
                <w:szCs w:val="20"/>
              </w:rPr>
              <w:t>10</w:t>
            </w:r>
            <w:r>
              <w:rPr>
                <w:b/>
                <w:sz w:val="20"/>
                <w:szCs w:val="20"/>
              </w:rPr>
              <w:t>0.</w:t>
            </w:r>
          </w:p>
        </w:tc>
        <w:tc>
          <w:tcPr>
            <w:tcW w:w="3976" w:type="dxa"/>
            <w:tcBorders>
              <w:top w:val="single" w:sz="4" w:space="0" w:color="auto"/>
              <w:bottom w:val="single" w:sz="4" w:space="0" w:color="auto"/>
            </w:tcBorders>
          </w:tcPr>
          <w:p w:rsidR="00604296" w:rsidRPr="00844C9A" w:rsidRDefault="00604296" w:rsidP="003713EF">
            <w:pPr>
              <w:shd w:val="clear" w:color="auto" w:fill="FFFFFF"/>
            </w:pPr>
            <w:r w:rsidRPr="00844C9A">
              <w:t>Определение результатов выборов по одномандатным избирательным ок</w:t>
            </w:r>
            <w:r>
              <w:softHyphen/>
            </w:r>
            <w:r w:rsidRPr="00844C9A">
              <w:t>ругам</w:t>
            </w:r>
          </w:p>
          <w:p w:rsidR="00604296" w:rsidRPr="00844C9A" w:rsidRDefault="00604296" w:rsidP="00537318">
            <w:pPr>
              <w:shd w:val="clear" w:color="auto" w:fill="FFFFFF"/>
              <w:jc w:val="right"/>
            </w:pPr>
            <w:r>
              <w:t xml:space="preserve">п.1 </w:t>
            </w:r>
            <w:r w:rsidRPr="00844C9A">
              <w:t>ст.48 ЗБО</w:t>
            </w:r>
          </w:p>
        </w:tc>
        <w:tc>
          <w:tcPr>
            <w:tcW w:w="2979" w:type="dxa"/>
            <w:gridSpan w:val="2"/>
            <w:tcBorders>
              <w:top w:val="single" w:sz="4" w:space="0" w:color="auto"/>
            </w:tcBorders>
          </w:tcPr>
          <w:p w:rsidR="00604296" w:rsidRDefault="00604296" w:rsidP="003713EF">
            <w:pPr>
              <w:shd w:val="clear" w:color="auto" w:fill="FFFFFF"/>
              <w:jc w:val="center"/>
              <w:rPr>
                <w:b/>
              </w:rPr>
            </w:pPr>
            <w:r w:rsidRPr="00844C9A">
              <w:t xml:space="preserve">Не позднее, чем </w:t>
            </w:r>
            <w:r>
              <w:t>на третий день</w:t>
            </w:r>
            <w:r w:rsidRPr="00844C9A">
              <w:t xml:space="preserve"> со дня голосования, </w:t>
            </w:r>
            <w:r w:rsidRPr="00844C9A">
              <w:rPr>
                <w:b/>
              </w:rPr>
              <w:t>т.е.</w:t>
            </w:r>
            <w:r w:rsidRPr="00844C9A">
              <w:t xml:space="preserve"> </w:t>
            </w:r>
            <w:r w:rsidRPr="00844C9A">
              <w:rPr>
                <w:b/>
              </w:rPr>
              <w:t>не позд</w:t>
            </w:r>
            <w:r>
              <w:rPr>
                <w:b/>
              </w:rPr>
              <w:t>нее 10</w:t>
            </w:r>
            <w:r w:rsidRPr="00844C9A">
              <w:rPr>
                <w:b/>
              </w:rPr>
              <w:t>.09.</w:t>
            </w:r>
            <w:r>
              <w:rPr>
                <w:b/>
              </w:rPr>
              <w:t>2019</w:t>
            </w:r>
          </w:p>
          <w:p w:rsidR="00604296" w:rsidRDefault="00604296" w:rsidP="003713EF">
            <w:pPr>
              <w:shd w:val="clear" w:color="auto" w:fill="FFFFFF"/>
              <w:jc w:val="center"/>
              <w:rPr>
                <w:b/>
              </w:rPr>
            </w:pPr>
          </w:p>
          <w:p w:rsidR="00604296" w:rsidRPr="00844C9A" w:rsidRDefault="00604296" w:rsidP="003713EF">
            <w:pPr>
              <w:shd w:val="clear" w:color="auto" w:fill="FFFFFF"/>
              <w:jc w:val="center"/>
            </w:pPr>
            <w:r w:rsidRPr="00844C9A">
              <w:t>Не позднее чем через де</w:t>
            </w:r>
            <w:r>
              <w:softHyphen/>
            </w:r>
            <w:r w:rsidRPr="00844C9A">
              <w:t>сять дней после дня голо</w:t>
            </w:r>
            <w:r>
              <w:softHyphen/>
            </w:r>
            <w:r w:rsidRPr="00844C9A">
              <w:t xml:space="preserve">сования, </w:t>
            </w:r>
            <w:r w:rsidRPr="00844C9A">
              <w:rPr>
                <w:b/>
              </w:rPr>
              <w:t xml:space="preserve">т.е. </w:t>
            </w:r>
            <w:r>
              <w:rPr>
                <w:b/>
              </w:rPr>
              <w:t>не позднее</w:t>
            </w:r>
            <w:r w:rsidRPr="00844C9A">
              <w:rPr>
                <w:b/>
              </w:rPr>
              <w:t xml:space="preserve"> </w:t>
            </w:r>
            <w:r>
              <w:rPr>
                <w:b/>
              </w:rPr>
              <w:t>19</w:t>
            </w:r>
            <w:r w:rsidRPr="00844C9A">
              <w:rPr>
                <w:b/>
              </w:rPr>
              <w:t>.09.</w:t>
            </w:r>
            <w:r>
              <w:rPr>
                <w:b/>
              </w:rPr>
              <w:t>2019</w:t>
            </w:r>
          </w:p>
        </w:tc>
        <w:tc>
          <w:tcPr>
            <w:tcW w:w="2542" w:type="dxa"/>
            <w:gridSpan w:val="2"/>
          </w:tcPr>
          <w:p w:rsidR="00604296" w:rsidRPr="00844C9A" w:rsidRDefault="00604296" w:rsidP="003713EF">
            <w:pPr>
              <w:shd w:val="clear" w:color="auto" w:fill="FFFFFF"/>
              <w:jc w:val="center"/>
            </w:pPr>
            <w:r>
              <w:t>Территориальная</w:t>
            </w:r>
            <w:r w:rsidRPr="00844C9A">
              <w:t xml:space="preserve"> и</w:t>
            </w:r>
            <w:r w:rsidRPr="00844C9A">
              <w:t>з</w:t>
            </w:r>
            <w:r w:rsidRPr="00844C9A">
              <w:t>бирательн</w:t>
            </w:r>
            <w:r>
              <w:t>ая</w:t>
            </w:r>
            <w:r w:rsidRPr="00844C9A">
              <w:t xml:space="preserve"> комисси</w:t>
            </w:r>
            <w:r>
              <w:t>я Мглинского района</w:t>
            </w:r>
            <w:r w:rsidRPr="00844C9A">
              <w:t xml:space="preserve"> </w:t>
            </w:r>
          </w:p>
        </w:tc>
      </w:tr>
      <w:tr w:rsidR="00604296" w:rsidRPr="00844C9A" w:rsidTr="0079767A">
        <w:trPr>
          <w:trHeight w:val="20"/>
        </w:trPr>
        <w:tc>
          <w:tcPr>
            <w:tcW w:w="709" w:type="dxa"/>
            <w:gridSpan w:val="2"/>
          </w:tcPr>
          <w:p w:rsidR="00604296" w:rsidRPr="00844C9A" w:rsidRDefault="00604296" w:rsidP="0079767A">
            <w:pPr>
              <w:jc w:val="center"/>
              <w:rPr>
                <w:b/>
              </w:rPr>
            </w:pPr>
            <w:r w:rsidRPr="00F722BA">
              <w:rPr>
                <w:b/>
                <w:sz w:val="20"/>
                <w:szCs w:val="20"/>
              </w:rPr>
              <w:t>10</w:t>
            </w:r>
            <w:r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3976" w:type="dxa"/>
            <w:tcBorders>
              <w:top w:val="single" w:sz="4" w:space="0" w:color="auto"/>
            </w:tcBorders>
          </w:tcPr>
          <w:p w:rsidR="00604296" w:rsidRPr="00844C9A" w:rsidRDefault="00604296" w:rsidP="003713EF">
            <w:pPr>
              <w:shd w:val="clear" w:color="auto" w:fill="FFFFFF"/>
            </w:pPr>
            <w:r w:rsidRPr="00844C9A">
              <w:t>Установление общих результатов выборов</w:t>
            </w:r>
          </w:p>
          <w:p w:rsidR="00604296" w:rsidRPr="00844C9A" w:rsidRDefault="00604296" w:rsidP="003713EF">
            <w:pPr>
              <w:shd w:val="clear" w:color="auto" w:fill="FFFFFF"/>
            </w:pPr>
            <w:r>
              <w:t xml:space="preserve">п.1 (п. 3) </w:t>
            </w:r>
            <w:r w:rsidRPr="00844C9A">
              <w:t>ст.51 ЗБО</w:t>
            </w:r>
          </w:p>
        </w:tc>
        <w:tc>
          <w:tcPr>
            <w:tcW w:w="2979" w:type="dxa"/>
            <w:gridSpan w:val="2"/>
          </w:tcPr>
          <w:p w:rsidR="00604296" w:rsidRPr="00844C9A" w:rsidRDefault="00604296" w:rsidP="00CC0BAF">
            <w:pPr>
              <w:shd w:val="clear" w:color="auto" w:fill="FFFFFF"/>
              <w:jc w:val="center"/>
            </w:pPr>
            <w:r w:rsidRPr="00844C9A">
              <w:t>Не позднее чем через де</w:t>
            </w:r>
            <w:r>
              <w:softHyphen/>
            </w:r>
            <w:r w:rsidRPr="00844C9A">
              <w:t>сять дней после дня голо</w:t>
            </w:r>
            <w:r>
              <w:softHyphen/>
            </w:r>
            <w:r w:rsidRPr="00844C9A">
              <w:t xml:space="preserve">сования, </w:t>
            </w:r>
            <w:r w:rsidRPr="00844C9A">
              <w:rPr>
                <w:b/>
              </w:rPr>
              <w:t xml:space="preserve">т.е. </w:t>
            </w:r>
            <w:r>
              <w:rPr>
                <w:b/>
              </w:rPr>
              <w:t>не позднее</w:t>
            </w:r>
            <w:r w:rsidRPr="00844C9A">
              <w:rPr>
                <w:b/>
              </w:rPr>
              <w:t xml:space="preserve"> </w:t>
            </w:r>
            <w:r>
              <w:rPr>
                <w:b/>
              </w:rPr>
              <w:t>19</w:t>
            </w:r>
            <w:r w:rsidRPr="00844C9A">
              <w:rPr>
                <w:b/>
              </w:rPr>
              <w:t>.09.</w:t>
            </w:r>
            <w:r>
              <w:rPr>
                <w:b/>
              </w:rPr>
              <w:t>2019</w:t>
            </w:r>
          </w:p>
        </w:tc>
        <w:tc>
          <w:tcPr>
            <w:tcW w:w="2542" w:type="dxa"/>
            <w:gridSpan w:val="2"/>
          </w:tcPr>
          <w:p w:rsidR="00604296" w:rsidRDefault="00604296" w:rsidP="003713EF">
            <w:pPr>
              <w:shd w:val="clear" w:color="auto" w:fill="FFFFFF"/>
              <w:jc w:val="center"/>
            </w:pPr>
            <w:r>
              <w:t>Территориальная</w:t>
            </w:r>
            <w:r w:rsidRPr="00844C9A">
              <w:t xml:space="preserve"> и</w:t>
            </w:r>
            <w:r w:rsidRPr="00844C9A">
              <w:t>з</w:t>
            </w:r>
            <w:r w:rsidRPr="00844C9A">
              <w:t>бирательн</w:t>
            </w:r>
            <w:r>
              <w:t>ая</w:t>
            </w:r>
            <w:r w:rsidRPr="00844C9A">
              <w:t xml:space="preserve"> комисси</w:t>
            </w:r>
            <w:r>
              <w:t>я Мглинского района</w:t>
            </w:r>
            <w:r w:rsidRPr="00844C9A">
              <w:t xml:space="preserve"> </w:t>
            </w:r>
          </w:p>
          <w:p w:rsidR="00604296" w:rsidRPr="00844C9A" w:rsidRDefault="00604296" w:rsidP="00537318">
            <w:pPr>
              <w:shd w:val="clear" w:color="auto" w:fill="FFFFFF"/>
              <w:jc w:val="center"/>
            </w:pPr>
          </w:p>
        </w:tc>
      </w:tr>
      <w:tr w:rsidR="00604296" w:rsidRPr="00844C9A" w:rsidTr="0079767A">
        <w:trPr>
          <w:trHeight w:val="20"/>
        </w:trPr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:rsidR="00604296" w:rsidRPr="00844C9A" w:rsidRDefault="00604296" w:rsidP="003713EF">
            <w:pPr>
              <w:jc w:val="center"/>
              <w:rPr>
                <w:b/>
              </w:rPr>
            </w:pPr>
            <w:r w:rsidRPr="00F722BA">
              <w:rPr>
                <w:b/>
                <w:sz w:val="20"/>
                <w:szCs w:val="20"/>
              </w:rPr>
              <w:t>10</w:t>
            </w:r>
            <w:r>
              <w:rPr>
                <w:b/>
                <w:sz w:val="20"/>
                <w:szCs w:val="20"/>
              </w:rPr>
              <w:t>2.</w:t>
            </w:r>
          </w:p>
        </w:tc>
        <w:tc>
          <w:tcPr>
            <w:tcW w:w="3976" w:type="dxa"/>
          </w:tcPr>
          <w:p w:rsidR="00604296" w:rsidRPr="00844C9A" w:rsidRDefault="00604296" w:rsidP="003713EF">
            <w:pPr>
              <w:shd w:val="clear" w:color="auto" w:fill="FFFFFF"/>
            </w:pPr>
            <w:r w:rsidRPr="00844C9A">
              <w:t>Извещение зарегистрированных кан</w:t>
            </w:r>
            <w:r>
              <w:softHyphen/>
            </w:r>
            <w:r w:rsidRPr="00844C9A">
              <w:t>дидатов, избранных депутатами  о результатах выборов</w:t>
            </w:r>
          </w:p>
          <w:p w:rsidR="00604296" w:rsidRPr="00844C9A" w:rsidRDefault="00604296" w:rsidP="00537318">
            <w:pPr>
              <w:jc w:val="right"/>
            </w:pPr>
            <w:r w:rsidRPr="00844C9A">
              <w:t>п. 6 ст. 70 ФЗ</w:t>
            </w:r>
          </w:p>
          <w:p w:rsidR="00604296" w:rsidRPr="00844C9A" w:rsidRDefault="00604296" w:rsidP="00537318">
            <w:pPr>
              <w:shd w:val="clear" w:color="auto" w:fill="FFFFFF"/>
              <w:jc w:val="right"/>
            </w:pPr>
            <w:r w:rsidRPr="00844C9A">
              <w:t>п.1 ст.53 ЗБО</w:t>
            </w:r>
          </w:p>
        </w:tc>
        <w:tc>
          <w:tcPr>
            <w:tcW w:w="2979" w:type="dxa"/>
            <w:gridSpan w:val="2"/>
          </w:tcPr>
          <w:p w:rsidR="00604296" w:rsidRDefault="00604296" w:rsidP="003713EF">
            <w:pPr>
              <w:shd w:val="clear" w:color="auto" w:fill="FFFFFF"/>
              <w:jc w:val="center"/>
            </w:pPr>
            <w:r w:rsidRPr="00844C9A">
              <w:t xml:space="preserve">Незамедлительно после определения результатов выборов </w:t>
            </w:r>
          </w:p>
          <w:p w:rsidR="00604296" w:rsidRPr="00844C9A" w:rsidRDefault="00604296" w:rsidP="003713EF">
            <w:pPr>
              <w:shd w:val="clear" w:color="auto" w:fill="FFFFFF"/>
              <w:jc w:val="center"/>
            </w:pPr>
          </w:p>
        </w:tc>
        <w:tc>
          <w:tcPr>
            <w:tcW w:w="2542" w:type="dxa"/>
            <w:gridSpan w:val="2"/>
          </w:tcPr>
          <w:p w:rsidR="00604296" w:rsidRDefault="00604296" w:rsidP="00537318">
            <w:pPr>
              <w:shd w:val="clear" w:color="auto" w:fill="FFFFFF"/>
              <w:jc w:val="center"/>
            </w:pPr>
            <w:r>
              <w:t>Территориальная</w:t>
            </w:r>
            <w:r w:rsidRPr="00844C9A">
              <w:t xml:space="preserve"> и</w:t>
            </w:r>
            <w:r w:rsidRPr="00844C9A">
              <w:t>з</w:t>
            </w:r>
            <w:r w:rsidRPr="00844C9A">
              <w:t>бирательн</w:t>
            </w:r>
            <w:r>
              <w:t>ая</w:t>
            </w:r>
            <w:r w:rsidRPr="00844C9A">
              <w:t xml:space="preserve"> комисси</w:t>
            </w:r>
            <w:r>
              <w:t>я Мглинского района</w:t>
            </w:r>
            <w:r w:rsidRPr="00844C9A">
              <w:t xml:space="preserve"> </w:t>
            </w:r>
          </w:p>
          <w:p w:rsidR="00604296" w:rsidRDefault="00604296" w:rsidP="003713EF">
            <w:pPr>
              <w:shd w:val="clear" w:color="auto" w:fill="FFFFFF"/>
              <w:jc w:val="center"/>
            </w:pPr>
          </w:p>
          <w:p w:rsidR="00604296" w:rsidRPr="00844C9A" w:rsidRDefault="00604296" w:rsidP="003713EF">
            <w:pPr>
              <w:shd w:val="clear" w:color="auto" w:fill="FFFFFF"/>
              <w:jc w:val="center"/>
            </w:pPr>
          </w:p>
        </w:tc>
      </w:tr>
      <w:tr w:rsidR="00604296" w:rsidRPr="00844C9A" w:rsidTr="0079767A">
        <w:trPr>
          <w:trHeight w:val="20"/>
        </w:trPr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04296" w:rsidRPr="00844C9A" w:rsidRDefault="00604296" w:rsidP="00484576">
            <w:pPr>
              <w:jc w:val="center"/>
              <w:rPr>
                <w:b/>
              </w:rPr>
            </w:pPr>
            <w:r w:rsidRPr="00F722BA">
              <w:rPr>
                <w:b/>
                <w:sz w:val="20"/>
                <w:szCs w:val="20"/>
              </w:rPr>
              <w:t>10</w:t>
            </w:r>
            <w:r>
              <w:rPr>
                <w:b/>
                <w:sz w:val="20"/>
                <w:szCs w:val="20"/>
              </w:rPr>
              <w:t>3.</w:t>
            </w:r>
          </w:p>
        </w:tc>
        <w:tc>
          <w:tcPr>
            <w:tcW w:w="3976" w:type="dxa"/>
          </w:tcPr>
          <w:p w:rsidR="00604296" w:rsidRPr="00844C9A" w:rsidRDefault="00604296" w:rsidP="003713EF">
            <w:pPr>
              <w:shd w:val="clear" w:color="auto" w:fill="FFFFFF"/>
            </w:pPr>
            <w:r w:rsidRPr="00844C9A">
              <w:t>Представление в соответствующую избирательную комиссию копии при</w:t>
            </w:r>
            <w:r>
              <w:softHyphen/>
            </w:r>
            <w:r w:rsidRPr="00844C9A">
              <w:t>каза (иного документа) об осв</w:t>
            </w:r>
            <w:r w:rsidRPr="00844C9A">
              <w:t>о</w:t>
            </w:r>
            <w:r w:rsidRPr="00844C9A">
              <w:t>бож</w:t>
            </w:r>
            <w:r>
              <w:softHyphen/>
            </w:r>
            <w:r w:rsidRPr="00844C9A">
              <w:t>дении от обязанностей, нес</w:t>
            </w:r>
            <w:r w:rsidRPr="00844C9A">
              <w:t>о</w:t>
            </w:r>
            <w:r w:rsidRPr="00844C9A">
              <w:t>вмести</w:t>
            </w:r>
            <w:r>
              <w:softHyphen/>
            </w:r>
            <w:r w:rsidRPr="00844C9A">
              <w:t>мых со статусом депутата,  либо ко</w:t>
            </w:r>
            <w:r>
              <w:softHyphen/>
            </w:r>
            <w:r w:rsidRPr="00844C9A">
              <w:t>пии документа, удостов</w:t>
            </w:r>
            <w:r w:rsidRPr="00844C9A">
              <w:t>е</w:t>
            </w:r>
            <w:r w:rsidRPr="00844C9A">
              <w:t xml:space="preserve">ряющего, что </w:t>
            </w:r>
            <w:r>
              <w:t>кандидатом</w:t>
            </w:r>
            <w:r w:rsidRPr="00844C9A">
              <w:t xml:space="preserve"> в тре</w:t>
            </w:r>
            <w:r w:rsidRPr="00844C9A">
              <w:t>х</w:t>
            </w:r>
            <w:r w:rsidRPr="00844C9A">
              <w:t>дневный срок было подано заявл</w:t>
            </w:r>
            <w:r w:rsidRPr="00844C9A">
              <w:t>е</w:t>
            </w:r>
            <w:r w:rsidRPr="00844C9A">
              <w:t>ние об освобож</w:t>
            </w:r>
            <w:r>
              <w:softHyphen/>
            </w:r>
            <w:r w:rsidRPr="00844C9A">
              <w:t>дении от таких об</w:t>
            </w:r>
            <w:r w:rsidRPr="00844C9A">
              <w:t>я</w:t>
            </w:r>
            <w:r w:rsidRPr="00844C9A">
              <w:t>занностей</w:t>
            </w:r>
          </w:p>
          <w:p w:rsidR="00604296" w:rsidRDefault="00604296" w:rsidP="003713EF">
            <w:r w:rsidRPr="00844C9A">
              <w:t>п. 6 ст. 70 ФЗ</w:t>
            </w:r>
          </w:p>
          <w:p w:rsidR="00604296" w:rsidRPr="00844C9A" w:rsidRDefault="00604296" w:rsidP="003713EF">
            <w:pPr>
              <w:shd w:val="clear" w:color="auto" w:fill="FFFFFF"/>
            </w:pPr>
            <w:r w:rsidRPr="00844C9A">
              <w:t>п.1 ст.</w:t>
            </w:r>
            <w:r>
              <w:t xml:space="preserve"> </w:t>
            </w:r>
            <w:r w:rsidRPr="00844C9A">
              <w:t>53 ЗБО</w:t>
            </w:r>
          </w:p>
        </w:tc>
        <w:tc>
          <w:tcPr>
            <w:tcW w:w="2979" w:type="dxa"/>
            <w:gridSpan w:val="2"/>
          </w:tcPr>
          <w:p w:rsidR="00604296" w:rsidRDefault="00604296" w:rsidP="003713EF">
            <w:pPr>
              <w:shd w:val="clear" w:color="auto" w:fill="FFFFFF"/>
              <w:jc w:val="center"/>
            </w:pPr>
            <w:r w:rsidRPr="00844C9A">
              <w:t>В течение 5 дней со дня  получения извещения</w:t>
            </w:r>
            <w:r>
              <w:t xml:space="preserve"> из</w:t>
            </w:r>
            <w:r>
              <w:softHyphen/>
              <w:t>бирательной комиссии</w:t>
            </w:r>
            <w:r w:rsidRPr="00844C9A">
              <w:t xml:space="preserve"> </w:t>
            </w:r>
          </w:p>
          <w:p w:rsidR="00604296" w:rsidRDefault="00604296" w:rsidP="003713EF">
            <w:pPr>
              <w:shd w:val="clear" w:color="auto" w:fill="FFFFFF"/>
              <w:jc w:val="center"/>
            </w:pPr>
          </w:p>
          <w:p w:rsidR="00604296" w:rsidRPr="00844C9A" w:rsidRDefault="00604296" w:rsidP="003713EF">
            <w:pPr>
              <w:shd w:val="clear" w:color="auto" w:fill="FFFFFF"/>
              <w:jc w:val="center"/>
            </w:pPr>
          </w:p>
        </w:tc>
        <w:tc>
          <w:tcPr>
            <w:tcW w:w="2542" w:type="dxa"/>
            <w:gridSpan w:val="2"/>
            <w:tcBorders>
              <w:bottom w:val="single" w:sz="4" w:space="0" w:color="auto"/>
            </w:tcBorders>
          </w:tcPr>
          <w:p w:rsidR="00604296" w:rsidRDefault="00604296" w:rsidP="003713EF">
            <w:pPr>
              <w:jc w:val="center"/>
            </w:pPr>
            <w:r w:rsidRPr="00844C9A">
              <w:t>Зарегистрированный кандидат, избранный депутатом</w:t>
            </w:r>
            <w:r>
              <w:t xml:space="preserve"> </w:t>
            </w:r>
          </w:p>
          <w:p w:rsidR="00604296" w:rsidRDefault="00604296" w:rsidP="003713EF">
            <w:pPr>
              <w:jc w:val="center"/>
            </w:pPr>
          </w:p>
          <w:p w:rsidR="00604296" w:rsidRPr="00844C9A" w:rsidRDefault="00604296" w:rsidP="003713EF">
            <w:pPr>
              <w:jc w:val="center"/>
            </w:pPr>
          </w:p>
        </w:tc>
      </w:tr>
      <w:tr w:rsidR="00604296" w:rsidRPr="00844C9A" w:rsidTr="0079767A">
        <w:trPr>
          <w:trHeight w:val="20"/>
        </w:trPr>
        <w:tc>
          <w:tcPr>
            <w:tcW w:w="709" w:type="dxa"/>
            <w:gridSpan w:val="2"/>
            <w:tcBorders>
              <w:top w:val="single" w:sz="4" w:space="0" w:color="auto"/>
            </w:tcBorders>
          </w:tcPr>
          <w:p w:rsidR="00604296" w:rsidRPr="00844C9A" w:rsidRDefault="00604296" w:rsidP="003713EF">
            <w:pPr>
              <w:jc w:val="center"/>
              <w:rPr>
                <w:b/>
              </w:rPr>
            </w:pPr>
            <w:r w:rsidRPr="00F722BA">
              <w:rPr>
                <w:b/>
                <w:sz w:val="20"/>
                <w:szCs w:val="20"/>
              </w:rPr>
              <w:t>10</w:t>
            </w:r>
            <w:r>
              <w:rPr>
                <w:b/>
                <w:sz w:val="20"/>
                <w:szCs w:val="20"/>
              </w:rPr>
              <w:t>4.</w:t>
            </w:r>
          </w:p>
        </w:tc>
        <w:tc>
          <w:tcPr>
            <w:tcW w:w="3976" w:type="dxa"/>
          </w:tcPr>
          <w:p w:rsidR="00604296" w:rsidRPr="00844C9A" w:rsidRDefault="00604296" w:rsidP="00484576">
            <w:pPr>
              <w:shd w:val="clear" w:color="auto" w:fill="FFFFFF"/>
            </w:pPr>
            <w:r w:rsidRPr="00844C9A">
              <w:t>Регистрация избранных депутатов и выдача им удостоверения об избра</w:t>
            </w:r>
            <w:r>
              <w:softHyphen/>
            </w:r>
            <w:r w:rsidRPr="00844C9A">
              <w:t>нии</w:t>
            </w:r>
          </w:p>
          <w:p w:rsidR="00604296" w:rsidRPr="00844C9A" w:rsidRDefault="00604296" w:rsidP="00484576">
            <w:pPr>
              <w:shd w:val="clear" w:color="auto" w:fill="FFFFFF"/>
              <w:jc w:val="right"/>
            </w:pPr>
            <w:r w:rsidRPr="00844C9A">
              <w:t>п.5 ст.53 ЗБО</w:t>
            </w:r>
          </w:p>
        </w:tc>
        <w:tc>
          <w:tcPr>
            <w:tcW w:w="2979" w:type="dxa"/>
            <w:gridSpan w:val="2"/>
            <w:tcBorders>
              <w:bottom w:val="single" w:sz="4" w:space="0" w:color="auto"/>
            </w:tcBorders>
          </w:tcPr>
          <w:p w:rsidR="00604296" w:rsidRPr="00844C9A" w:rsidRDefault="00604296" w:rsidP="00CC0BAF">
            <w:pPr>
              <w:jc w:val="center"/>
            </w:pPr>
            <w:r w:rsidRPr="00844C9A">
              <w:t>После официального опубликования результа</w:t>
            </w:r>
            <w:r>
              <w:softHyphen/>
            </w:r>
            <w:r w:rsidRPr="00844C9A">
              <w:t>тов выборов и выполнения зарегистрированным кан</w:t>
            </w:r>
            <w:r>
              <w:softHyphen/>
            </w:r>
            <w:r w:rsidRPr="00844C9A">
              <w:t xml:space="preserve">дидатом требования п.1 ст. 53 ЗБО </w:t>
            </w:r>
          </w:p>
        </w:tc>
        <w:tc>
          <w:tcPr>
            <w:tcW w:w="254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04296" w:rsidRPr="00844C9A" w:rsidRDefault="00604296" w:rsidP="003713EF">
            <w:pPr>
              <w:jc w:val="center"/>
            </w:pPr>
            <w:r>
              <w:t>Территориальная</w:t>
            </w:r>
            <w:r w:rsidRPr="00844C9A">
              <w:t xml:space="preserve"> и</w:t>
            </w:r>
            <w:r w:rsidRPr="00844C9A">
              <w:t>з</w:t>
            </w:r>
            <w:r w:rsidRPr="00844C9A">
              <w:t>бирательн</w:t>
            </w:r>
            <w:r>
              <w:t>ая</w:t>
            </w:r>
            <w:r w:rsidRPr="00844C9A">
              <w:t xml:space="preserve"> комисси</w:t>
            </w:r>
            <w:r>
              <w:t>я Мглинского района</w:t>
            </w:r>
            <w:r w:rsidRPr="00844C9A">
              <w:t xml:space="preserve"> </w:t>
            </w:r>
          </w:p>
        </w:tc>
      </w:tr>
      <w:tr w:rsidR="00604296" w:rsidRPr="00844C9A" w:rsidTr="0079767A">
        <w:trPr>
          <w:trHeight w:val="20"/>
        </w:trPr>
        <w:tc>
          <w:tcPr>
            <w:tcW w:w="709" w:type="dxa"/>
            <w:gridSpan w:val="2"/>
          </w:tcPr>
          <w:p w:rsidR="00604296" w:rsidRPr="00844C9A" w:rsidRDefault="00604296" w:rsidP="00484576">
            <w:pPr>
              <w:jc w:val="center"/>
              <w:rPr>
                <w:b/>
              </w:rPr>
            </w:pPr>
            <w:r w:rsidRPr="00F722BA">
              <w:rPr>
                <w:b/>
                <w:sz w:val="20"/>
                <w:szCs w:val="20"/>
              </w:rPr>
              <w:t>10</w:t>
            </w:r>
            <w:r>
              <w:rPr>
                <w:b/>
                <w:sz w:val="20"/>
                <w:szCs w:val="20"/>
              </w:rPr>
              <w:t>5.</w:t>
            </w:r>
          </w:p>
        </w:tc>
        <w:tc>
          <w:tcPr>
            <w:tcW w:w="3976" w:type="dxa"/>
            <w:tcBorders>
              <w:bottom w:val="single" w:sz="4" w:space="0" w:color="auto"/>
            </w:tcBorders>
          </w:tcPr>
          <w:p w:rsidR="00604296" w:rsidRPr="00844C9A" w:rsidRDefault="00604296" w:rsidP="003713EF">
            <w:r w:rsidRPr="00844C9A">
              <w:t>Направление в средства массовой информации общих данных о р</w:t>
            </w:r>
            <w:r w:rsidRPr="00844C9A">
              <w:t>е</w:t>
            </w:r>
            <w:r w:rsidRPr="00844C9A">
              <w:t>зультатах выборов по соответс</w:t>
            </w:r>
            <w:r w:rsidRPr="00844C9A">
              <w:t>т</w:t>
            </w:r>
            <w:r w:rsidRPr="00844C9A">
              <w:t>вующим избирательным округам</w:t>
            </w:r>
          </w:p>
          <w:p w:rsidR="00604296" w:rsidRDefault="00604296" w:rsidP="00CC0BAF">
            <w:pPr>
              <w:jc w:val="right"/>
            </w:pPr>
            <w:r w:rsidRPr="00844C9A">
              <w:t>п. 2 ст. 72 ФЗ</w:t>
            </w:r>
          </w:p>
          <w:p w:rsidR="00604296" w:rsidRPr="00844C9A" w:rsidRDefault="00604296" w:rsidP="00CC0BAF">
            <w:pPr>
              <w:jc w:val="right"/>
            </w:pPr>
            <w:r>
              <w:t>п.2 ст. 54 ЗБО</w:t>
            </w:r>
          </w:p>
        </w:tc>
        <w:tc>
          <w:tcPr>
            <w:tcW w:w="297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04296" w:rsidRDefault="00604296" w:rsidP="003713EF">
            <w:pPr>
              <w:jc w:val="center"/>
            </w:pPr>
            <w:r w:rsidRPr="00844C9A">
              <w:t>В течение одних суток п</w:t>
            </w:r>
            <w:r w:rsidRPr="00844C9A">
              <w:t>о</w:t>
            </w:r>
            <w:r w:rsidRPr="00844C9A">
              <w:t>сле определения результ</w:t>
            </w:r>
            <w:r w:rsidRPr="00844C9A">
              <w:t>а</w:t>
            </w:r>
            <w:r w:rsidRPr="00844C9A">
              <w:t>тов выборов</w:t>
            </w:r>
            <w:r>
              <w:t xml:space="preserve"> </w:t>
            </w:r>
          </w:p>
          <w:p w:rsidR="00604296" w:rsidRPr="00844C9A" w:rsidRDefault="00604296" w:rsidP="003713EF">
            <w:pPr>
              <w:jc w:val="center"/>
            </w:pPr>
          </w:p>
        </w:tc>
        <w:tc>
          <w:tcPr>
            <w:tcW w:w="254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04296" w:rsidRDefault="00604296" w:rsidP="003713EF">
            <w:pPr>
              <w:jc w:val="center"/>
            </w:pPr>
            <w:r>
              <w:t>Территориальная</w:t>
            </w:r>
            <w:r w:rsidRPr="00844C9A">
              <w:t xml:space="preserve"> и</w:t>
            </w:r>
            <w:r w:rsidRPr="00844C9A">
              <w:t>з</w:t>
            </w:r>
            <w:r w:rsidRPr="00844C9A">
              <w:t>бирательн</w:t>
            </w:r>
            <w:r>
              <w:t>ая</w:t>
            </w:r>
            <w:r w:rsidRPr="00844C9A">
              <w:t xml:space="preserve"> комисси</w:t>
            </w:r>
            <w:r>
              <w:t>я Мглинского района</w:t>
            </w:r>
          </w:p>
        </w:tc>
      </w:tr>
      <w:tr w:rsidR="00604296" w:rsidRPr="00844C9A" w:rsidTr="0079767A">
        <w:trPr>
          <w:trHeight w:val="20"/>
        </w:trPr>
        <w:tc>
          <w:tcPr>
            <w:tcW w:w="709" w:type="dxa"/>
            <w:gridSpan w:val="2"/>
          </w:tcPr>
          <w:p w:rsidR="00604296" w:rsidRPr="00844C9A" w:rsidRDefault="00604296" w:rsidP="003713EF">
            <w:pPr>
              <w:jc w:val="center"/>
              <w:rPr>
                <w:b/>
              </w:rPr>
            </w:pPr>
            <w:r w:rsidRPr="00F722BA">
              <w:rPr>
                <w:b/>
                <w:sz w:val="20"/>
                <w:szCs w:val="20"/>
              </w:rPr>
              <w:t>10</w:t>
            </w:r>
            <w:r>
              <w:rPr>
                <w:b/>
                <w:sz w:val="20"/>
                <w:szCs w:val="20"/>
              </w:rPr>
              <w:t>6.</w:t>
            </w:r>
          </w:p>
        </w:tc>
        <w:tc>
          <w:tcPr>
            <w:tcW w:w="3976" w:type="dxa"/>
            <w:tcBorders>
              <w:top w:val="single" w:sz="4" w:space="0" w:color="auto"/>
              <w:bottom w:val="single" w:sz="4" w:space="0" w:color="auto"/>
            </w:tcBorders>
          </w:tcPr>
          <w:p w:rsidR="00604296" w:rsidRDefault="00604296" w:rsidP="003713EF">
            <w:r>
              <w:t>Официальное опубликование да</w:t>
            </w:r>
            <w:r>
              <w:t>н</w:t>
            </w:r>
            <w:r>
              <w:t>ных, содержащихся в протоколах об итогах голосования и соответс</w:t>
            </w:r>
            <w:r>
              <w:t>т</w:t>
            </w:r>
            <w:r>
              <w:t>вующих сводных таблицах в газете «Мглинские вести»</w:t>
            </w:r>
          </w:p>
          <w:p w:rsidR="00604296" w:rsidRPr="00844C9A" w:rsidRDefault="00604296" w:rsidP="003713EF">
            <w:r>
              <w:t>п.3 ст. 54 ЗБО</w:t>
            </w:r>
          </w:p>
        </w:tc>
        <w:tc>
          <w:tcPr>
            <w:tcW w:w="297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04296" w:rsidRDefault="00604296" w:rsidP="00494AA2">
            <w:pPr>
              <w:jc w:val="center"/>
            </w:pPr>
            <w:r>
              <w:t xml:space="preserve">Не позднее чем через 2 недели </w:t>
            </w:r>
            <w:r w:rsidRPr="00495DF9">
              <w:t>со дня голосов</w:t>
            </w:r>
            <w:r w:rsidRPr="00495DF9">
              <w:t>а</w:t>
            </w:r>
            <w:r w:rsidRPr="00495DF9">
              <w:t xml:space="preserve">ния, </w:t>
            </w:r>
            <w:r w:rsidRPr="00495DF9">
              <w:rPr>
                <w:b/>
              </w:rPr>
              <w:t>т.е. не позднее 2</w:t>
            </w:r>
            <w:r>
              <w:rPr>
                <w:b/>
              </w:rPr>
              <w:t>2</w:t>
            </w:r>
            <w:r w:rsidRPr="00495DF9">
              <w:rPr>
                <w:b/>
              </w:rPr>
              <w:t>.09.</w:t>
            </w:r>
            <w:r>
              <w:rPr>
                <w:b/>
              </w:rPr>
              <w:t xml:space="preserve">2019 </w:t>
            </w:r>
          </w:p>
        </w:tc>
        <w:tc>
          <w:tcPr>
            <w:tcW w:w="254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04296" w:rsidRDefault="00604296" w:rsidP="005C68AB">
            <w:pPr>
              <w:jc w:val="center"/>
            </w:pPr>
            <w:r>
              <w:t>Территориальная</w:t>
            </w:r>
            <w:r w:rsidRPr="00844C9A">
              <w:t xml:space="preserve"> и</w:t>
            </w:r>
            <w:r w:rsidRPr="00844C9A">
              <w:t>з</w:t>
            </w:r>
            <w:r w:rsidRPr="00844C9A">
              <w:t>бирательн</w:t>
            </w:r>
            <w:r>
              <w:t>ая</w:t>
            </w:r>
            <w:r w:rsidRPr="00844C9A">
              <w:t xml:space="preserve"> комисси</w:t>
            </w:r>
            <w:r>
              <w:t>я Мглинского района</w:t>
            </w:r>
          </w:p>
        </w:tc>
      </w:tr>
      <w:tr w:rsidR="00604296" w:rsidRPr="00844C9A" w:rsidTr="0079767A">
        <w:trPr>
          <w:trHeight w:val="20"/>
        </w:trPr>
        <w:tc>
          <w:tcPr>
            <w:tcW w:w="709" w:type="dxa"/>
            <w:gridSpan w:val="2"/>
          </w:tcPr>
          <w:p w:rsidR="00604296" w:rsidRPr="00844C9A" w:rsidRDefault="00604296" w:rsidP="003713EF">
            <w:pPr>
              <w:jc w:val="center"/>
              <w:rPr>
                <w:b/>
              </w:rPr>
            </w:pPr>
            <w:r w:rsidRPr="00F722BA">
              <w:rPr>
                <w:b/>
                <w:sz w:val="20"/>
                <w:szCs w:val="20"/>
              </w:rPr>
              <w:t>1</w:t>
            </w:r>
            <w:r>
              <w:rPr>
                <w:b/>
                <w:sz w:val="20"/>
                <w:szCs w:val="20"/>
              </w:rPr>
              <w:t>07.</w:t>
            </w:r>
          </w:p>
        </w:tc>
        <w:tc>
          <w:tcPr>
            <w:tcW w:w="3976" w:type="dxa"/>
            <w:tcBorders>
              <w:top w:val="single" w:sz="4" w:space="0" w:color="auto"/>
              <w:bottom w:val="single" w:sz="4" w:space="0" w:color="auto"/>
            </w:tcBorders>
          </w:tcPr>
          <w:p w:rsidR="00604296" w:rsidRDefault="00604296" w:rsidP="003713EF">
            <w:r>
              <w:t>Официальное опубликование общих результатов выборов, а также да</w:t>
            </w:r>
            <w:r>
              <w:t>н</w:t>
            </w:r>
            <w:r>
              <w:t>ных о числе голосов, полученных каждый зарегистрированным ед</w:t>
            </w:r>
            <w:r>
              <w:t>и</w:t>
            </w:r>
            <w:r>
              <w:t>ным списком кандидатом, каждым зарегистрированным кандидатом, а также официальное опубликование полных данных, содержащихся в протоколах всех окружных избир</w:t>
            </w:r>
            <w:r>
              <w:t>а</w:t>
            </w:r>
            <w:r>
              <w:t>тельных комиссий об итогах гол</w:t>
            </w:r>
            <w:r>
              <w:t>о</w:t>
            </w:r>
            <w:r>
              <w:t>сования, о результатах выборов</w:t>
            </w:r>
          </w:p>
          <w:p w:rsidR="00604296" w:rsidRDefault="00604296" w:rsidP="00494AA2">
            <w:pPr>
              <w:jc w:val="right"/>
            </w:pPr>
            <w:r>
              <w:t>п.4 ст. 54 ЗБО</w:t>
            </w:r>
          </w:p>
        </w:tc>
        <w:tc>
          <w:tcPr>
            <w:tcW w:w="297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04296" w:rsidRDefault="00604296" w:rsidP="003713EF">
            <w:pPr>
              <w:jc w:val="center"/>
              <w:rPr>
                <w:b/>
              </w:rPr>
            </w:pPr>
            <w:r>
              <w:t>В течение 3 недель со дня голосования,</w:t>
            </w:r>
            <w:r w:rsidRPr="00495DF9">
              <w:rPr>
                <w:b/>
              </w:rPr>
              <w:t xml:space="preserve"> т.е. не поз</w:t>
            </w:r>
            <w:r w:rsidRPr="00495DF9">
              <w:rPr>
                <w:b/>
              </w:rPr>
              <w:t>д</w:t>
            </w:r>
            <w:r w:rsidRPr="00495DF9">
              <w:rPr>
                <w:b/>
              </w:rPr>
              <w:t xml:space="preserve">нее </w:t>
            </w:r>
            <w:r>
              <w:rPr>
                <w:b/>
              </w:rPr>
              <w:t xml:space="preserve">28  </w:t>
            </w:r>
            <w:r w:rsidRPr="00495DF9">
              <w:rPr>
                <w:b/>
              </w:rPr>
              <w:t>.09.</w:t>
            </w:r>
            <w:r>
              <w:rPr>
                <w:b/>
              </w:rPr>
              <w:t>2019</w:t>
            </w:r>
          </w:p>
          <w:p w:rsidR="00604296" w:rsidRDefault="00604296" w:rsidP="003713EF">
            <w:pPr>
              <w:jc w:val="center"/>
              <w:rPr>
                <w:b/>
              </w:rPr>
            </w:pPr>
          </w:p>
          <w:p w:rsidR="00604296" w:rsidRDefault="00604296" w:rsidP="003713EF">
            <w:pPr>
              <w:jc w:val="center"/>
            </w:pPr>
          </w:p>
        </w:tc>
        <w:tc>
          <w:tcPr>
            <w:tcW w:w="2542" w:type="dxa"/>
            <w:gridSpan w:val="2"/>
            <w:tcBorders>
              <w:top w:val="single" w:sz="4" w:space="0" w:color="auto"/>
            </w:tcBorders>
          </w:tcPr>
          <w:p w:rsidR="00604296" w:rsidRDefault="00604296" w:rsidP="003713EF">
            <w:pPr>
              <w:jc w:val="center"/>
            </w:pPr>
            <w:r>
              <w:t>Территориальная</w:t>
            </w:r>
            <w:r w:rsidRPr="00844C9A">
              <w:t xml:space="preserve"> и</w:t>
            </w:r>
            <w:r w:rsidRPr="00844C9A">
              <w:t>з</w:t>
            </w:r>
            <w:r w:rsidRPr="00844C9A">
              <w:t>бирательн</w:t>
            </w:r>
            <w:r>
              <w:t>ая</w:t>
            </w:r>
            <w:r w:rsidRPr="00844C9A">
              <w:t xml:space="preserve"> комисси</w:t>
            </w:r>
            <w:r>
              <w:t>я Мглинского района</w:t>
            </w:r>
          </w:p>
        </w:tc>
      </w:tr>
      <w:tr w:rsidR="00604296" w:rsidRPr="00844C9A" w:rsidTr="0079767A">
        <w:trPr>
          <w:trHeight w:val="20"/>
        </w:trPr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:rsidR="00604296" w:rsidRPr="00844C9A" w:rsidRDefault="00604296" w:rsidP="00944E53">
            <w:pPr>
              <w:jc w:val="center"/>
              <w:rPr>
                <w:b/>
              </w:rPr>
            </w:pPr>
            <w:r w:rsidRPr="00CF3AB0">
              <w:rPr>
                <w:b/>
                <w:sz w:val="20"/>
                <w:szCs w:val="20"/>
              </w:rPr>
              <w:t>1</w:t>
            </w:r>
            <w:r>
              <w:rPr>
                <w:b/>
                <w:sz w:val="20"/>
                <w:szCs w:val="20"/>
              </w:rPr>
              <w:t>08.</w:t>
            </w:r>
          </w:p>
        </w:tc>
        <w:tc>
          <w:tcPr>
            <w:tcW w:w="3976" w:type="dxa"/>
            <w:tcBorders>
              <w:top w:val="single" w:sz="4" w:space="0" w:color="auto"/>
              <w:bottom w:val="single" w:sz="4" w:space="0" w:color="auto"/>
            </w:tcBorders>
          </w:tcPr>
          <w:p w:rsidR="00604296" w:rsidRDefault="00604296" w:rsidP="003713EF">
            <w:r>
              <w:t>Официальное опубликование и</w:t>
            </w:r>
            <w:r>
              <w:t>н</w:t>
            </w:r>
            <w:r>
              <w:t>формации, включающей в себя по</w:t>
            </w:r>
            <w:r>
              <w:t>л</w:t>
            </w:r>
            <w:r>
              <w:t>ные данные, содержащиеся в прот</w:t>
            </w:r>
            <w:r>
              <w:t>о</w:t>
            </w:r>
            <w:r>
              <w:t>колах всех избирательных комиссий об итогах голосования, о результ</w:t>
            </w:r>
            <w:r>
              <w:t>а</w:t>
            </w:r>
            <w:r>
              <w:t>тах выборов, а также биографич</w:t>
            </w:r>
            <w:r>
              <w:t>е</w:t>
            </w:r>
            <w:r>
              <w:t>ские и иные сведения обо всех и</w:t>
            </w:r>
            <w:r>
              <w:t>з</w:t>
            </w:r>
            <w:r>
              <w:t>бранных депутатах</w:t>
            </w:r>
          </w:p>
          <w:p w:rsidR="00604296" w:rsidRDefault="00604296" w:rsidP="00494AA2">
            <w:pPr>
              <w:jc w:val="right"/>
            </w:pPr>
            <w:r>
              <w:t>п. 4 ст. 72 ФЗ</w:t>
            </w:r>
          </w:p>
          <w:p w:rsidR="00604296" w:rsidRDefault="00604296" w:rsidP="00494AA2">
            <w:pPr>
              <w:jc w:val="right"/>
            </w:pPr>
            <w:r>
              <w:t>п.5 ст. 54 ЗБО</w:t>
            </w:r>
          </w:p>
        </w:tc>
        <w:tc>
          <w:tcPr>
            <w:tcW w:w="2979" w:type="dxa"/>
            <w:gridSpan w:val="2"/>
            <w:tcBorders>
              <w:top w:val="single" w:sz="4" w:space="0" w:color="auto"/>
            </w:tcBorders>
          </w:tcPr>
          <w:p w:rsidR="00604296" w:rsidRDefault="00604296" w:rsidP="003713EF">
            <w:pPr>
              <w:jc w:val="center"/>
              <w:rPr>
                <w:b/>
              </w:rPr>
            </w:pPr>
            <w:r>
              <w:t>В течение двух месяцев со дня голосования,</w:t>
            </w:r>
            <w:r w:rsidRPr="00495DF9">
              <w:rPr>
                <w:b/>
              </w:rPr>
              <w:t xml:space="preserve"> т.е. не позднее 0</w:t>
            </w:r>
            <w:r>
              <w:rPr>
                <w:b/>
              </w:rPr>
              <w:t>7.11</w:t>
            </w:r>
            <w:r w:rsidRPr="00495DF9">
              <w:rPr>
                <w:b/>
              </w:rPr>
              <w:t>.</w:t>
            </w:r>
            <w:r>
              <w:rPr>
                <w:b/>
              </w:rPr>
              <w:t>2019</w:t>
            </w:r>
          </w:p>
          <w:p w:rsidR="00604296" w:rsidRDefault="00604296" w:rsidP="003713EF">
            <w:pPr>
              <w:jc w:val="center"/>
            </w:pPr>
          </w:p>
          <w:p w:rsidR="00604296" w:rsidRDefault="00604296" w:rsidP="003713EF">
            <w:pPr>
              <w:jc w:val="center"/>
            </w:pPr>
          </w:p>
        </w:tc>
        <w:tc>
          <w:tcPr>
            <w:tcW w:w="254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04296" w:rsidRDefault="00604296" w:rsidP="003713EF">
            <w:pPr>
              <w:jc w:val="center"/>
            </w:pPr>
            <w:r>
              <w:t>Территориальная</w:t>
            </w:r>
            <w:r w:rsidRPr="00844C9A">
              <w:t xml:space="preserve"> и</w:t>
            </w:r>
            <w:r w:rsidRPr="00844C9A">
              <w:t>з</w:t>
            </w:r>
            <w:r w:rsidRPr="00844C9A">
              <w:t>бирательн</w:t>
            </w:r>
            <w:r>
              <w:t>ая</w:t>
            </w:r>
            <w:r w:rsidRPr="00844C9A">
              <w:t xml:space="preserve"> комисси</w:t>
            </w:r>
            <w:r>
              <w:t>я Мглинского района</w:t>
            </w:r>
          </w:p>
        </w:tc>
      </w:tr>
      <w:tr w:rsidR="00604296" w:rsidRPr="00844C9A" w:rsidTr="0079767A">
        <w:trPr>
          <w:trHeight w:val="20"/>
        </w:trPr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04296" w:rsidRPr="00CF3AB0" w:rsidRDefault="00604296" w:rsidP="00944E53">
            <w:pPr>
              <w:jc w:val="center"/>
              <w:rPr>
                <w:b/>
                <w:sz w:val="20"/>
                <w:szCs w:val="20"/>
              </w:rPr>
            </w:pPr>
            <w:r w:rsidRPr="00CF3AB0">
              <w:rPr>
                <w:b/>
                <w:sz w:val="20"/>
                <w:szCs w:val="20"/>
              </w:rPr>
              <w:t>1</w:t>
            </w:r>
            <w:r>
              <w:rPr>
                <w:b/>
                <w:sz w:val="20"/>
                <w:szCs w:val="20"/>
              </w:rPr>
              <w:t>09.</w:t>
            </w:r>
          </w:p>
        </w:tc>
        <w:tc>
          <w:tcPr>
            <w:tcW w:w="3976" w:type="dxa"/>
            <w:tcBorders>
              <w:top w:val="single" w:sz="4" w:space="0" w:color="auto"/>
            </w:tcBorders>
          </w:tcPr>
          <w:p w:rsidR="00604296" w:rsidRDefault="00604296" w:rsidP="003713EF">
            <w:r>
              <w:t>Размещение в сети «Интернет» и</w:t>
            </w:r>
            <w:r>
              <w:t>н</w:t>
            </w:r>
            <w:r>
              <w:t>формации, включающей в себя по</w:t>
            </w:r>
            <w:r>
              <w:t>л</w:t>
            </w:r>
            <w:r>
              <w:t>ные данные, содержащиеся в прот</w:t>
            </w:r>
            <w:r>
              <w:t>о</w:t>
            </w:r>
            <w:r>
              <w:t>колах всех избирательных комиссий об итогах голосования, о результ</w:t>
            </w:r>
            <w:r>
              <w:t>а</w:t>
            </w:r>
            <w:r>
              <w:t>тах выборов, а также биографич</w:t>
            </w:r>
            <w:r>
              <w:t>е</w:t>
            </w:r>
            <w:r>
              <w:t>ские и иные сведения обо всех и</w:t>
            </w:r>
            <w:r>
              <w:t>з</w:t>
            </w:r>
            <w:r>
              <w:t>бранных депутатах</w:t>
            </w:r>
          </w:p>
          <w:p w:rsidR="00604296" w:rsidRDefault="00604296" w:rsidP="00CA58E7">
            <w:pPr>
              <w:jc w:val="right"/>
            </w:pPr>
            <w:r>
              <w:t>п. 4 ст. 72 ФЗ</w:t>
            </w:r>
          </w:p>
          <w:p w:rsidR="00604296" w:rsidRDefault="00604296" w:rsidP="00CA58E7">
            <w:pPr>
              <w:jc w:val="right"/>
            </w:pPr>
            <w:r>
              <w:t>п.5 ст. 54 ЗБО</w:t>
            </w:r>
          </w:p>
        </w:tc>
        <w:tc>
          <w:tcPr>
            <w:tcW w:w="2979" w:type="dxa"/>
            <w:gridSpan w:val="2"/>
          </w:tcPr>
          <w:p w:rsidR="00604296" w:rsidRPr="00844C9A" w:rsidRDefault="00604296">
            <w:pPr>
              <w:autoSpaceDE/>
              <w:autoSpaceDN/>
            </w:pPr>
            <w:r>
              <w:t>Не позднее чем через три месяца со дня официал</w:t>
            </w:r>
            <w:r>
              <w:t>ь</w:t>
            </w:r>
            <w:r>
              <w:t>ного опубликования соо</w:t>
            </w:r>
            <w:r>
              <w:t>т</w:t>
            </w:r>
            <w:r>
              <w:t>ветствующей информации</w:t>
            </w:r>
          </w:p>
        </w:tc>
        <w:tc>
          <w:tcPr>
            <w:tcW w:w="2542" w:type="dxa"/>
            <w:gridSpan w:val="2"/>
          </w:tcPr>
          <w:p w:rsidR="00604296" w:rsidRPr="00844C9A" w:rsidRDefault="00604296" w:rsidP="003713EF">
            <w:pPr>
              <w:shd w:val="clear" w:color="auto" w:fill="FFFFFF"/>
              <w:jc w:val="center"/>
            </w:pPr>
            <w:r>
              <w:t>Территориальная</w:t>
            </w:r>
            <w:r w:rsidRPr="00844C9A">
              <w:t xml:space="preserve"> и</w:t>
            </w:r>
            <w:r w:rsidRPr="00844C9A">
              <w:t>з</w:t>
            </w:r>
            <w:r w:rsidRPr="00844C9A">
              <w:t>бирательн</w:t>
            </w:r>
            <w:r>
              <w:t>ая</w:t>
            </w:r>
            <w:r w:rsidRPr="00844C9A">
              <w:t xml:space="preserve"> комисси</w:t>
            </w:r>
            <w:r>
              <w:t>я Мглинского района</w:t>
            </w:r>
            <w:r w:rsidRPr="00844C9A">
              <w:t xml:space="preserve"> </w:t>
            </w:r>
          </w:p>
        </w:tc>
      </w:tr>
      <w:tr w:rsidR="00604296" w:rsidRPr="00844C9A" w:rsidTr="00D2742C">
        <w:trPr>
          <w:trHeight w:val="20"/>
        </w:trPr>
        <w:tc>
          <w:tcPr>
            <w:tcW w:w="10206" w:type="dxa"/>
            <w:gridSpan w:val="7"/>
          </w:tcPr>
          <w:p w:rsidR="00604296" w:rsidRPr="00844C9A" w:rsidRDefault="00604296" w:rsidP="003713EF"/>
          <w:p w:rsidR="00604296" w:rsidRPr="00844C9A" w:rsidRDefault="00604296" w:rsidP="00D2742C">
            <w:pPr>
              <w:shd w:val="clear" w:color="auto" w:fill="FFFFFF"/>
              <w:jc w:val="center"/>
              <w:rPr>
                <w:b/>
                <w:bCs/>
              </w:rPr>
            </w:pPr>
            <w:r w:rsidRPr="00844C9A">
              <w:rPr>
                <w:b/>
                <w:bCs/>
              </w:rPr>
              <w:t>ХРАНЕНИЕ ИЗБИРАТЕЛЬНЫХ И ИНЫХ ДОКУМЕНТОВ (МАТЕРИАЛОВ)</w:t>
            </w:r>
          </w:p>
          <w:p w:rsidR="00604296" w:rsidRPr="00844C9A" w:rsidRDefault="00604296" w:rsidP="003713EF"/>
        </w:tc>
      </w:tr>
      <w:tr w:rsidR="00604296" w:rsidRPr="00844C9A" w:rsidTr="00D2742C">
        <w:trPr>
          <w:trHeight w:val="2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604296" w:rsidRPr="00CF3AB0" w:rsidRDefault="00604296" w:rsidP="00944E53">
            <w:pPr>
              <w:jc w:val="center"/>
              <w:rPr>
                <w:b/>
                <w:sz w:val="20"/>
                <w:szCs w:val="20"/>
              </w:rPr>
            </w:pPr>
            <w:r w:rsidRPr="00CF3AB0">
              <w:rPr>
                <w:b/>
                <w:sz w:val="20"/>
                <w:szCs w:val="20"/>
              </w:rPr>
              <w:t>1</w:t>
            </w:r>
            <w:r>
              <w:rPr>
                <w:b/>
                <w:sz w:val="20"/>
                <w:szCs w:val="20"/>
              </w:rPr>
              <w:t>10.</w:t>
            </w:r>
          </w:p>
        </w:tc>
        <w:tc>
          <w:tcPr>
            <w:tcW w:w="4118" w:type="dxa"/>
            <w:gridSpan w:val="2"/>
          </w:tcPr>
          <w:p w:rsidR="00604296" w:rsidRPr="00844C9A" w:rsidRDefault="00604296" w:rsidP="005C68AB">
            <w:pPr>
              <w:shd w:val="clear" w:color="auto" w:fill="FFFFFF"/>
            </w:pPr>
            <w:r w:rsidRPr="00844C9A">
              <w:t>Хранение документов, связанных с подготовкой и проведением выборов, их передача в архив, уничтожение</w:t>
            </w:r>
            <w:r>
              <w:t>:</w:t>
            </w:r>
          </w:p>
          <w:p w:rsidR="00604296" w:rsidRDefault="00604296" w:rsidP="005C68AB">
            <w:pPr>
              <w:shd w:val="clear" w:color="auto" w:fill="FFFFFF"/>
            </w:pPr>
          </w:p>
          <w:p w:rsidR="00604296" w:rsidRDefault="00604296" w:rsidP="005C68AB">
            <w:pPr>
              <w:shd w:val="clear" w:color="auto" w:fill="FFFFFF"/>
            </w:pPr>
            <w:r>
              <w:t>- избирательные бюллетени, откре</w:t>
            </w:r>
            <w:r>
              <w:softHyphen/>
              <w:t>пительные удостоверения, списки из</w:t>
            </w:r>
            <w:r>
              <w:softHyphen/>
              <w:t>бирателей и подписные листы с под</w:t>
            </w:r>
            <w:r>
              <w:softHyphen/>
              <w:t>писями избирателей</w:t>
            </w:r>
          </w:p>
          <w:p w:rsidR="00604296" w:rsidRDefault="00604296" w:rsidP="00D2742C">
            <w:pPr>
              <w:shd w:val="clear" w:color="auto" w:fill="FFFFFF"/>
              <w:jc w:val="right"/>
            </w:pPr>
            <w:r>
              <w:t xml:space="preserve">п. 3 </w:t>
            </w:r>
            <w:r w:rsidRPr="00844C9A">
              <w:t>ст.</w:t>
            </w:r>
            <w:r>
              <w:t xml:space="preserve"> </w:t>
            </w:r>
            <w:r w:rsidRPr="00844C9A">
              <w:t>55 ЗБО</w:t>
            </w:r>
          </w:p>
          <w:p w:rsidR="00604296" w:rsidRDefault="00604296" w:rsidP="005C68AB">
            <w:pPr>
              <w:shd w:val="clear" w:color="auto" w:fill="FFFFFF"/>
            </w:pPr>
          </w:p>
          <w:p w:rsidR="00604296" w:rsidRDefault="00604296" w:rsidP="005C68AB">
            <w:pPr>
              <w:numPr>
                <w:ilvl w:val="0"/>
                <w:numId w:val="7"/>
              </w:numPr>
              <w:shd w:val="clear" w:color="auto" w:fill="FFFFFF"/>
              <w:ind w:left="0" w:firstLine="23"/>
            </w:pPr>
            <w:r>
              <w:t>первые экземпляры протоко</w:t>
            </w:r>
            <w:r>
              <w:softHyphen/>
              <w:t>лов избирательных комиссий об ито</w:t>
            </w:r>
            <w:r>
              <w:softHyphen/>
              <w:t>гах голосования, о результатах выбо</w:t>
            </w:r>
            <w:r>
              <w:softHyphen/>
              <w:t>ров с прилагаемыми к ним докумен</w:t>
            </w:r>
            <w:r>
              <w:softHyphen/>
              <w:t>тами и сводные таблицы, финансо</w:t>
            </w:r>
            <w:r>
              <w:softHyphen/>
              <w:t>вые отчеты избирательных комиссий, итоговые финансовые отчеты зареги</w:t>
            </w:r>
            <w:r>
              <w:softHyphen/>
              <w:t>стрированных кандидатов, избира</w:t>
            </w:r>
            <w:r>
              <w:softHyphen/>
              <w:t>тельных объединений, выдвинувших зарегистрированные единые списка кандидатов</w:t>
            </w:r>
          </w:p>
          <w:p w:rsidR="00604296" w:rsidRPr="00844C9A" w:rsidRDefault="00604296" w:rsidP="0090219B">
            <w:pPr>
              <w:shd w:val="clear" w:color="auto" w:fill="FFFFFF"/>
              <w:jc w:val="right"/>
            </w:pPr>
            <w:r>
              <w:t xml:space="preserve">п. 4 </w:t>
            </w:r>
            <w:r w:rsidRPr="00844C9A">
              <w:t>ст.</w:t>
            </w:r>
            <w:r>
              <w:t xml:space="preserve"> </w:t>
            </w:r>
            <w:r w:rsidRPr="00844C9A">
              <w:t>55 ЗБО</w:t>
            </w:r>
          </w:p>
        </w:tc>
        <w:tc>
          <w:tcPr>
            <w:tcW w:w="2979" w:type="dxa"/>
            <w:gridSpan w:val="2"/>
            <w:tcBorders>
              <w:bottom w:val="single" w:sz="4" w:space="0" w:color="auto"/>
            </w:tcBorders>
          </w:tcPr>
          <w:p w:rsidR="00604296" w:rsidRDefault="00604296" w:rsidP="005C68AB">
            <w:pPr>
              <w:shd w:val="clear" w:color="auto" w:fill="FFFFFF"/>
              <w:jc w:val="center"/>
            </w:pPr>
            <w:r w:rsidRPr="00844C9A">
              <w:t xml:space="preserve">В порядке, установленном законом </w:t>
            </w:r>
            <w:r>
              <w:t>ЗБО:</w:t>
            </w:r>
          </w:p>
          <w:p w:rsidR="00604296" w:rsidRDefault="00604296" w:rsidP="005C68AB">
            <w:pPr>
              <w:shd w:val="clear" w:color="auto" w:fill="FFFFFF"/>
              <w:jc w:val="center"/>
            </w:pPr>
          </w:p>
          <w:p w:rsidR="00604296" w:rsidRDefault="00604296" w:rsidP="005C68AB">
            <w:pPr>
              <w:shd w:val="clear" w:color="auto" w:fill="FFFFFF"/>
              <w:jc w:val="center"/>
            </w:pPr>
          </w:p>
          <w:p w:rsidR="00604296" w:rsidRDefault="00604296" w:rsidP="005C68AB">
            <w:pPr>
              <w:numPr>
                <w:ilvl w:val="0"/>
                <w:numId w:val="6"/>
              </w:numPr>
              <w:shd w:val="clear" w:color="auto" w:fill="FFFFFF"/>
              <w:ind w:left="0" w:firstLine="16"/>
              <w:jc w:val="center"/>
            </w:pPr>
            <w:r>
              <w:t>не менее одного года со дня официального опубликования результа</w:t>
            </w:r>
            <w:r>
              <w:softHyphen/>
              <w:t>тов выборов</w:t>
            </w:r>
          </w:p>
          <w:p w:rsidR="00604296" w:rsidRDefault="00604296" w:rsidP="005C68AB">
            <w:pPr>
              <w:shd w:val="clear" w:color="auto" w:fill="FFFFFF"/>
              <w:ind w:firstLine="16"/>
              <w:jc w:val="center"/>
            </w:pPr>
          </w:p>
          <w:p w:rsidR="00604296" w:rsidRDefault="00604296" w:rsidP="005C68AB">
            <w:pPr>
              <w:shd w:val="clear" w:color="auto" w:fill="FFFFFF"/>
              <w:ind w:firstLine="16"/>
              <w:jc w:val="center"/>
            </w:pPr>
          </w:p>
          <w:p w:rsidR="00604296" w:rsidRDefault="00604296" w:rsidP="005C68AB">
            <w:pPr>
              <w:numPr>
                <w:ilvl w:val="0"/>
                <w:numId w:val="6"/>
              </w:numPr>
              <w:shd w:val="clear" w:color="auto" w:fill="FFFFFF"/>
              <w:ind w:left="0" w:firstLine="16"/>
              <w:jc w:val="center"/>
            </w:pPr>
            <w:r>
              <w:t>не менее одного года со дня объявления следующих выборов</w:t>
            </w:r>
          </w:p>
          <w:p w:rsidR="00604296" w:rsidRPr="00844C9A" w:rsidRDefault="00604296" w:rsidP="005C68AB">
            <w:pPr>
              <w:shd w:val="clear" w:color="auto" w:fill="FFFFFF"/>
              <w:jc w:val="center"/>
            </w:pPr>
          </w:p>
        </w:tc>
        <w:tc>
          <w:tcPr>
            <w:tcW w:w="2542" w:type="dxa"/>
            <w:gridSpan w:val="2"/>
            <w:tcBorders>
              <w:top w:val="single" w:sz="4" w:space="0" w:color="auto"/>
            </w:tcBorders>
          </w:tcPr>
          <w:p w:rsidR="00604296" w:rsidRPr="00844C9A" w:rsidRDefault="00604296" w:rsidP="00D2742C">
            <w:pPr>
              <w:shd w:val="clear" w:color="auto" w:fill="FFFFFF"/>
              <w:jc w:val="center"/>
            </w:pPr>
            <w:r>
              <w:t>Территориальная и</w:t>
            </w:r>
            <w:r>
              <w:t>з</w:t>
            </w:r>
            <w:r>
              <w:t>бирательная комиссия Мглинского района</w:t>
            </w:r>
          </w:p>
        </w:tc>
      </w:tr>
      <w:tr w:rsidR="00604296" w:rsidRPr="00844C9A" w:rsidTr="00D2742C">
        <w:trPr>
          <w:trHeight w:val="20"/>
        </w:trPr>
        <w:tc>
          <w:tcPr>
            <w:tcW w:w="567" w:type="dxa"/>
          </w:tcPr>
          <w:p w:rsidR="00604296" w:rsidRPr="00844C9A" w:rsidRDefault="00604296" w:rsidP="00944E53">
            <w:pPr>
              <w:jc w:val="center"/>
              <w:rPr>
                <w:b/>
              </w:rPr>
            </w:pPr>
            <w:r w:rsidRPr="00CF3AB0">
              <w:rPr>
                <w:b/>
                <w:sz w:val="20"/>
                <w:szCs w:val="20"/>
              </w:rPr>
              <w:t>11</w:t>
            </w:r>
            <w:r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4118" w:type="dxa"/>
            <w:gridSpan w:val="2"/>
            <w:tcBorders>
              <w:bottom w:val="single" w:sz="4" w:space="0" w:color="auto"/>
            </w:tcBorders>
          </w:tcPr>
          <w:p w:rsidR="00604296" w:rsidRDefault="00604296" w:rsidP="005C68AB">
            <w:pPr>
              <w:shd w:val="clear" w:color="auto" w:fill="FFFFFF"/>
              <w:jc w:val="both"/>
            </w:pPr>
            <w:r>
              <w:t>Хранение документов о безвозмез</w:t>
            </w:r>
            <w:r>
              <w:t>д</w:t>
            </w:r>
            <w:r>
              <w:t>ном и платном предоставлении эфирного времени и печатной пл</w:t>
            </w:r>
            <w:r>
              <w:t>о</w:t>
            </w:r>
            <w:r>
              <w:t>щади, предоставлению услуг по ра</w:t>
            </w:r>
            <w:r>
              <w:t>з</w:t>
            </w:r>
            <w:r>
              <w:t>мещению агитационных материалов в сетевых изданиях</w:t>
            </w:r>
          </w:p>
          <w:p w:rsidR="00604296" w:rsidRDefault="00604296" w:rsidP="005C68AB">
            <w:pPr>
              <w:shd w:val="clear" w:color="auto" w:fill="FFFFFF"/>
              <w:jc w:val="right"/>
            </w:pPr>
            <w:r>
              <w:t>п. 9 ст. 50 ФЗ</w:t>
            </w:r>
          </w:p>
          <w:p w:rsidR="00604296" w:rsidRPr="00844C9A" w:rsidRDefault="00604296" w:rsidP="005C68AB">
            <w:pPr>
              <w:shd w:val="clear" w:color="auto" w:fill="FFFFFF"/>
              <w:jc w:val="right"/>
            </w:pPr>
            <w:r>
              <w:t>п. 9 ст. 34 ЗБО</w:t>
            </w:r>
          </w:p>
        </w:tc>
        <w:tc>
          <w:tcPr>
            <w:tcW w:w="2979" w:type="dxa"/>
            <w:gridSpan w:val="2"/>
            <w:tcBorders>
              <w:top w:val="single" w:sz="4" w:space="0" w:color="auto"/>
            </w:tcBorders>
          </w:tcPr>
          <w:p w:rsidR="00604296" w:rsidRPr="00844C9A" w:rsidRDefault="00604296" w:rsidP="005C68AB">
            <w:pPr>
              <w:shd w:val="clear" w:color="auto" w:fill="FFFFFF"/>
              <w:jc w:val="both"/>
            </w:pPr>
            <w:r>
              <w:t>Не менее трех лет после дня голосования</w:t>
            </w:r>
          </w:p>
        </w:tc>
        <w:tc>
          <w:tcPr>
            <w:tcW w:w="2542" w:type="dxa"/>
            <w:gridSpan w:val="2"/>
            <w:tcBorders>
              <w:top w:val="single" w:sz="4" w:space="0" w:color="auto"/>
            </w:tcBorders>
          </w:tcPr>
          <w:p w:rsidR="00604296" w:rsidRPr="00844C9A" w:rsidRDefault="00604296" w:rsidP="005C68AB">
            <w:pPr>
              <w:shd w:val="clear" w:color="auto" w:fill="FFFFFF"/>
              <w:jc w:val="center"/>
            </w:pPr>
            <w:r>
              <w:t>Редакция газеты «Мглинские вести», редакции сетевых и</w:t>
            </w:r>
            <w:r>
              <w:t>з</w:t>
            </w:r>
            <w:r>
              <w:t>даний</w:t>
            </w:r>
          </w:p>
        </w:tc>
      </w:tr>
    </w:tbl>
    <w:p w:rsidR="00604296" w:rsidRPr="00844C9A" w:rsidRDefault="00604296"/>
    <w:sectPr w:rsidR="00604296" w:rsidRPr="00844C9A" w:rsidSect="007B6848">
      <w:footerReference w:type="even" r:id="rId7"/>
      <w:footerReference w:type="default" r:id="rId8"/>
      <w:footnotePr>
        <w:numFmt w:val="chicago"/>
      </w:footnotePr>
      <w:pgSz w:w="11906" w:h="16838"/>
      <w:pgMar w:top="680" w:right="680" w:bottom="567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04296" w:rsidRDefault="00604296">
      <w:r>
        <w:separator/>
      </w:r>
    </w:p>
  </w:endnote>
  <w:endnote w:type="continuationSeparator" w:id="1">
    <w:p w:rsidR="00604296" w:rsidRDefault="0060429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4296" w:rsidRDefault="00604296" w:rsidP="00D7182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04296" w:rsidRDefault="00604296" w:rsidP="00D71820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4296" w:rsidRPr="00DD6408" w:rsidRDefault="00604296" w:rsidP="00D71820">
    <w:pPr>
      <w:pStyle w:val="Footer"/>
      <w:framePr w:wrap="around" w:vAnchor="text" w:hAnchor="margin" w:xAlign="right" w:y="1"/>
      <w:rPr>
        <w:rStyle w:val="PageNumber"/>
        <w:sz w:val="22"/>
        <w:szCs w:val="22"/>
      </w:rPr>
    </w:pPr>
    <w:r w:rsidRPr="00DD6408">
      <w:rPr>
        <w:rStyle w:val="PageNumber"/>
        <w:sz w:val="22"/>
        <w:szCs w:val="22"/>
      </w:rPr>
      <w:fldChar w:fldCharType="begin"/>
    </w:r>
    <w:r w:rsidRPr="00DD6408">
      <w:rPr>
        <w:rStyle w:val="PageNumber"/>
        <w:sz w:val="22"/>
        <w:szCs w:val="22"/>
      </w:rPr>
      <w:instrText xml:space="preserve">PAGE  </w:instrText>
    </w:r>
    <w:r w:rsidRPr="00DD6408">
      <w:rPr>
        <w:rStyle w:val="PageNumber"/>
        <w:sz w:val="22"/>
        <w:szCs w:val="22"/>
      </w:rPr>
      <w:fldChar w:fldCharType="separate"/>
    </w:r>
    <w:r>
      <w:rPr>
        <w:rStyle w:val="PageNumber"/>
        <w:noProof/>
        <w:sz w:val="22"/>
        <w:szCs w:val="22"/>
      </w:rPr>
      <w:t>2</w:t>
    </w:r>
    <w:r w:rsidRPr="00DD6408">
      <w:rPr>
        <w:rStyle w:val="PageNumber"/>
        <w:sz w:val="22"/>
        <w:szCs w:val="22"/>
      </w:rPr>
      <w:fldChar w:fldCharType="end"/>
    </w:r>
  </w:p>
  <w:p w:rsidR="00604296" w:rsidRDefault="00604296" w:rsidP="00D71820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04296" w:rsidRDefault="00604296">
      <w:r>
        <w:separator/>
      </w:r>
    </w:p>
  </w:footnote>
  <w:footnote w:type="continuationSeparator" w:id="1">
    <w:p w:rsidR="00604296" w:rsidRDefault="00604296">
      <w:r>
        <w:continuationSeparator/>
      </w:r>
    </w:p>
  </w:footnote>
  <w:footnote w:id="2">
    <w:p w:rsidR="00604296" w:rsidRDefault="00604296">
      <w:pPr>
        <w:pStyle w:val="FootnoteText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5AF4D794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C53C74"/>
    <w:multiLevelType w:val="hybridMultilevel"/>
    <w:tmpl w:val="85F6D07E"/>
    <w:lvl w:ilvl="0" w:tplc="481A62EC">
      <w:start w:val="10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BC541B4"/>
    <w:multiLevelType w:val="hybridMultilevel"/>
    <w:tmpl w:val="85F6D07E"/>
    <w:lvl w:ilvl="0" w:tplc="481A62EC">
      <w:start w:val="10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AB81229"/>
    <w:multiLevelType w:val="hybridMultilevel"/>
    <w:tmpl w:val="2C726C62"/>
    <w:lvl w:ilvl="0" w:tplc="7012E476">
      <w:start w:val="10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67F006C"/>
    <w:multiLevelType w:val="hybridMultilevel"/>
    <w:tmpl w:val="4740CC2A"/>
    <w:lvl w:ilvl="0" w:tplc="5A26BC0A">
      <w:start w:val="1"/>
      <w:numFmt w:val="decimal"/>
      <w:lvlText w:val="%1."/>
      <w:lvlJc w:val="left"/>
      <w:pPr>
        <w:ind w:left="1125" w:hanging="5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  <w:rPr>
        <w:rFonts w:cs="Times New Roman"/>
      </w:rPr>
    </w:lvl>
  </w:abstractNum>
  <w:abstractNum w:abstractNumId="5">
    <w:nsid w:val="5C23728B"/>
    <w:multiLevelType w:val="hybridMultilevel"/>
    <w:tmpl w:val="8C10EB70"/>
    <w:lvl w:ilvl="0" w:tplc="137AB2D8">
      <w:start w:val="10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A1F4F1E"/>
    <w:multiLevelType w:val="hybridMultilevel"/>
    <w:tmpl w:val="15A0216A"/>
    <w:lvl w:ilvl="0" w:tplc="CD827446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0"/>
  </w:num>
  <w:num w:numId="5">
    <w:abstractNumId w:val="4"/>
  </w:num>
  <w:num w:numId="6">
    <w:abstractNumId w:val="3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stylePaneFormatFilter w:val="3F01"/>
  <w:defaultTabStop w:val="708"/>
  <w:autoHyphenation/>
  <w:hyphenationZone w:val="6"/>
  <w:characterSpacingControl w:val="doNotCompress"/>
  <w:footnotePr>
    <w:numFmt w:val="chicago"/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45DC8"/>
    <w:rsid w:val="00003E3C"/>
    <w:rsid w:val="00004CC1"/>
    <w:rsid w:val="0001011E"/>
    <w:rsid w:val="00016194"/>
    <w:rsid w:val="00016BFE"/>
    <w:rsid w:val="00020B8D"/>
    <w:rsid w:val="00025242"/>
    <w:rsid w:val="000300E2"/>
    <w:rsid w:val="00030EB5"/>
    <w:rsid w:val="00033264"/>
    <w:rsid w:val="00037C0E"/>
    <w:rsid w:val="00037C20"/>
    <w:rsid w:val="00047163"/>
    <w:rsid w:val="00051F28"/>
    <w:rsid w:val="00054059"/>
    <w:rsid w:val="00063695"/>
    <w:rsid w:val="0006472F"/>
    <w:rsid w:val="00070187"/>
    <w:rsid w:val="00070C7C"/>
    <w:rsid w:val="00074403"/>
    <w:rsid w:val="00080626"/>
    <w:rsid w:val="00094622"/>
    <w:rsid w:val="000A24FB"/>
    <w:rsid w:val="000A53F9"/>
    <w:rsid w:val="000A6281"/>
    <w:rsid w:val="000B07D4"/>
    <w:rsid w:val="000B46FD"/>
    <w:rsid w:val="000B6906"/>
    <w:rsid w:val="000C1FBF"/>
    <w:rsid w:val="000C3BD4"/>
    <w:rsid w:val="000C56EC"/>
    <w:rsid w:val="000C58B6"/>
    <w:rsid w:val="000C694A"/>
    <w:rsid w:val="000C6FCF"/>
    <w:rsid w:val="000D12D1"/>
    <w:rsid w:val="000D3F94"/>
    <w:rsid w:val="000D6654"/>
    <w:rsid w:val="000D6687"/>
    <w:rsid w:val="000E118E"/>
    <w:rsid w:val="000E5015"/>
    <w:rsid w:val="000E512D"/>
    <w:rsid w:val="000E5DC5"/>
    <w:rsid w:val="000F4F6A"/>
    <w:rsid w:val="000F7C4D"/>
    <w:rsid w:val="0010281D"/>
    <w:rsid w:val="00111C06"/>
    <w:rsid w:val="00111E97"/>
    <w:rsid w:val="00112775"/>
    <w:rsid w:val="0011653B"/>
    <w:rsid w:val="001209DE"/>
    <w:rsid w:val="00121311"/>
    <w:rsid w:val="00125BED"/>
    <w:rsid w:val="00127EEB"/>
    <w:rsid w:val="00131132"/>
    <w:rsid w:val="00136628"/>
    <w:rsid w:val="00144E4E"/>
    <w:rsid w:val="0014552F"/>
    <w:rsid w:val="001512C4"/>
    <w:rsid w:val="00160603"/>
    <w:rsid w:val="001636A3"/>
    <w:rsid w:val="0016395B"/>
    <w:rsid w:val="00164C9B"/>
    <w:rsid w:val="0016541E"/>
    <w:rsid w:val="00170A8C"/>
    <w:rsid w:val="00172000"/>
    <w:rsid w:val="0017595E"/>
    <w:rsid w:val="00182B3B"/>
    <w:rsid w:val="00185504"/>
    <w:rsid w:val="00187081"/>
    <w:rsid w:val="0019068C"/>
    <w:rsid w:val="001906F3"/>
    <w:rsid w:val="00196731"/>
    <w:rsid w:val="00197870"/>
    <w:rsid w:val="001A2446"/>
    <w:rsid w:val="001B6C5E"/>
    <w:rsid w:val="001C0091"/>
    <w:rsid w:val="001C4BD2"/>
    <w:rsid w:val="001C4F48"/>
    <w:rsid w:val="001E7FBC"/>
    <w:rsid w:val="001F3376"/>
    <w:rsid w:val="001F654A"/>
    <w:rsid w:val="001F7A35"/>
    <w:rsid w:val="00200A4D"/>
    <w:rsid w:val="00204C24"/>
    <w:rsid w:val="00204D31"/>
    <w:rsid w:val="00205775"/>
    <w:rsid w:val="00210398"/>
    <w:rsid w:val="00210A3E"/>
    <w:rsid w:val="00210E85"/>
    <w:rsid w:val="00211269"/>
    <w:rsid w:val="00213659"/>
    <w:rsid w:val="00213A42"/>
    <w:rsid w:val="0021766D"/>
    <w:rsid w:val="00217847"/>
    <w:rsid w:val="002179C2"/>
    <w:rsid w:val="00220798"/>
    <w:rsid w:val="00224588"/>
    <w:rsid w:val="002265B1"/>
    <w:rsid w:val="00227B73"/>
    <w:rsid w:val="002375D1"/>
    <w:rsid w:val="00241F86"/>
    <w:rsid w:val="002425D6"/>
    <w:rsid w:val="00246DB4"/>
    <w:rsid w:val="00251A6D"/>
    <w:rsid w:val="00251C19"/>
    <w:rsid w:val="002529B2"/>
    <w:rsid w:val="002545C5"/>
    <w:rsid w:val="00255AFA"/>
    <w:rsid w:val="00257E3A"/>
    <w:rsid w:val="00261DB8"/>
    <w:rsid w:val="0026263A"/>
    <w:rsid w:val="0026656C"/>
    <w:rsid w:val="002704CB"/>
    <w:rsid w:val="002717C5"/>
    <w:rsid w:val="00272143"/>
    <w:rsid w:val="00273BA7"/>
    <w:rsid w:val="00275F5B"/>
    <w:rsid w:val="00276477"/>
    <w:rsid w:val="00277C40"/>
    <w:rsid w:val="00287639"/>
    <w:rsid w:val="00295884"/>
    <w:rsid w:val="00297EB8"/>
    <w:rsid w:val="002A5E60"/>
    <w:rsid w:val="002B4ED1"/>
    <w:rsid w:val="002C389E"/>
    <w:rsid w:val="002C426A"/>
    <w:rsid w:val="002C5AF2"/>
    <w:rsid w:val="002D0F46"/>
    <w:rsid w:val="002D71CB"/>
    <w:rsid w:val="002E1D75"/>
    <w:rsid w:val="002E20C8"/>
    <w:rsid w:val="002E4EBA"/>
    <w:rsid w:val="002E5438"/>
    <w:rsid w:val="002E58E9"/>
    <w:rsid w:val="002E5DD5"/>
    <w:rsid w:val="002E74E8"/>
    <w:rsid w:val="002F0246"/>
    <w:rsid w:val="002F2B16"/>
    <w:rsid w:val="002F2D5B"/>
    <w:rsid w:val="002F3A72"/>
    <w:rsid w:val="002F3E63"/>
    <w:rsid w:val="002F5D20"/>
    <w:rsid w:val="002F6875"/>
    <w:rsid w:val="00314222"/>
    <w:rsid w:val="00314B71"/>
    <w:rsid w:val="003158B1"/>
    <w:rsid w:val="00315E3C"/>
    <w:rsid w:val="00315E85"/>
    <w:rsid w:val="00317BF7"/>
    <w:rsid w:val="00317D3B"/>
    <w:rsid w:val="00324E77"/>
    <w:rsid w:val="0032672C"/>
    <w:rsid w:val="00327445"/>
    <w:rsid w:val="00336D45"/>
    <w:rsid w:val="00345D09"/>
    <w:rsid w:val="00352013"/>
    <w:rsid w:val="003532FD"/>
    <w:rsid w:val="00353D7B"/>
    <w:rsid w:val="00357B9D"/>
    <w:rsid w:val="003604E1"/>
    <w:rsid w:val="00361333"/>
    <w:rsid w:val="00365D8A"/>
    <w:rsid w:val="003713EF"/>
    <w:rsid w:val="00371FCE"/>
    <w:rsid w:val="00374015"/>
    <w:rsid w:val="003770FF"/>
    <w:rsid w:val="0038256A"/>
    <w:rsid w:val="0038382E"/>
    <w:rsid w:val="003838E5"/>
    <w:rsid w:val="0038617D"/>
    <w:rsid w:val="003910A6"/>
    <w:rsid w:val="003A1298"/>
    <w:rsid w:val="003A18E2"/>
    <w:rsid w:val="003A193F"/>
    <w:rsid w:val="003A1F86"/>
    <w:rsid w:val="003A23EC"/>
    <w:rsid w:val="003A2C89"/>
    <w:rsid w:val="003A6B96"/>
    <w:rsid w:val="003A71F3"/>
    <w:rsid w:val="003D1897"/>
    <w:rsid w:val="003E072E"/>
    <w:rsid w:val="003E3098"/>
    <w:rsid w:val="003E3790"/>
    <w:rsid w:val="003E52C6"/>
    <w:rsid w:val="003E68AD"/>
    <w:rsid w:val="003F39BE"/>
    <w:rsid w:val="003F7A61"/>
    <w:rsid w:val="00401604"/>
    <w:rsid w:val="00401ACF"/>
    <w:rsid w:val="00402B05"/>
    <w:rsid w:val="0040489E"/>
    <w:rsid w:val="00405923"/>
    <w:rsid w:val="00406236"/>
    <w:rsid w:val="00412551"/>
    <w:rsid w:val="00415F5A"/>
    <w:rsid w:val="00416848"/>
    <w:rsid w:val="0042015D"/>
    <w:rsid w:val="0042324E"/>
    <w:rsid w:val="00427B2E"/>
    <w:rsid w:val="00430139"/>
    <w:rsid w:val="0043487B"/>
    <w:rsid w:val="004372DB"/>
    <w:rsid w:val="004612C0"/>
    <w:rsid w:val="004654D8"/>
    <w:rsid w:val="004658B0"/>
    <w:rsid w:val="0047227A"/>
    <w:rsid w:val="00476BFF"/>
    <w:rsid w:val="004808D2"/>
    <w:rsid w:val="00480C0D"/>
    <w:rsid w:val="004812FD"/>
    <w:rsid w:val="0048231A"/>
    <w:rsid w:val="0048382C"/>
    <w:rsid w:val="004841FE"/>
    <w:rsid w:val="00484576"/>
    <w:rsid w:val="0048485C"/>
    <w:rsid w:val="0048753C"/>
    <w:rsid w:val="00487B53"/>
    <w:rsid w:val="00492469"/>
    <w:rsid w:val="00493550"/>
    <w:rsid w:val="0049391E"/>
    <w:rsid w:val="00494AA2"/>
    <w:rsid w:val="00495095"/>
    <w:rsid w:val="00495935"/>
    <w:rsid w:val="00495DF9"/>
    <w:rsid w:val="004975DB"/>
    <w:rsid w:val="00497B8C"/>
    <w:rsid w:val="00497BBC"/>
    <w:rsid w:val="004A07CA"/>
    <w:rsid w:val="004A4544"/>
    <w:rsid w:val="004A71E7"/>
    <w:rsid w:val="004B0362"/>
    <w:rsid w:val="004B32B0"/>
    <w:rsid w:val="004C25E8"/>
    <w:rsid w:val="004C751F"/>
    <w:rsid w:val="004D4B8E"/>
    <w:rsid w:val="004E5DC7"/>
    <w:rsid w:val="004E77B4"/>
    <w:rsid w:val="004E7D0B"/>
    <w:rsid w:val="004F3DA9"/>
    <w:rsid w:val="004F57F5"/>
    <w:rsid w:val="004F5E0E"/>
    <w:rsid w:val="004F5F99"/>
    <w:rsid w:val="00502A97"/>
    <w:rsid w:val="005038F2"/>
    <w:rsid w:val="0050755B"/>
    <w:rsid w:val="00507C6C"/>
    <w:rsid w:val="005104C0"/>
    <w:rsid w:val="00510513"/>
    <w:rsid w:val="00510E65"/>
    <w:rsid w:val="0051549B"/>
    <w:rsid w:val="00520A24"/>
    <w:rsid w:val="00524FAF"/>
    <w:rsid w:val="00526D5C"/>
    <w:rsid w:val="00530703"/>
    <w:rsid w:val="00531E4F"/>
    <w:rsid w:val="00537318"/>
    <w:rsid w:val="0054240B"/>
    <w:rsid w:val="00542819"/>
    <w:rsid w:val="005431E9"/>
    <w:rsid w:val="005466DC"/>
    <w:rsid w:val="005557B2"/>
    <w:rsid w:val="005615F6"/>
    <w:rsid w:val="00562084"/>
    <w:rsid w:val="00562701"/>
    <w:rsid w:val="00563C6A"/>
    <w:rsid w:val="005669AE"/>
    <w:rsid w:val="0057347F"/>
    <w:rsid w:val="0057589E"/>
    <w:rsid w:val="00580462"/>
    <w:rsid w:val="0058144F"/>
    <w:rsid w:val="00581C51"/>
    <w:rsid w:val="00582D14"/>
    <w:rsid w:val="00592023"/>
    <w:rsid w:val="005922AA"/>
    <w:rsid w:val="005932D1"/>
    <w:rsid w:val="00594512"/>
    <w:rsid w:val="005962CD"/>
    <w:rsid w:val="005A5B89"/>
    <w:rsid w:val="005B1341"/>
    <w:rsid w:val="005B5160"/>
    <w:rsid w:val="005B7D36"/>
    <w:rsid w:val="005C13A1"/>
    <w:rsid w:val="005C29C6"/>
    <w:rsid w:val="005C3401"/>
    <w:rsid w:val="005C68AB"/>
    <w:rsid w:val="005D0A49"/>
    <w:rsid w:val="005D544A"/>
    <w:rsid w:val="005D7D47"/>
    <w:rsid w:val="005F08F8"/>
    <w:rsid w:val="005F1FFA"/>
    <w:rsid w:val="005F425C"/>
    <w:rsid w:val="005F4BB0"/>
    <w:rsid w:val="005F5F16"/>
    <w:rsid w:val="00600287"/>
    <w:rsid w:val="00604296"/>
    <w:rsid w:val="00606E90"/>
    <w:rsid w:val="006105EC"/>
    <w:rsid w:val="00617FF8"/>
    <w:rsid w:val="0062336A"/>
    <w:rsid w:val="0062398A"/>
    <w:rsid w:val="00624568"/>
    <w:rsid w:val="0062518D"/>
    <w:rsid w:val="00627496"/>
    <w:rsid w:val="00630F5C"/>
    <w:rsid w:val="00631EF7"/>
    <w:rsid w:val="00634ABE"/>
    <w:rsid w:val="006368D4"/>
    <w:rsid w:val="006403D9"/>
    <w:rsid w:val="0064106D"/>
    <w:rsid w:val="00642BDE"/>
    <w:rsid w:val="00644830"/>
    <w:rsid w:val="00653DC2"/>
    <w:rsid w:val="006541E6"/>
    <w:rsid w:val="00655FCF"/>
    <w:rsid w:val="00656913"/>
    <w:rsid w:val="00660329"/>
    <w:rsid w:val="00662B32"/>
    <w:rsid w:val="00665851"/>
    <w:rsid w:val="006710D8"/>
    <w:rsid w:val="00672286"/>
    <w:rsid w:val="00676032"/>
    <w:rsid w:val="00683269"/>
    <w:rsid w:val="006854FE"/>
    <w:rsid w:val="006912A6"/>
    <w:rsid w:val="00691FD6"/>
    <w:rsid w:val="00692F45"/>
    <w:rsid w:val="00693664"/>
    <w:rsid w:val="0069375A"/>
    <w:rsid w:val="00697DEB"/>
    <w:rsid w:val="006A214F"/>
    <w:rsid w:val="006A281E"/>
    <w:rsid w:val="006A2FAB"/>
    <w:rsid w:val="006A7310"/>
    <w:rsid w:val="006B10E4"/>
    <w:rsid w:val="006B1575"/>
    <w:rsid w:val="006B377B"/>
    <w:rsid w:val="006B3DE9"/>
    <w:rsid w:val="006C0CB0"/>
    <w:rsid w:val="006C3E73"/>
    <w:rsid w:val="006D0A3A"/>
    <w:rsid w:val="006D66ED"/>
    <w:rsid w:val="006D7080"/>
    <w:rsid w:val="006E0D8E"/>
    <w:rsid w:val="006E0E59"/>
    <w:rsid w:val="006E515B"/>
    <w:rsid w:val="006F3A7F"/>
    <w:rsid w:val="006F769F"/>
    <w:rsid w:val="00702952"/>
    <w:rsid w:val="00703721"/>
    <w:rsid w:val="00705CE3"/>
    <w:rsid w:val="00707678"/>
    <w:rsid w:val="00711D45"/>
    <w:rsid w:val="00712E22"/>
    <w:rsid w:val="00712E98"/>
    <w:rsid w:val="0071538C"/>
    <w:rsid w:val="00723675"/>
    <w:rsid w:val="00725121"/>
    <w:rsid w:val="00726568"/>
    <w:rsid w:val="00731CBA"/>
    <w:rsid w:val="007320AE"/>
    <w:rsid w:val="00732886"/>
    <w:rsid w:val="007370BC"/>
    <w:rsid w:val="0074190B"/>
    <w:rsid w:val="00743D3A"/>
    <w:rsid w:val="007444EF"/>
    <w:rsid w:val="00746531"/>
    <w:rsid w:val="00746DD7"/>
    <w:rsid w:val="007472C9"/>
    <w:rsid w:val="0074736C"/>
    <w:rsid w:val="00747431"/>
    <w:rsid w:val="00751224"/>
    <w:rsid w:val="00755AB2"/>
    <w:rsid w:val="007666AB"/>
    <w:rsid w:val="00766A9A"/>
    <w:rsid w:val="00766E4D"/>
    <w:rsid w:val="00772717"/>
    <w:rsid w:val="00774ACF"/>
    <w:rsid w:val="00775306"/>
    <w:rsid w:val="00775470"/>
    <w:rsid w:val="007904D4"/>
    <w:rsid w:val="0079767A"/>
    <w:rsid w:val="007A216D"/>
    <w:rsid w:val="007A38DA"/>
    <w:rsid w:val="007A44B3"/>
    <w:rsid w:val="007B08FA"/>
    <w:rsid w:val="007B4141"/>
    <w:rsid w:val="007B4329"/>
    <w:rsid w:val="007B46B5"/>
    <w:rsid w:val="007B6401"/>
    <w:rsid w:val="007B6848"/>
    <w:rsid w:val="007C0002"/>
    <w:rsid w:val="007C08EA"/>
    <w:rsid w:val="007C4BED"/>
    <w:rsid w:val="007C5CE5"/>
    <w:rsid w:val="007D101C"/>
    <w:rsid w:val="007D40F5"/>
    <w:rsid w:val="007D4B7F"/>
    <w:rsid w:val="007D4FEB"/>
    <w:rsid w:val="007D5754"/>
    <w:rsid w:val="007D63A9"/>
    <w:rsid w:val="007D6E16"/>
    <w:rsid w:val="007E15F1"/>
    <w:rsid w:val="007E4020"/>
    <w:rsid w:val="007E61AE"/>
    <w:rsid w:val="007E7A2A"/>
    <w:rsid w:val="007F0C96"/>
    <w:rsid w:val="007F316C"/>
    <w:rsid w:val="007F32CC"/>
    <w:rsid w:val="007F4144"/>
    <w:rsid w:val="007F641C"/>
    <w:rsid w:val="007F741F"/>
    <w:rsid w:val="00802561"/>
    <w:rsid w:val="008053F7"/>
    <w:rsid w:val="00811BA0"/>
    <w:rsid w:val="00811C64"/>
    <w:rsid w:val="00812206"/>
    <w:rsid w:val="00815211"/>
    <w:rsid w:val="008209FF"/>
    <w:rsid w:val="00832989"/>
    <w:rsid w:val="00833E8D"/>
    <w:rsid w:val="00837A72"/>
    <w:rsid w:val="00840EE2"/>
    <w:rsid w:val="00840FC2"/>
    <w:rsid w:val="00844C9A"/>
    <w:rsid w:val="00856693"/>
    <w:rsid w:val="008603FD"/>
    <w:rsid w:val="008645AD"/>
    <w:rsid w:val="00867D21"/>
    <w:rsid w:val="008720ED"/>
    <w:rsid w:val="008759CB"/>
    <w:rsid w:val="00880145"/>
    <w:rsid w:val="0088118A"/>
    <w:rsid w:val="00881A9B"/>
    <w:rsid w:val="00887577"/>
    <w:rsid w:val="008907A7"/>
    <w:rsid w:val="00891A4A"/>
    <w:rsid w:val="008A095A"/>
    <w:rsid w:val="008A115A"/>
    <w:rsid w:val="008A1288"/>
    <w:rsid w:val="008A17DA"/>
    <w:rsid w:val="008B248D"/>
    <w:rsid w:val="008B7289"/>
    <w:rsid w:val="008C23B0"/>
    <w:rsid w:val="008C4276"/>
    <w:rsid w:val="008D4F37"/>
    <w:rsid w:val="008D73BA"/>
    <w:rsid w:val="008E0493"/>
    <w:rsid w:val="008E07AB"/>
    <w:rsid w:val="008E1464"/>
    <w:rsid w:val="008E794B"/>
    <w:rsid w:val="008F22F2"/>
    <w:rsid w:val="008F3D95"/>
    <w:rsid w:val="008F4BD8"/>
    <w:rsid w:val="008F65C9"/>
    <w:rsid w:val="008F6DFC"/>
    <w:rsid w:val="009005C9"/>
    <w:rsid w:val="00900683"/>
    <w:rsid w:val="009013DE"/>
    <w:rsid w:val="0090219B"/>
    <w:rsid w:val="00904978"/>
    <w:rsid w:val="00912DC6"/>
    <w:rsid w:val="00921DA2"/>
    <w:rsid w:val="00922847"/>
    <w:rsid w:val="0092445F"/>
    <w:rsid w:val="00927193"/>
    <w:rsid w:val="009344D7"/>
    <w:rsid w:val="009352D8"/>
    <w:rsid w:val="0093702F"/>
    <w:rsid w:val="00940817"/>
    <w:rsid w:val="00943494"/>
    <w:rsid w:val="009439BE"/>
    <w:rsid w:val="00944E53"/>
    <w:rsid w:val="009460C0"/>
    <w:rsid w:val="00947735"/>
    <w:rsid w:val="00962AD5"/>
    <w:rsid w:val="0096628E"/>
    <w:rsid w:val="0096782D"/>
    <w:rsid w:val="00972035"/>
    <w:rsid w:val="0097756C"/>
    <w:rsid w:val="0098084F"/>
    <w:rsid w:val="00985F07"/>
    <w:rsid w:val="00986F7C"/>
    <w:rsid w:val="00987542"/>
    <w:rsid w:val="00992364"/>
    <w:rsid w:val="009926F5"/>
    <w:rsid w:val="00996F20"/>
    <w:rsid w:val="00997D0F"/>
    <w:rsid w:val="009A2FD5"/>
    <w:rsid w:val="009A39C8"/>
    <w:rsid w:val="009A5C0A"/>
    <w:rsid w:val="009A75D0"/>
    <w:rsid w:val="009B04D2"/>
    <w:rsid w:val="009B0D05"/>
    <w:rsid w:val="009B4BEC"/>
    <w:rsid w:val="009B78DF"/>
    <w:rsid w:val="009B7DCE"/>
    <w:rsid w:val="009D342E"/>
    <w:rsid w:val="009D4738"/>
    <w:rsid w:val="009E42CA"/>
    <w:rsid w:val="009E5A96"/>
    <w:rsid w:val="009E5CCD"/>
    <w:rsid w:val="009F3489"/>
    <w:rsid w:val="009F7D03"/>
    <w:rsid w:val="00A01726"/>
    <w:rsid w:val="00A02088"/>
    <w:rsid w:val="00A03DFE"/>
    <w:rsid w:val="00A0569E"/>
    <w:rsid w:val="00A10FAC"/>
    <w:rsid w:val="00A179DA"/>
    <w:rsid w:val="00A21B4E"/>
    <w:rsid w:val="00A26C0F"/>
    <w:rsid w:val="00A30AD6"/>
    <w:rsid w:val="00A31055"/>
    <w:rsid w:val="00A360A6"/>
    <w:rsid w:val="00A36828"/>
    <w:rsid w:val="00A41AA9"/>
    <w:rsid w:val="00A44947"/>
    <w:rsid w:val="00A455E8"/>
    <w:rsid w:val="00A536BA"/>
    <w:rsid w:val="00A54563"/>
    <w:rsid w:val="00A73C6C"/>
    <w:rsid w:val="00A7556B"/>
    <w:rsid w:val="00A76067"/>
    <w:rsid w:val="00A776C3"/>
    <w:rsid w:val="00A864C9"/>
    <w:rsid w:val="00A90924"/>
    <w:rsid w:val="00A910FF"/>
    <w:rsid w:val="00A941A2"/>
    <w:rsid w:val="00AA20CF"/>
    <w:rsid w:val="00AB037E"/>
    <w:rsid w:val="00AB03AA"/>
    <w:rsid w:val="00AB0EF2"/>
    <w:rsid w:val="00AB45E2"/>
    <w:rsid w:val="00AB5BDD"/>
    <w:rsid w:val="00AB6FB8"/>
    <w:rsid w:val="00AB740B"/>
    <w:rsid w:val="00AC3F22"/>
    <w:rsid w:val="00AD2205"/>
    <w:rsid w:val="00AD391B"/>
    <w:rsid w:val="00AD74B9"/>
    <w:rsid w:val="00AD7BC0"/>
    <w:rsid w:val="00AE1713"/>
    <w:rsid w:val="00AE20D9"/>
    <w:rsid w:val="00AE25EB"/>
    <w:rsid w:val="00AE40EA"/>
    <w:rsid w:val="00AE5434"/>
    <w:rsid w:val="00AE6A78"/>
    <w:rsid w:val="00AF26B5"/>
    <w:rsid w:val="00AF4229"/>
    <w:rsid w:val="00AF6522"/>
    <w:rsid w:val="00B017EC"/>
    <w:rsid w:val="00B03DD4"/>
    <w:rsid w:val="00B05BAC"/>
    <w:rsid w:val="00B12005"/>
    <w:rsid w:val="00B120CF"/>
    <w:rsid w:val="00B13BD5"/>
    <w:rsid w:val="00B21071"/>
    <w:rsid w:val="00B2530D"/>
    <w:rsid w:val="00B3231C"/>
    <w:rsid w:val="00B33F60"/>
    <w:rsid w:val="00B35629"/>
    <w:rsid w:val="00B36CFC"/>
    <w:rsid w:val="00B37176"/>
    <w:rsid w:val="00B400AA"/>
    <w:rsid w:val="00B417C3"/>
    <w:rsid w:val="00B42278"/>
    <w:rsid w:val="00B42B64"/>
    <w:rsid w:val="00B52C97"/>
    <w:rsid w:val="00B53729"/>
    <w:rsid w:val="00B56C6A"/>
    <w:rsid w:val="00B56E3C"/>
    <w:rsid w:val="00B5751F"/>
    <w:rsid w:val="00B65674"/>
    <w:rsid w:val="00B74D51"/>
    <w:rsid w:val="00B763C2"/>
    <w:rsid w:val="00B76952"/>
    <w:rsid w:val="00B772EF"/>
    <w:rsid w:val="00B77875"/>
    <w:rsid w:val="00B83356"/>
    <w:rsid w:val="00B83414"/>
    <w:rsid w:val="00B86088"/>
    <w:rsid w:val="00B90A90"/>
    <w:rsid w:val="00B91317"/>
    <w:rsid w:val="00B968B0"/>
    <w:rsid w:val="00B973CF"/>
    <w:rsid w:val="00BA2546"/>
    <w:rsid w:val="00BA4CB7"/>
    <w:rsid w:val="00BA78B6"/>
    <w:rsid w:val="00BB312D"/>
    <w:rsid w:val="00BB421F"/>
    <w:rsid w:val="00BB5268"/>
    <w:rsid w:val="00BB7704"/>
    <w:rsid w:val="00BC6973"/>
    <w:rsid w:val="00BD5D3E"/>
    <w:rsid w:val="00BE6734"/>
    <w:rsid w:val="00BF449D"/>
    <w:rsid w:val="00C02ECD"/>
    <w:rsid w:val="00C03500"/>
    <w:rsid w:val="00C07C6E"/>
    <w:rsid w:val="00C12880"/>
    <w:rsid w:val="00C17EE9"/>
    <w:rsid w:val="00C25204"/>
    <w:rsid w:val="00C319E4"/>
    <w:rsid w:val="00C323EB"/>
    <w:rsid w:val="00C44546"/>
    <w:rsid w:val="00C449C2"/>
    <w:rsid w:val="00C47602"/>
    <w:rsid w:val="00C500D9"/>
    <w:rsid w:val="00C506D6"/>
    <w:rsid w:val="00C56344"/>
    <w:rsid w:val="00C56782"/>
    <w:rsid w:val="00C56C28"/>
    <w:rsid w:val="00C62D79"/>
    <w:rsid w:val="00C634B6"/>
    <w:rsid w:val="00C64438"/>
    <w:rsid w:val="00C6539E"/>
    <w:rsid w:val="00C72295"/>
    <w:rsid w:val="00C728DA"/>
    <w:rsid w:val="00C73F3C"/>
    <w:rsid w:val="00C743C1"/>
    <w:rsid w:val="00C75E59"/>
    <w:rsid w:val="00C765F9"/>
    <w:rsid w:val="00C817FA"/>
    <w:rsid w:val="00C823E1"/>
    <w:rsid w:val="00C82869"/>
    <w:rsid w:val="00C82D15"/>
    <w:rsid w:val="00C9278A"/>
    <w:rsid w:val="00C9444A"/>
    <w:rsid w:val="00C94FF2"/>
    <w:rsid w:val="00C96055"/>
    <w:rsid w:val="00CA0535"/>
    <w:rsid w:val="00CA1E91"/>
    <w:rsid w:val="00CA230D"/>
    <w:rsid w:val="00CA58E7"/>
    <w:rsid w:val="00CA5D53"/>
    <w:rsid w:val="00CB0583"/>
    <w:rsid w:val="00CB1107"/>
    <w:rsid w:val="00CB588C"/>
    <w:rsid w:val="00CB74F0"/>
    <w:rsid w:val="00CC0BAF"/>
    <w:rsid w:val="00CC3026"/>
    <w:rsid w:val="00CC51B0"/>
    <w:rsid w:val="00CC7026"/>
    <w:rsid w:val="00CD10CE"/>
    <w:rsid w:val="00CD3660"/>
    <w:rsid w:val="00CD7178"/>
    <w:rsid w:val="00CD74CA"/>
    <w:rsid w:val="00CD77A5"/>
    <w:rsid w:val="00CE11E4"/>
    <w:rsid w:val="00CE172D"/>
    <w:rsid w:val="00CE4588"/>
    <w:rsid w:val="00CE58E7"/>
    <w:rsid w:val="00CE6514"/>
    <w:rsid w:val="00CF149B"/>
    <w:rsid w:val="00CF3AB0"/>
    <w:rsid w:val="00CF7ED9"/>
    <w:rsid w:val="00D023EA"/>
    <w:rsid w:val="00D02C73"/>
    <w:rsid w:val="00D075D0"/>
    <w:rsid w:val="00D143B7"/>
    <w:rsid w:val="00D16C13"/>
    <w:rsid w:val="00D16C2B"/>
    <w:rsid w:val="00D16C6F"/>
    <w:rsid w:val="00D22524"/>
    <w:rsid w:val="00D24626"/>
    <w:rsid w:val="00D2742C"/>
    <w:rsid w:val="00D324A2"/>
    <w:rsid w:val="00D348F4"/>
    <w:rsid w:val="00D3675E"/>
    <w:rsid w:val="00D40074"/>
    <w:rsid w:val="00D47104"/>
    <w:rsid w:val="00D61A93"/>
    <w:rsid w:val="00D62202"/>
    <w:rsid w:val="00D63278"/>
    <w:rsid w:val="00D664C3"/>
    <w:rsid w:val="00D71820"/>
    <w:rsid w:val="00D71E62"/>
    <w:rsid w:val="00D73584"/>
    <w:rsid w:val="00D7775F"/>
    <w:rsid w:val="00D8133F"/>
    <w:rsid w:val="00DA0AC1"/>
    <w:rsid w:val="00DA22C9"/>
    <w:rsid w:val="00DA3D1B"/>
    <w:rsid w:val="00DA5AAC"/>
    <w:rsid w:val="00DB0A44"/>
    <w:rsid w:val="00DB4503"/>
    <w:rsid w:val="00DB55C2"/>
    <w:rsid w:val="00DB6D62"/>
    <w:rsid w:val="00DB72D9"/>
    <w:rsid w:val="00DC0A63"/>
    <w:rsid w:val="00DC1980"/>
    <w:rsid w:val="00DC1E31"/>
    <w:rsid w:val="00DC6D57"/>
    <w:rsid w:val="00DD2D05"/>
    <w:rsid w:val="00DD4655"/>
    <w:rsid w:val="00DD474F"/>
    <w:rsid w:val="00DD481A"/>
    <w:rsid w:val="00DD6408"/>
    <w:rsid w:val="00DE36A6"/>
    <w:rsid w:val="00DE75A5"/>
    <w:rsid w:val="00DF0F34"/>
    <w:rsid w:val="00DF28BF"/>
    <w:rsid w:val="00DF740A"/>
    <w:rsid w:val="00E06AF5"/>
    <w:rsid w:val="00E06F5C"/>
    <w:rsid w:val="00E161F5"/>
    <w:rsid w:val="00E236CA"/>
    <w:rsid w:val="00E25D63"/>
    <w:rsid w:val="00E26DC0"/>
    <w:rsid w:val="00E27CF3"/>
    <w:rsid w:val="00E30D1D"/>
    <w:rsid w:val="00E30E1A"/>
    <w:rsid w:val="00E317E0"/>
    <w:rsid w:val="00E31CB3"/>
    <w:rsid w:val="00E34F93"/>
    <w:rsid w:val="00E4194D"/>
    <w:rsid w:val="00E42917"/>
    <w:rsid w:val="00E42AA4"/>
    <w:rsid w:val="00E4312C"/>
    <w:rsid w:val="00E43DD7"/>
    <w:rsid w:val="00E44AFC"/>
    <w:rsid w:val="00E45DC8"/>
    <w:rsid w:val="00E543C5"/>
    <w:rsid w:val="00E5585C"/>
    <w:rsid w:val="00E56453"/>
    <w:rsid w:val="00E6074C"/>
    <w:rsid w:val="00E6182D"/>
    <w:rsid w:val="00E624AC"/>
    <w:rsid w:val="00E7049C"/>
    <w:rsid w:val="00E711E6"/>
    <w:rsid w:val="00E73B86"/>
    <w:rsid w:val="00E81D3B"/>
    <w:rsid w:val="00E8212E"/>
    <w:rsid w:val="00E8283E"/>
    <w:rsid w:val="00E82FFF"/>
    <w:rsid w:val="00E8447A"/>
    <w:rsid w:val="00E84CCA"/>
    <w:rsid w:val="00E859F3"/>
    <w:rsid w:val="00E8736B"/>
    <w:rsid w:val="00E920AC"/>
    <w:rsid w:val="00E97F0A"/>
    <w:rsid w:val="00EA0428"/>
    <w:rsid w:val="00EA2B81"/>
    <w:rsid w:val="00EB13BA"/>
    <w:rsid w:val="00EB3061"/>
    <w:rsid w:val="00EB3927"/>
    <w:rsid w:val="00EB5AA4"/>
    <w:rsid w:val="00ED3D96"/>
    <w:rsid w:val="00ED516E"/>
    <w:rsid w:val="00ED5C04"/>
    <w:rsid w:val="00ED6E80"/>
    <w:rsid w:val="00EE0A5B"/>
    <w:rsid w:val="00EE2EE6"/>
    <w:rsid w:val="00EE5EA7"/>
    <w:rsid w:val="00EF05BD"/>
    <w:rsid w:val="00EF45F8"/>
    <w:rsid w:val="00EF7EF2"/>
    <w:rsid w:val="00F0016F"/>
    <w:rsid w:val="00F04D5C"/>
    <w:rsid w:val="00F04E14"/>
    <w:rsid w:val="00F06EA6"/>
    <w:rsid w:val="00F10E01"/>
    <w:rsid w:val="00F15837"/>
    <w:rsid w:val="00F227B0"/>
    <w:rsid w:val="00F339F4"/>
    <w:rsid w:val="00F33DD2"/>
    <w:rsid w:val="00F43FBE"/>
    <w:rsid w:val="00F44203"/>
    <w:rsid w:val="00F44244"/>
    <w:rsid w:val="00F476A7"/>
    <w:rsid w:val="00F568DC"/>
    <w:rsid w:val="00F60090"/>
    <w:rsid w:val="00F62E85"/>
    <w:rsid w:val="00F6409B"/>
    <w:rsid w:val="00F6556E"/>
    <w:rsid w:val="00F716D8"/>
    <w:rsid w:val="00F722BA"/>
    <w:rsid w:val="00F73CB2"/>
    <w:rsid w:val="00F77524"/>
    <w:rsid w:val="00F859A2"/>
    <w:rsid w:val="00F908A4"/>
    <w:rsid w:val="00F90C22"/>
    <w:rsid w:val="00F970F8"/>
    <w:rsid w:val="00FA02CC"/>
    <w:rsid w:val="00FA030F"/>
    <w:rsid w:val="00FA1248"/>
    <w:rsid w:val="00FA7B98"/>
    <w:rsid w:val="00FB2811"/>
    <w:rsid w:val="00FB37BC"/>
    <w:rsid w:val="00FB3F0B"/>
    <w:rsid w:val="00FB64AF"/>
    <w:rsid w:val="00FB662D"/>
    <w:rsid w:val="00FC436C"/>
    <w:rsid w:val="00FC5D6B"/>
    <w:rsid w:val="00FC64A7"/>
    <w:rsid w:val="00FD00CE"/>
    <w:rsid w:val="00FD1378"/>
    <w:rsid w:val="00FD1D32"/>
    <w:rsid w:val="00FD4D17"/>
    <w:rsid w:val="00FE0207"/>
    <w:rsid w:val="00FE0D19"/>
    <w:rsid w:val="00FE1C5F"/>
    <w:rsid w:val="00FE393C"/>
    <w:rsid w:val="00FF37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semiHidden="0" w:uiPriority="0" w:unhideWhenUsed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5DC8"/>
    <w:pPr>
      <w:autoSpaceDE w:val="0"/>
      <w:autoSpaceDN w:val="0"/>
    </w:pPr>
    <w:rPr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E45DC8"/>
    <w:pPr>
      <w:keepNext/>
      <w:jc w:val="center"/>
      <w:outlineLvl w:val="2"/>
    </w:pPr>
    <w:rPr>
      <w:b/>
      <w:bCs/>
      <w:sz w:val="20"/>
      <w:szCs w:val="20"/>
    </w:rPr>
  </w:style>
  <w:style w:type="paragraph" w:styleId="Heading5">
    <w:name w:val="heading 5"/>
    <w:basedOn w:val="Normal"/>
    <w:next w:val="Normal"/>
    <w:link w:val="Heading5Char"/>
    <w:uiPriority w:val="99"/>
    <w:qFormat/>
    <w:rsid w:val="00E45DC8"/>
    <w:pPr>
      <w:keepNext/>
      <w:outlineLvl w:val="4"/>
    </w:pPr>
    <w:rPr>
      <w:b/>
      <w:bCs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9"/>
    <w:qFormat/>
    <w:rsid w:val="00495095"/>
    <w:pPr>
      <w:widowControl w:val="0"/>
      <w:autoSpaceDE/>
      <w:autoSpaceDN/>
      <w:snapToGrid w:val="0"/>
      <w:spacing w:before="240" w:after="60"/>
      <w:outlineLvl w:val="7"/>
    </w:pPr>
    <w:rPr>
      <w:i/>
      <w:i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semiHidden/>
    <w:rsid w:val="00232006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32006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495095"/>
    <w:rPr>
      <w:i/>
      <w:sz w:val="24"/>
    </w:rPr>
  </w:style>
  <w:style w:type="paragraph" w:styleId="BodyText">
    <w:name w:val="Body Text"/>
    <w:basedOn w:val="Normal"/>
    <w:link w:val="BodyTextChar"/>
    <w:uiPriority w:val="99"/>
    <w:rsid w:val="00E45DC8"/>
    <w:pPr>
      <w:jc w:val="both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232006"/>
    <w:rPr>
      <w:sz w:val="24"/>
      <w:szCs w:val="24"/>
    </w:rPr>
  </w:style>
  <w:style w:type="paragraph" w:styleId="BodyText2">
    <w:name w:val="Body Text 2"/>
    <w:basedOn w:val="Normal"/>
    <w:link w:val="BodyText2Char"/>
    <w:uiPriority w:val="99"/>
    <w:rsid w:val="00E45DC8"/>
    <w:rPr>
      <w:sz w:val="20"/>
      <w:szCs w:val="20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6E515B"/>
  </w:style>
  <w:style w:type="paragraph" w:styleId="Header">
    <w:name w:val="header"/>
    <w:basedOn w:val="Normal"/>
    <w:link w:val="HeaderChar"/>
    <w:uiPriority w:val="99"/>
    <w:rsid w:val="00E45DC8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A4544"/>
    <w:rPr>
      <w:sz w:val="24"/>
    </w:rPr>
  </w:style>
  <w:style w:type="paragraph" w:styleId="BodyText3">
    <w:name w:val="Body Text 3"/>
    <w:basedOn w:val="Normal"/>
    <w:link w:val="BodyText3Char"/>
    <w:uiPriority w:val="99"/>
    <w:rsid w:val="00E45DC8"/>
    <w:pPr>
      <w:jc w:val="both"/>
    </w:pPr>
    <w:rPr>
      <w:b/>
      <w:bCs/>
      <w:sz w:val="20"/>
      <w:szCs w:val="20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E5EA7"/>
    <w:rPr>
      <w:b/>
    </w:rPr>
  </w:style>
  <w:style w:type="paragraph" w:styleId="Footer">
    <w:name w:val="footer"/>
    <w:basedOn w:val="Normal"/>
    <w:link w:val="FooterChar"/>
    <w:uiPriority w:val="99"/>
    <w:rsid w:val="00E45DC8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32006"/>
    <w:rPr>
      <w:sz w:val="24"/>
      <w:szCs w:val="24"/>
    </w:rPr>
  </w:style>
  <w:style w:type="character" w:styleId="PageNumber">
    <w:name w:val="page number"/>
    <w:basedOn w:val="DefaultParagraphFont"/>
    <w:uiPriority w:val="99"/>
    <w:rsid w:val="00E45DC8"/>
    <w:rPr>
      <w:rFonts w:cs="Times New Roman"/>
    </w:rPr>
  </w:style>
  <w:style w:type="paragraph" w:customStyle="1" w:styleId="ConsPlusTitle">
    <w:name w:val="ConsPlusTitle"/>
    <w:uiPriority w:val="99"/>
    <w:rsid w:val="00E45DC8"/>
    <w:pPr>
      <w:autoSpaceDE w:val="0"/>
      <w:autoSpaceDN w:val="0"/>
      <w:adjustRightInd w:val="0"/>
    </w:pPr>
    <w:rPr>
      <w:b/>
      <w:bCs/>
      <w:sz w:val="20"/>
      <w:szCs w:val="20"/>
    </w:rPr>
  </w:style>
  <w:style w:type="paragraph" w:customStyle="1" w:styleId="ConsPlusNormal">
    <w:name w:val="ConsPlusNormal"/>
    <w:uiPriority w:val="99"/>
    <w:rsid w:val="00E45DC8"/>
    <w:pPr>
      <w:autoSpaceDE w:val="0"/>
      <w:autoSpaceDN w:val="0"/>
      <w:adjustRightInd w:val="0"/>
      <w:ind w:firstLine="720"/>
    </w:pPr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rsid w:val="008645AD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8645AD"/>
    <w:rPr>
      <w:rFonts w:ascii="Tahoma" w:hAnsi="Tahoma"/>
      <w:sz w:val="16"/>
    </w:rPr>
  </w:style>
  <w:style w:type="paragraph" w:styleId="BodyTextIndent">
    <w:name w:val="Body Text Indent"/>
    <w:basedOn w:val="Normal"/>
    <w:link w:val="BodyTextIndentChar"/>
    <w:uiPriority w:val="99"/>
    <w:rsid w:val="00844C9A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844C9A"/>
    <w:rPr>
      <w:sz w:val="24"/>
    </w:rPr>
  </w:style>
  <w:style w:type="paragraph" w:customStyle="1" w:styleId="21">
    <w:name w:val="Основной текст 21"/>
    <w:basedOn w:val="Normal"/>
    <w:uiPriority w:val="99"/>
    <w:rsid w:val="00844C9A"/>
    <w:pPr>
      <w:tabs>
        <w:tab w:val="left" w:pos="0"/>
      </w:tabs>
      <w:overflowPunct w:val="0"/>
      <w:adjustRightInd w:val="0"/>
      <w:ind w:firstLine="709"/>
      <w:jc w:val="both"/>
    </w:pPr>
    <w:rPr>
      <w:sz w:val="28"/>
      <w:szCs w:val="20"/>
    </w:rPr>
  </w:style>
  <w:style w:type="paragraph" w:styleId="FootnoteText">
    <w:name w:val="footnote text"/>
    <w:basedOn w:val="Normal"/>
    <w:link w:val="FootnoteTextChar"/>
    <w:uiPriority w:val="99"/>
    <w:rsid w:val="00844C9A"/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844C9A"/>
    <w:rPr>
      <w:sz w:val="24"/>
    </w:rPr>
  </w:style>
  <w:style w:type="character" w:styleId="FootnoteReference">
    <w:name w:val="footnote reference"/>
    <w:basedOn w:val="DefaultParagraphFont"/>
    <w:uiPriority w:val="99"/>
    <w:rsid w:val="00844C9A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9</TotalTime>
  <Pages>20</Pages>
  <Words>6722</Words>
  <Characters>-32766</Characters>
  <Application>Microsoft Office Outlook</Application>
  <DocSecurity>0</DocSecurity>
  <Lines>0</Lines>
  <Paragraphs>0</Paragraphs>
  <ScaleCrop>false</ScaleCrop>
  <Company>Hewlett-Packard Company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Dolmatov</dc:creator>
  <cp:keywords/>
  <dc:description/>
  <cp:lastModifiedBy>User</cp:lastModifiedBy>
  <cp:revision>5</cp:revision>
  <cp:lastPrinted>2019-06-07T14:26:00Z</cp:lastPrinted>
  <dcterms:created xsi:type="dcterms:W3CDTF">2019-06-18T21:04:00Z</dcterms:created>
  <dcterms:modified xsi:type="dcterms:W3CDTF">2019-07-10T12:05:00Z</dcterms:modified>
</cp:coreProperties>
</file>