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2A44" w:rsidRDefault="00702A44">
      <w:pPr>
        <w:pStyle w:val="20"/>
        <w:shd w:val="clear" w:color="auto" w:fill="auto"/>
        <w:spacing w:after="252"/>
        <w:ind w:right="40"/>
        <w:rPr>
          <w:rStyle w:val="216"/>
        </w:rPr>
      </w:pPr>
      <w:r>
        <w:rPr>
          <w:rStyle w:val="216"/>
        </w:rPr>
        <w:t xml:space="preserve">РОССИЙСКАЯ ФЕДЕРАЦИЯ </w:t>
      </w:r>
    </w:p>
    <w:p w:rsidR="00702A44" w:rsidRDefault="00702A44">
      <w:pPr>
        <w:pStyle w:val="20"/>
        <w:shd w:val="clear" w:color="auto" w:fill="auto"/>
        <w:spacing w:after="252"/>
        <w:ind w:right="40"/>
        <w:rPr>
          <w:rStyle w:val="216"/>
        </w:rPr>
      </w:pPr>
      <w:r>
        <w:rPr>
          <w:rStyle w:val="216"/>
        </w:rPr>
        <w:t xml:space="preserve">Брянская область </w:t>
      </w:r>
    </w:p>
    <w:p w:rsidR="00702A44" w:rsidRPr="00BD4162" w:rsidRDefault="00702A44">
      <w:pPr>
        <w:pStyle w:val="20"/>
        <w:shd w:val="clear" w:color="auto" w:fill="auto"/>
        <w:spacing w:after="252"/>
        <w:ind w:right="40"/>
      </w:pPr>
      <w:r w:rsidRPr="00BD4162">
        <w:t>Контрольно-счетная палата Мглинского района</w:t>
      </w:r>
    </w:p>
    <w:p w:rsidR="00702A44" w:rsidRPr="00BD4162" w:rsidRDefault="00702A44">
      <w:pPr>
        <w:pStyle w:val="1"/>
        <w:shd w:val="clear" w:color="auto" w:fill="auto"/>
        <w:spacing w:before="0" w:after="297"/>
        <w:ind w:left="5160" w:right="1000"/>
      </w:pPr>
      <w:r w:rsidRPr="00BD4162">
        <w:t>Новоромановский сельский Совет народных депутатов</w:t>
      </w:r>
    </w:p>
    <w:p w:rsidR="00702A44" w:rsidRDefault="00702A44" w:rsidP="00BC2D12">
      <w:pPr>
        <w:pStyle w:val="1"/>
        <w:shd w:val="clear" w:color="auto" w:fill="auto"/>
        <w:tabs>
          <w:tab w:val="left" w:pos="5214"/>
        </w:tabs>
        <w:spacing w:before="0" w:after="0" w:line="270" w:lineRule="exact"/>
        <w:ind w:left="40"/>
        <w:jc w:val="both"/>
      </w:pPr>
      <w:r w:rsidRPr="00945296">
        <w:t xml:space="preserve">от </w:t>
      </w:r>
      <w:smartTag w:uri="urn:schemas-microsoft-com:office:smarttags" w:element="date">
        <w:smartTagPr>
          <w:attr w:name="Year" w:val="2019"/>
          <w:attr w:name="Day" w:val="26"/>
          <w:attr w:name="Month" w:val="04"/>
          <w:attr w:name="ls" w:val="trans"/>
        </w:smartTagPr>
        <w:r>
          <w:t>26.04.2019</w:t>
        </w:r>
      </w:smartTag>
      <w:r w:rsidRPr="00945296">
        <w:t xml:space="preserve"> года № </w:t>
      </w:r>
      <w:r>
        <w:t>54</w:t>
      </w:r>
      <w:r w:rsidRPr="00945296">
        <w:tab/>
        <w:t>Новоромановская сельская</w:t>
      </w:r>
    </w:p>
    <w:p w:rsidR="00702A44" w:rsidRDefault="00702A44" w:rsidP="00BC2D12">
      <w:pPr>
        <w:pStyle w:val="1"/>
        <w:shd w:val="clear" w:color="auto" w:fill="auto"/>
        <w:spacing w:before="0" w:after="1266" w:line="270" w:lineRule="exact"/>
        <w:jc w:val="both"/>
      </w:pPr>
      <w:r>
        <w:t xml:space="preserve">                                                                            администрация</w:t>
      </w:r>
    </w:p>
    <w:p w:rsidR="00702A44" w:rsidRDefault="00702A44">
      <w:pPr>
        <w:pStyle w:val="1"/>
        <w:shd w:val="clear" w:color="auto" w:fill="auto"/>
        <w:spacing w:before="0" w:after="0" w:line="322" w:lineRule="exact"/>
        <w:ind w:right="100"/>
        <w:jc w:val="center"/>
      </w:pPr>
      <w:r>
        <w:t>Заключение</w:t>
      </w:r>
    </w:p>
    <w:p w:rsidR="00702A44" w:rsidRDefault="00702A44">
      <w:pPr>
        <w:pStyle w:val="1"/>
        <w:shd w:val="clear" w:color="auto" w:fill="auto"/>
        <w:spacing w:before="0" w:after="0" w:line="322" w:lineRule="exact"/>
        <w:ind w:right="40"/>
        <w:jc w:val="center"/>
      </w:pPr>
      <w:r>
        <w:t xml:space="preserve">на проект решения «О внесении изменений в решение от </w:t>
      </w:r>
      <w:smartTag w:uri="urn:schemas-microsoft-com:office:smarttags" w:element="date">
        <w:smartTagPr>
          <w:attr w:name="Year" w:val="2018"/>
          <w:attr w:name="Day" w:val="28"/>
          <w:attr w:name="Month" w:val="12"/>
          <w:attr w:name="ls" w:val="trans"/>
        </w:smartTagPr>
        <w:r>
          <w:t>28 декабря 2018 года</w:t>
        </w:r>
      </w:smartTag>
      <w:r>
        <w:t xml:space="preserve"> № 3-187 «О бюджете муниципального образования «Новоромановское сельское поселение, Мглинского района» на 2019 год и на</w:t>
      </w:r>
    </w:p>
    <w:p w:rsidR="00702A44" w:rsidRDefault="00702A44">
      <w:pPr>
        <w:pStyle w:val="1"/>
        <w:shd w:val="clear" w:color="auto" w:fill="auto"/>
        <w:spacing w:before="0" w:after="604" w:line="322" w:lineRule="exact"/>
        <w:ind w:right="40"/>
        <w:jc w:val="center"/>
      </w:pPr>
      <w:r>
        <w:t>плановый период 2020 и 2021 годов»</w:t>
      </w:r>
    </w:p>
    <w:p w:rsidR="00702A44" w:rsidRDefault="00702A44">
      <w:pPr>
        <w:pStyle w:val="1"/>
        <w:shd w:val="clear" w:color="auto" w:fill="auto"/>
        <w:spacing w:before="0" w:after="0" w:line="317" w:lineRule="exact"/>
        <w:ind w:left="40" w:right="40"/>
        <w:jc w:val="both"/>
      </w:pPr>
      <w:r>
        <w:t>Контрольно-счетная палата Мглинского района, рассмотрев проект решения о внесении изменений в решение Новоромановского сельского Совета народных депутатов «О бюджете муниципального образования «Новоромановское сельское поселение на 2018 год и на плановый период 2019 и 2020 годов</w:t>
      </w:r>
      <w:r w:rsidRPr="00945296">
        <w:t>»</w:t>
      </w:r>
      <w:r>
        <w:t xml:space="preserve"> </w:t>
      </w:r>
      <w:r w:rsidRPr="00945296">
        <w:t>отмечает следующее.</w:t>
      </w:r>
    </w:p>
    <w:p w:rsidR="00702A44" w:rsidRDefault="00702A44">
      <w:pPr>
        <w:pStyle w:val="1"/>
        <w:shd w:val="clear" w:color="auto" w:fill="auto"/>
        <w:spacing w:before="0" w:after="0" w:line="317" w:lineRule="exact"/>
        <w:ind w:left="40" w:right="40"/>
        <w:jc w:val="both"/>
      </w:pPr>
    </w:p>
    <w:p w:rsidR="00702A44" w:rsidRDefault="00702A44" w:rsidP="00E3374E">
      <w:pPr>
        <w:pStyle w:val="1"/>
        <w:shd w:val="clear" w:color="auto" w:fill="auto"/>
        <w:spacing w:before="0" w:after="0" w:line="317" w:lineRule="exact"/>
        <w:ind w:right="40"/>
        <w:jc w:val="both"/>
      </w:pPr>
      <w:r>
        <w:t>Проектом решения расходная часть бюджета на 2019 год увеличилась на 65,4 тыс. рублей и составила 1686,6 тыс. рублей.</w:t>
      </w:r>
    </w:p>
    <w:p w:rsidR="00702A44" w:rsidRDefault="00702A44" w:rsidP="00D063B2">
      <w:pPr>
        <w:pStyle w:val="1"/>
        <w:shd w:val="clear" w:color="auto" w:fill="auto"/>
        <w:spacing w:before="0" w:after="0" w:line="317" w:lineRule="exact"/>
        <w:ind w:right="40"/>
        <w:jc w:val="both"/>
        <w:rPr>
          <w:b/>
        </w:rPr>
      </w:pPr>
      <w:r>
        <w:rPr>
          <w:b/>
        </w:rPr>
        <w:t>0100</w:t>
      </w:r>
    </w:p>
    <w:p w:rsidR="00702A44" w:rsidRDefault="00702A44" w:rsidP="00D063B2">
      <w:pPr>
        <w:pStyle w:val="1"/>
        <w:shd w:val="clear" w:color="auto" w:fill="auto"/>
        <w:tabs>
          <w:tab w:val="left" w:pos="7155"/>
        </w:tabs>
        <w:spacing w:before="0" w:after="0" w:line="317" w:lineRule="exact"/>
        <w:ind w:right="40"/>
        <w:jc w:val="both"/>
        <w:rPr>
          <w:b/>
        </w:rPr>
      </w:pPr>
      <w:r>
        <w:rPr>
          <w:b/>
        </w:rPr>
        <w:t>«Общегосударственные вопросы»                                               +45,9тыс. рублей.</w:t>
      </w:r>
    </w:p>
    <w:p w:rsidR="00702A44" w:rsidRDefault="00702A44" w:rsidP="00D063B2">
      <w:pPr>
        <w:pStyle w:val="1"/>
        <w:shd w:val="clear" w:color="auto" w:fill="auto"/>
        <w:spacing w:before="0" w:after="0" w:line="317" w:lineRule="exact"/>
        <w:ind w:right="40"/>
        <w:jc w:val="both"/>
        <w:rPr>
          <w:b/>
        </w:rPr>
      </w:pPr>
      <w:r>
        <w:rPr>
          <w:b/>
        </w:rPr>
        <w:t xml:space="preserve">в том числе:  </w:t>
      </w:r>
    </w:p>
    <w:p w:rsidR="00702A44" w:rsidRDefault="00702A44" w:rsidP="00D063B2">
      <w:pPr>
        <w:pStyle w:val="1"/>
        <w:shd w:val="clear" w:color="auto" w:fill="auto"/>
        <w:spacing w:before="0" w:after="0" w:line="317" w:lineRule="exact"/>
        <w:ind w:right="40"/>
        <w:jc w:val="both"/>
      </w:pPr>
      <w:r w:rsidRPr="00BC2D12">
        <w:rPr>
          <w:b/>
        </w:rPr>
        <w:t>0104</w:t>
      </w:r>
      <w:r w:rsidRPr="00BC2D12">
        <w:t xml:space="preserve"> «Функционирование Правительства РФ высших органов исполнительной власти субъектов РФ, местных администраций</w:t>
      </w:r>
      <w:r>
        <w:t xml:space="preserve">                          </w:t>
      </w:r>
    </w:p>
    <w:p w:rsidR="00702A44" w:rsidRDefault="00702A44" w:rsidP="00D063B2">
      <w:pPr>
        <w:pStyle w:val="1"/>
        <w:shd w:val="clear" w:color="auto" w:fill="auto"/>
        <w:spacing w:before="0" w:after="0" w:line="317" w:lineRule="exact"/>
        <w:ind w:right="40"/>
        <w:jc w:val="both"/>
      </w:pPr>
      <w:r>
        <w:t xml:space="preserve">КБК 01 04 5501280040 850                                                             </w:t>
      </w:r>
      <w:r w:rsidRPr="00BC2D12">
        <w:t>+</w:t>
      </w:r>
      <w:r>
        <w:t>45,9</w:t>
      </w:r>
      <w:r w:rsidRPr="00BC2D12">
        <w:t xml:space="preserve"> </w:t>
      </w:r>
      <w:r>
        <w:t xml:space="preserve">тыс. </w:t>
      </w:r>
      <w:r w:rsidRPr="00BC2D12">
        <w:t>рублей.</w:t>
      </w:r>
    </w:p>
    <w:p w:rsidR="00702A44" w:rsidRDefault="00702A44" w:rsidP="00D063B2">
      <w:pPr>
        <w:pStyle w:val="1"/>
        <w:shd w:val="clear" w:color="auto" w:fill="auto"/>
        <w:spacing w:before="0" w:after="0" w:line="317" w:lineRule="exact"/>
        <w:ind w:right="40"/>
        <w:jc w:val="both"/>
        <w:rPr>
          <w:b/>
        </w:rPr>
      </w:pPr>
      <w:r w:rsidRPr="00676AB5">
        <w:rPr>
          <w:b/>
        </w:rPr>
        <w:t>0500</w:t>
      </w:r>
    </w:p>
    <w:p w:rsidR="00702A44" w:rsidRDefault="00702A44" w:rsidP="00D063B2">
      <w:pPr>
        <w:pStyle w:val="1"/>
        <w:shd w:val="clear" w:color="auto" w:fill="auto"/>
        <w:spacing w:before="0" w:after="0" w:line="317" w:lineRule="exact"/>
        <w:ind w:right="40"/>
        <w:jc w:val="both"/>
        <w:rPr>
          <w:b/>
        </w:rPr>
      </w:pPr>
      <w:r>
        <w:rPr>
          <w:b/>
        </w:rPr>
        <w:t>«Жилищно-коммунальное хозяйство»                                     +10,0 тыс.рублей</w:t>
      </w:r>
    </w:p>
    <w:p w:rsidR="00702A44" w:rsidRDefault="00702A44" w:rsidP="00D063B2">
      <w:pPr>
        <w:pStyle w:val="1"/>
        <w:shd w:val="clear" w:color="auto" w:fill="auto"/>
        <w:spacing w:before="0" w:after="0" w:line="317" w:lineRule="exact"/>
        <w:ind w:right="40"/>
        <w:jc w:val="both"/>
      </w:pPr>
      <w:r>
        <w:rPr>
          <w:b/>
        </w:rPr>
        <w:t>0503</w:t>
      </w:r>
      <w:r w:rsidRPr="00B34108">
        <w:t xml:space="preserve"> «Благоустройство»</w:t>
      </w:r>
    </w:p>
    <w:p w:rsidR="00702A44" w:rsidRDefault="00702A44" w:rsidP="00D063B2">
      <w:pPr>
        <w:pStyle w:val="1"/>
        <w:shd w:val="clear" w:color="auto" w:fill="auto"/>
        <w:spacing w:before="0" w:after="0" w:line="317" w:lineRule="exact"/>
        <w:ind w:right="40"/>
        <w:jc w:val="both"/>
      </w:pPr>
      <w:r>
        <w:t>КБК 05 03 5501981730 244                                                             +10,0 тыс.рублей</w:t>
      </w:r>
    </w:p>
    <w:p w:rsidR="00702A44" w:rsidRPr="00D26F9F" w:rsidRDefault="00702A44" w:rsidP="00D063B2">
      <w:pPr>
        <w:pStyle w:val="1"/>
        <w:shd w:val="clear" w:color="auto" w:fill="auto"/>
        <w:spacing w:before="0" w:after="0" w:line="317" w:lineRule="exact"/>
        <w:ind w:right="40"/>
        <w:jc w:val="both"/>
        <w:rPr>
          <w:b/>
        </w:rPr>
      </w:pPr>
      <w:r w:rsidRPr="00D26F9F">
        <w:rPr>
          <w:b/>
        </w:rPr>
        <w:t>1000</w:t>
      </w:r>
    </w:p>
    <w:p w:rsidR="00702A44" w:rsidRDefault="00702A44" w:rsidP="00D063B2">
      <w:pPr>
        <w:pStyle w:val="1"/>
        <w:shd w:val="clear" w:color="auto" w:fill="auto"/>
        <w:spacing w:before="0" w:after="0" w:line="317" w:lineRule="exact"/>
        <w:ind w:right="40"/>
        <w:jc w:val="both"/>
        <w:rPr>
          <w:b/>
        </w:rPr>
      </w:pPr>
      <w:r w:rsidRPr="00D26F9F">
        <w:rPr>
          <w:b/>
        </w:rPr>
        <w:t>«Социальная политика»</w:t>
      </w:r>
      <w:r>
        <w:rPr>
          <w:b/>
        </w:rPr>
        <w:t xml:space="preserve">                                                            +9,5 тыс.рублей</w:t>
      </w:r>
    </w:p>
    <w:p w:rsidR="00702A44" w:rsidRDefault="00702A44" w:rsidP="00D063B2">
      <w:pPr>
        <w:pStyle w:val="1"/>
        <w:shd w:val="clear" w:color="auto" w:fill="auto"/>
        <w:spacing w:before="0" w:after="0" w:line="317" w:lineRule="exact"/>
        <w:ind w:right="40"/>
        <w:jc w:val="both"/>
      </w:pPr>
      <w:r>
        <w:rPr>
          <w:b/>
        </w:rPr>
        <w:t>1001</w:t>
      </w:r>
      <w:r w:rsidRPr="00D26F9F">
        <w:t xml:space="preserve"> «Пенсионное обеспечение»</w:t>
      </w:r>
      <w:r>
        <w:t xml:space="preserve">                                                 </w:t>
      </w:r>
    </w:p>
    <w:p w:rsidR="00702A44" w:rsidRPr="00D26F9F" w:rsidRDefault="00702A44" w:rsidP="00D063B2">
      <w:pPr>
        <w:pStyle w:val="1"/>
        <w:shd w:val="clear" w:color="auto" w:fill="auto"/>
        <w:spacing w:before="0" w:after="0" w:line="317" w:lineRule="exact"/>
        <w:ind w:right="40"/>
        <w:jc w:val="both"/>
        <w:rPr>
          <w:b/>
        </w:rPr>
      </w:pPr>
      <w:r>
        <w:t xml:space="preserve">КБК 10 01 5501682450 320                                                           +9,5 тыс.рублей                               </w:t>
      </w:r>
    </w:p>
    <w:p w:rsidR="00702A44" w:rsidRDefault="00702A44" w:rsidP="003E3D29">
      <w:pPr>
        <w:pStyle w:val="1"/>
        <w:shd w:val="clear" w:color="auto" w:fill="auto"/>
        <w:spacing w:before="0" w:after="0" w:line="317" w:lineRule="exact"/>
        <w:ind w:right="40"/>
        <w:jc w:val="both"/>
      </w:pPr>
      <w:r>
        <w:t xml:space="preserve">   С внесением изменений в бюджетную роспись дефицит бюджета составил 65,4 тыс. рублей.</w:t>
      </w:r>
    </w:p>
    <w:p w:rsidR="00702A44" w:rsidRDefault="00702A44" w:rsidP="003E3D29">
      <w:pPr>
        <w:pStyle w:val="1"/>
        <w:shd w:val="clear" w:color="auto" w:fill="auto"/>
        <w:spacing w:before="0" w:after="0" w:line="317" w:lineRule="exact"/>
        <w:ind w:right="40"/>
        <w:jc w:val="both"/>
      </w:pPr>
      <w:r>
        <w:t xml:space="preserve">   Источником финансирования дефицита бюджета является остаток средств на счете по учету бюджетных средств на начало года в сумме 65,4 тыс. рублей.</w:t>
      </w:r>
    </w:p>
    <w:p w:rsidR="00702A44" w:rsidRDefault="00702A44" w:rsidP="00DF7F4A">
      <w:pPr>
        <w:pStyle w:val="1"/>
        <w:shd w:val="clear" w:color="auto" w:fill="auto"/>
        <w:spacing w:before="0" w:after="0" w:line="322" w:lineRule="exact"/>
        <w:ind w:right="20"/>
        <w:jc w:val="both"/>
      </w:pPr>
      <w:r>
        <w:t>Контрольно-счетная палата Мглинского района замечаний по проекту решения не имеет и предлагает Новоромановскому сельскому Совету народных депутатов его рассмотреть.</w:t>
      </w:r>
    </w:p>
    <w:p w:rsidR="00702A44" w:rsidRDefault="00702A44" w:rsidP="00DF7F4A">
      <w:pPr>
        <w:pStyle w:val="1"/>
        <w:shd w:val="clear" w:color="auto" w:fill="auto"/>
        <w:spacing w:before="0" w:after="0" w:line="322" w:lineRule="exact"/>
        <w:ind w:right="20"/>
        <w:jc w:val="both"/>
      </w:pPr>
    </w:p>
    <w:p w:rsidR="00702A44" w:rsidRPr="00BC2D12" w:rsidRDefault="00702A44" w:rsidP="00DF7F4A">
      <w:pPr>
        <w:pStyle w:val="1"/>
        <w:shd w:val="clear" w:color="auto" w:fill="auto"/>
        <w:spacing w:before="0" w:after="0" w:line="322" w:lineRule="exact"/>
        <w:ind w:right="20"/>
        <w:jc w:val="both"/>
        <w:rPr>
          <w:b/>
        </w:rPr>
      </w:pPr>
      <w:r w:rsidRPr="00BC2D12">
        <w:rPr>
          <w:b/>
        </w:rPr>
        <w:t>Председатель</w:t>
      </w:r>
    </w:p>
    <w:p w:rsidR="00702A44" w:rsidRPr="00BC2D12" w:rsidRDefault="00702A44" w:rsidP="00DF7F4A">
      <w:pPr>
        <w:pStyle w:val="1"/>
        <w:shd w:val="clear" w:color="auto" w:fill="auto"/>
        <w:spacing w:before="0" w:after="0" w:line="322" w:lineRule="exact"/>
        <w:ind w:right="20"/>
        <w:jc w:val="both"/>
        <w:rPr>
          <w:b/>
        </w:rPr>
      </w:pPr>
      <w:r w:rsidRPr="00BC2D12">
        <w:rPr>
          <w:b/>
        </w:rPr>
        <w:t>Контрольно-счетной</w:t>
      </w:r>
    </w:p>
    <w:p w:rsidR="00702A44" w:rsidRDefault="00702A44" w:rsidP="00DF7F4A">
      <w:pPr>
        <w:pStyle w:val="1"/>
        <w:shd w:val="clear" w:color="auto" w:fill="auto"/>
        <w:spacing w:before="0" w:after="0" w:line="322" w:lineRule="exact"/>
        <w:ind w:right="20"/>
        <w:jc w:val="both"/>
        <w:sectPr w:rsidR="00702A44">
          <w:type w:val="continuous"/>
          <w:pgSz w:w="11905" w:h="16837"/>
          <w:pgMar w:top="1211" w:right="982" w:bottom="1542" w:left="1536" w:header="0" w:footer="3" w:gutter="0"/>
          <w:cols w:space="720"/>
          <w:noEndnote/>
          <w:docGrid w:linePitch="360"/>
        </w:sectPr>
      </w:pPr>
      <w:r w:rsidRPr="00BC2D12">
        <w:rPr>
          <w:b/>
        </w:rPr>
        <w:t xml:space="preserve">Палаты                </w:t>
      </w:r>
      <w:r>
        <w:t xml:space="preserve">                                                                                 Чуприк Л.В.</w:t>
      </w:r>
    </w:p>
    <w:p w:rsidR="00702A44" w:rsidRPr="00450A36" w:rsidRDefault="00702A44" w:rsidP="003C6CE4">
      <w:pPr>
        <w:pStyle w:val="20"/>
        <w:shd w:val="clear" w:color="auto" w:fill="auto"/>
        <w:tabs>
          <w:tab w:val="left" w:pos="5781"/>
        </w:tabs>
        <w:spacing w:after="0" w:line="317" w:lineRule="exact"/>
        <w:ind w:right="40"/>
        <w:jc w:val="both"/>
        <w:rPr>
          <w:sz w:val="22"/>
          <w:szCs w:val="22"/>
        </w:rPr>
      </w:pPr>
      <w:r w:rsidRPr="00450A36">
        <w:rPr>
          <w:sz w:val="22"/>
          <w:szCs w:val="22"/>
        </w:rPr>
        <w:t>Исполнитель</w:t>
      </w:r>
    </w:p>
    <w:p w:rsidR="00702A44" w:rsidRDefault="00702A44" w:rsidP="003C6CE4">
      <w:pPr>
        <w:pStyle w:val="20"/>
        <w:shd w:val="clear" w:color="auto" w:fill="auto"/>
        <w:tabs>
          <w:tab w:val="left" w:pos="5781"/>
        </w:tabs>
        <w:spacing w:after="0" w:line="317" w:lineRule="exact"/>
        <w:ind w:right="40"/>
        <w:jc w:val="both"/>
      </w:pPr>
      <w:r w:rsidRPr="00450A36">
        <w:rPr>
          <w:sz w:val="22"/>
          <w:szCs w:val="22"/>
        </w:rPr>
        <w:t>Комкова Н.Е</w:t>
      </w:r>
      <w:r>
        <w:rPr>
          <w:sz w:val="22"/>
          <w:szCs w:val="22"/>
        </w:rPr>
        <w:t>.</w:t>
      </w:r>
      <w:r w:rsidRPr="00470F41">
        <w:br w:type="page"/>
      </w:r>
    </w:p>
    <w:p w:rsidR="00702A44" w:rsidRDefault="00702A44" w:rsidP="00451430">
      <w:pPr>
        <w:pStyle w:val="22"/>
        <w:framePr w:w="1675" w:h="270" w:wrap="around" w:vAnchor="text" w:hAnchor="page" w:x="7691" w:y="652"/>
        <w:shd w:val="clear" w:color="auto" w:fill="auto"/>
        <w:spacing w:line="270" w:lineRule="exact"/>
      </w:pPr>
    </w:p>
    <w:p w:rsidR="00702A44" w:rsidRDefault="00702A44" w:rsidP="00451430">
      <w:pPr>
        <w:pStyle w:val="40"/>
        <w:framePr w:w="3267" w:h="1575" w:wrap="around" w:vAnchor="text" w:hAnchor="page" w:x="1356" w:y="280"/>
        <w:shd w:val="clear" w:color="auto" w:fill="auto"/>
        <w:spacing w:line="270" w:lineRule="exact"/>
        <w:ind w:left="100"/>
      </w:pPr>
    </w:p>
    <w:p w:rsidR="00702A44" w:rsidRDefault="00702A44">
      <w:pPr>
        <w:rPr>
          <w:sz w:val="2"/>
          <w:szCs w:val="2"/>
        </w:rPr>
      </w:pPr>
    </w:p>
    <w:sectPr w:rsidR="00702A44" w:rsidSect="007B4D49">
      <w:type w:val="continuous"/>
      <w:pgSz w:w="11905" w:h="16837"/>
      <w:pgMar w:top="1205" w:right="973" w:bottom="9797" w:left="1573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2A44" w:rsidRDefault="00702A44" w:rsidP="007B4D49">
      <w:r>
        <w:separator/>
      </w:r>
    </w:p>
  </w:endnote>
  <w:endnote w:type="continuationSeparator" w:id="0">
    <w:p w:rsidR="00702A44" w:rsidRDefault="00702A44" w:rsidP="007B4D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2A44" w:rsidRDefault="00702A44"/>
  </w:footnote>
  <w:footnote w:type="continuationSeparator" w:id="0">
    <w:p w:rsidR="00702A44" w:rsidRDefault="00702A44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B4D49"/>
    <w:rsid w:val="000159C5"/>
    <w:rsid w:val="00043870"/>
    <w:rsid w:val="000621F4"/>
    <w:rsid w:val="000E59B7"/>
    <w:rsid w:val="00112C2B"/>
    <w:rsid w:val="00114692"/>
    <w:rsid w:val="00114F2A"/>
    <w:rsid w:val="001614D3"/>
    <w:rsid w:val="001A5C7D"/>
    <w:rsid w:val="001E020F"/>
    <w:rsid w:val="001E3677"/>
    <w:rsid w:val="00202E95"/>
    <w:rsid w:val="00267A7F"/>
    <w:rsid w:val="00282DE9"/>
    <w:rsid w:val="0028306E"/>
    <w:rsid w:val="00293E26"/>
    <w:rsid w:val="002B492D"/>
    <w:rsid w:val="002E1325"/>
    <w:rsid w:val="002F0710"/>
    <w:rsid w:val="00305489"/>
    <w:rsid w:val="0031350F"/>
    <w:rsid w:val="00352BB6"/>
    <w:rsid w:val="003730CE"/>
    <w:rsid w:val="003C6CE4"/>
    <w:rsid w:val="003D10F1"/>
    <w:rsid w:val="003E3D29"/>
    <w:rsid w:val="004134A5"/>
    <w:rsid w:val="00450A36"/>
    <w:rsid w:val="00451430"/>
    <w:rsid w:val="00470918"/>
    <w:rsid w:val="004709A3"/>
    <w:rsid w:val="00470F41"/>
    <w:rsid w:val="004852C8"/>
    <w:rsid w:val="00520F96"/>
    <w:rsid w:val="00521CD7"/>
    <w:rsid w:val="005C63D0"/>
    <w:rsid w:val="005C66DA"/>
    <w:rsid w:val="005E7DC5"/>
    <w:rsid w:val="00616AB1"/>
    <w:rsid w:val="0063296C"/>
    <w:rsid w:val="006379A6"/>
    <w:rsid w:val="0065006D"/>
    <w:rsid w:val="00661AA7"/>
    <w:rsid w:val="00676AB5"/>
    <w:rsid w:val="00677FA1"/>
    <w:rsid w:val="007021F6"/>
    <w:rsid w:val="00702A44"/>
    <w:rsid w:val="00723A50"/>
    <w:rsid w:val="0074570B"/>
    <w:rsid w:val="00791343"/>
    <w:rsid w:val="007B4D49"/>
    <w:rsid w:val="007C0ADF"/>
    <w:rsid w:val="0080424E"/>
    <w:rsid w:val="0085584A"/>
    <w:rsid w:val="00872197"/>
    <w:rsid w:val="008B4075"/>
    <w:rsid w:val="008B5C69"/>
    <w:rsid w:val="008D5EAF"/>
    <w:rsid w:val="00923A92"/>
    <w:rsid w:val="00945296"/>
    <w:rsid w:val="00987F2E"/>
    <w:rsid w:val="0099745E"/>
    <w:rsid w:val="00A24DEB"/>
    <w:rsid w:val="00A3137F"/>
    <w:rsid w:val="00A40875"/>
    <w:rsid w:val="00A536AA"/>
    <w:rsid w:val="00A816AF"/>
    <w:rsid w:val="00A82891"/>
    <w:rsid w:val="00A92494"/>
    <w:rsid w:val="00AA0B0D"/>
    <w:rsid w:val="00AB07A8"/>
    <w:rsid w:val="00AC43FA"/>
    <w:rsid w:val="00AE15BA"/>
    <w:rsid w:val="00B20A74"/>
    <w:rsid w:val="00B34108"/>
    <w:rsid w:val="00BA16C7"/>
    <w:rsid w:val="00BC2D12"/>
    <w:rsid w:val="00BD4162"/>
    <w:rsid w:val="00C32AC8"/>
    <w:rsid w:val="00C349BB"/>
    <w:rsid w:val="00C3560D"/>
    <w:rsid w:val="00C527E5"/>
    <w:rsid w:val="00C53371"/>
    <w:rsid w:val="00C54D44"/>
    <w:rsid w:val="00C63046"/>
    <w:rsid w:val="00CC073B"/>
    <w:rsid w:val="00CC61B4"/>
    <w:rsid w:val="00CE5D03"/>
    <w:rsid w:val="00CF3640"/>
    <w:rsid w:val="00CF5441"/>
    <w:rsid w:val="00D063B2"/>
    <w:rsid w:val="00D26F9F"/>
    <w:rsid w:val="00D530CF"/>
    <w:rsid w:val="00D677A4"/>
    <w:rsid w:val="00D85786"/>
    <w:rsid w:val="00D877B8"/>
    <w:rsid w:val="00DB567C"/>
    <w:rsid w:val="00DB7E7E"/>
    <w:rsid w:val="00DC2D91"/>
    <w:rsid w:val="00DD38AD"/>
    <w:rsid w:val="00DF7F4A"/>
    <w:rsid w:val="00E26437"/>
    <w:rsid w:val="00E3374E"/>
    <w:rsid w:val="00E86A70"/>
    <w:rsid w:val="00EB3D90"/>
    <w:rsid w:val="00EB7C39"/>
    <w:rsid w:val="00EC6185"/>
    <w:rsid w:val="00EC6E4D"/>
    <w:rsid w:val="00EE1636"/>
    <w:rsid w:val="00F057E8"/>
    <w:rsid w:val="00FB31F6"/>
    <w:rsid w:val="00FD3700"/>
    <w:rsid w:val="00FD5A22"/>
    <w:rsid w:val="00FF7C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date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4D49"/>
    <w:rPr>
      <w:color w:val="000000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7B4D49"/>
    <w:rPr>
      <w:rFonts w:cs="Times New Roman"/>
      <w:color w:val="0066CC"/>
      <w:u w:val="single"/>
    </w:rPr>
  </w:style>
  <w:style w:type="character" w:customStyle="1" w:styleId="2">
    <w:name w:val="Основной текст (2)_"/>
    <w:basedOn w:val="DefaultParagraphFont"/>
    <w:link w:val="20"/>
    <w:uiPriority w:val="99"/>
    <w:locked/>
    <w:rsid w:val="007B4D49"/>
    <w:rPr>
      <w:rFonts w:ascii="Times New Roman" w:hAnsi="Times New Roman" w:cs="Times New Roman"/>
      <w:spacing w:val="0"/>
      <w:sz w:val="27"/>
      <w:szCs w:val="27"/>
    </w:rPr>
  </w:style>
  <w:style w:type="character" w:customStyle="1" w:styleId="216">
    <w:name w:val="Основной текст (2) + 16"/>
    <w:aliases w:val="5 pt"/>
    <w:basedOn w:val="2"/>
    <w:uiPriority w:val="99"/>
    <w:rsid w:val="007B4D49"/>
    <w:rPr>
      <w:sz w:val="33"/>
      <w:szCs w:val="33"/>
    </w:rPr>
  </w:style>
  <w:style w:type="character" w:customStyle="1" w:styleId="a">
    <w:name w:val="Основной текст_"/>
    <w:basedOn w:val="DefaultParagraphFont"/>
    <w:link w:val="1"/>
    <w:uiPriority w:val="99"/>
    <w:locked/>
    <w:rsid w:val="007B4D49"/>
    <w:rPr>
      <w:rFonts w:ascii="Times New Roman" w:hAnsi="Times New Roman" w:cs="Times New Roman"/>
      <w:spacing w:val="0"/>
      <w:sz w:val="27"/>
      <w:szCs w:val="27"/>
    </w:rPr>
  </w:style>
  <w:style w:type="character" w:customStyle="1" w:styleId="10">
    <w:name w:val="Заголовок №1_"/>
    <w:basedOn w:val="DefaultParagraphFont"/>
    <w:link w:val="11"/>
    <w:uiPriority w:val="99"/>
    <w:locked/>
    <w:rsid w:val="007B4D49"/>
    <w:rPr>
      <w:rFonts w:ascii="Times New Roman" w:hAnsi="Times New Roman" w:cs="Times New Roman"/>
      <w:spacing w:val="0"/>
      <w:sz w:val="27"/>
      <w:szCs w:val="27"/>
    </w:rPr>
  </w:style>
  <w:style w:type="character" w:customStyle="1" w:styleId="3">
    <w:name w:val="Основной текст (3)_"/>
    <w:basedOn w:val="DefaultParagraphFont"/>
    <w:link w:val="30"/>
    <w:uiPriority w:val="99"/>
    <w:locked/>
    <w:rsid w:val="007B4D49"/>
    <w:rPr>
      <w:rFonts w:ascii="Times New Roman" w:hAnsi="Times New Roman" w:cs="Times New Roman"/>
      <w:spacing w:val="0"/>
      <w:sz w:val="26"/>
      <w:szCs w:val="26"/>
    </w:rPr>
  </w:style>
  <w:style w:type="character" w:customStyle="1" w:styleId="21">
    <w:name w:val="Подпись к картинке (2)_"/>
    <w:basedOn w:val="DefaultParagraphFont"/>
    <w:link w:val="22"/>
    <w:uiPriority w:val="99"/>
    <w:locked/>
    <w:rsid w:val="007B4D49"/>
    <w:rPr>
      <w:rFonts w:ascii="Times New Roman" w:hAnsi="Times New Roman" w:cs="Times New Roman"/>
      <w:spacing w:val="0"/>
      <w:sz w:val="27"/>
      <w:szCs w:val="27"/>
    </w:rPr>
  </w:style>
  <w:style w:type="character" w:customStyle="1" w:styleId="4">
    <w:name w:val="Основной текст (4)_"/>
    <w:basedOn w:val="DefaultParagraphFont"/>
    <w:link w:val="40"/>
    <w:uiPriority w:val="99"/>
    <w:locked/>
    <w:rsid w:val="007B4D49"/>
    <w:rPr>
      <w:rFonts w:ascii="Times New Roman" w:hAnsi="Times New Roman" w:cs="Times New Roman"/>
      <w:spacing w:val="0"/>
      <w:sz w:val="27"/>
      <w:szCs w:val="27"/>
    </w:rPr>
  </w:style>
  <w:style w:type="paragraph" w:customStyle="1" w:styleId="20">
    <w:name w:val="Основной текст (2)"/>
    <w:basedOn w:val="Normal"/>
    <w:link w:val="2"/>
    <w:uiPriority w:val="99"/>
    <w:rsid w:val="007B4D49"/>
    <w:pPr>
      <w:shd w:val="clear" w:color="auto" w:fill="FFFFFF"/>
      <w:spacing w:after="240" w:line="355" w:lineRule="exact"/>
      <w:jc w:val="center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1">
    <w:name w:val="Основной текст1"/>
    <w:basedOn w:val="Normal"/>
    <w:link w:val="a"/>
    <w:uiPriority w:val="99"/>
    <w:rsid w:val="007B4D49"/>
    <w:pPr>
      <w:shd w:val="clear" w:color="auto" w:fill="FFFFFF"/>
      <w:spacing w:before="240" w:after="240" w:line="341" w:lineRule="exact"/>
    </w:pPr>
    <w:rPr>
      <w:rFonts w:ascii="Times New Roman" w:hAnsi="Times New Roman" w:cs="Times New Roman"/>
      <w:sz w:val="27"/>
      <w:szCs w:val="27"/>
    </w:rPr>
  </w:style>
  <w:style w:type="paragraph" w:customStyle="1" w:styleId="11">
    <w:name w:val="Заголовок №1"/>
    <w:basedOn w:val="Normal"/>
    <w:link w:val="10"/>
    <w:uiPriority w:val="99"/>
    <w:rsid w:val="007B4D49"/>
    <w:pPr>
      <w:shd w:val="clear" w:color="auto" w:fill="FFFFFF"/>
      <w:spacing w:line="317" w:lineRule="exact"/>
      <w:ind w:firstLine="360"/>
      <w:jc w:val="both"/>
      <w:outlineLvl w:val="0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30">
    <w:name w:val="Основной текст (3)"/>
    <w:basedOn w:val="Normal"/>
    <w:link w:val="3"/>
    <w:uiPriority w:val="99"/>
    <w:rsid w:val="007B4D49"/>
    <w:pPr>
      <w:shd w:val="clear" w:color="auto" w:fill="FFFFFF"/>
      <w:spacing w:line="317" w:lineRule="exact"/>
      <w:ind w:firstLine="360"/>
      <w:jc w:val="both"/>
    </w:pPr>
    <w:rPr>
      <w:rFonts w:ascii="Times New Roman" w:hAnsi="Times New Roman" w:cs="Times New Roman"/>
      <w:b/>
      <w:bCs/>
      <w:sz w:val="26"/>
      <w:szCs w:val="26"/>
    </w:rPr>
  </w:style>
  <w:style w:type="paragraph" w:customStyle="1" w:styleId="22">
    <w:name w:val="Подпись к картинке (2)"/>
    <w:basedOn w:val="Normal"/>
    <w:link w:val="21"/>
    <w:uiPriority w:val="99"/>
    <w:rsid w:val="007B4D49"/>
    <w:pPr>
      <w:shd w:val="clear" w:color="auto" w:fill="FFFFFF"/>
      <w:spacing w:line="240" w:lineRule="atLeast"/>
    </w:pPr>
    <w:rPr>
      <w:rFonts w:ascii="Times New Roman" w:hAnsi="Times New Roman" w:cs="Times New Roman"/>
      <w:sz w:val="27"/>
      <w:szCs w:val="27"/>
    </w:rPr>
  </w:style>
  <w:style w:type="paragraph" w:customStyle="1" w:styleId="40">
    <w:name w:val="Основной текст (4)"/>
    <w:basedOn w:val="Normal"/>
    <w:link w:val="4"/>
    <w:uiPriority w:val="99"/>
    <w:rsid w:val="007B4D49"/>
    <w:pPr>
      <w:shd w:val="clear" w:color="auto" w:fill="FFFFFF"/>
      <w:spacing w:line="240" w:lineRule="atLeast"/>
    </w:pPr>
    <w:rPr>
      <w:rFonts w:ascii="Times New Roman" w:hAnsi="Times New Roman" w:cs="Times New Roman"/>
      <w:sz w:val="27"/>
      <w:szCs w:val="2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455</TotalTime>
  <Pages>3</Pages>
  <Words>357</Words>
  <Characters>2036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66</cp:revision>
  <cp:lastPrinted>2019-05-22T06:54:00Z</cp:lastPrinted>
  <dcterms:created xsi:type="dcterms:W3CDTF">2017-08-01T06:27:00Z</dcterms:created>
  <dcterms:modified xsi:type="dcterms:W3CDTF">2019-05-22T07:18:00Z</dcterms:modified>
</cp:coreProperties>
</file>