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E4" w:rsidRDefault="00DD16E4" w:rsidP="0039249F">
      <w:pPr>
        <w:tabs>
          <w:tab w:val="left" w:pos="28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DD16E4" w:rsidRPr="007F2C17" w:rsidRDefault="00DD16E4" w:rsidP="0039249F">
      <w:pPr>
        <w:tabs>
          <w:tab w:val="left" w:pos="2835"/>
        </w:tabs>
        <w:jc w:val="center"/>
        <w:rPr>
          <w:b/>
          <w:sz w:val="28"/>
          <w:szCs w:val="28"/>
        </w:rPr>
      </w:pPr>
      <w:r w:rsidRPr="007F2C17">
        <w:rPr>
          <w:b/>
          <w:sz w:val="28"/>
          <w:szCs w:val="28"/>
        </w:rPr>
        <w:t>РОССИЙСКАЯ  ФЕДЕРАЦИЯ</w:t>
      </w:r>
    </w:p>
    <w:p w:rsidR="00DD16E4" w:rsidRPr="007F2C17" w:rsidRDefault="00DD16E4" w:rsidP="00A63422">
      <w:pPr>
        <w:tabs>
          <w:tab w:val="left" w:pos="2835"/>
        </w:tabs>
        <w:jc w:val="center"/>
        <w:rPr>
          <w:b/>
          <w:sz w:val="28"/>
          <w:szCs w:val="28"/>
        </w:rPr>
      </w:pPr>
      <w:r w:rsidRPr="007F2C17">
        <w:rPr>
          <w:b/>
          <w:sz w:val="28"/>
          <w:szCs w:val="28"/>
        </w:rPr>
        <w:t>БРЯНСКАЯ ОБЛАСТЬ</w:t>
      </w:r>
    </w:p>
    <w:p w:rsidR="00DD16E4" w:rsidRPr="007F2C17" w:rsidRDefault="00DD16E4" w:rsidP="00A63422">
      <w:pPr>
        <w:tabs>
          <w:tab w:val="left" w:pos="2835"/>
        </w:tabs>
        <w:jc w:val="center"/>
        <w:rPr>
          <w:b/>
          <w:sz w:val="28"/>
          <w:szCs w:val="28"/>
        </w:rPr>
      </w:pPr>
      <w:r w:rsidRPr="007F2C17">
        <w:rPr>
          <w:b/>
          <w:sz w:val="28"/>
          <w:szCs w:val="28"/>
        </w:rPr>
        <w:t>МГЛИНСКИЙ  РАЙОН</w:t>
      </w:r>
    </w:p>
    <w:p w:rsidR="00DD16E4" w:rsidRPr="007F2C17" w:rsidRDefault="00DD16E4" w:rsidP="00A63422">
      <w:pPr>
        <w:tabs>
          <w:tab w:val="left" w:pos="28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ВЕЛЬЖИЧ</w:t>
      </w:r>
      <w:r w:rsidRPr="007F2C17">
        <w:rPr>
          <w:b/>
          <w:sz w:val="28"/>
          <w:szCs w:val="28"/>
        </w:rPr>
        <w:t>СКОЕ  СЕЛЬСКОЕ  ПОСЕЛЕНИЕ</w:t>
      </w:r>
    </w:p>
    <w:p w:rsidR="00DD16E4" w:rsidRPr="000B798B" w:rsidRDefault="00DD16E4" w:rsidP="000B798B">
      <w:pPr>
        <w:pBdr>
          <w:bottom w:val="single" w:sz="4" w:space="1" w:color="auto"/>
        </w:pBdr>
        <w:tabs>
          <w:tab w:val="left" w:pos="28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ВЕЛЬЖИЧ</w:t>
      </w:r>
      <w:r w:rsidRPr="007F2C17">
        <w:rPr>
          <w:b/>
          <w:sz w:val="28"/>
          <w:szCs w:val="28"/>
        </w:rPr>
        <w:t>СКИЙ СЕЛЬСКИЙ СОВЕТ НАРОДНЫХ ДЕПУТАТОВ</w:t>
      </w:r>
    </w:p>
    <w:p w:rsidR="00DD16E4" w:rsidRDefault="00DD16E4" w:rsidP="00A63422">
      <w:pPr>
        <w:tabs>
          <w:tab w:val="left" w:pos="2835"/>
        </w:tabs>
        <w:jc w:val="center"/>
        <w:rPr>
          <w:b/>
          <w:sz w:val="28"/>
          <w:szCs w:val="28"/>
        </w:rPr>
      </w:pPr>
    </w:p>
    <w:p w:rsidR="00DD16E4" w:rsidRPr="00C1625F" w:rsidRDefault="00DD16E4" w:rsidP="00A63422">
      <w:pPr>
        <w:tabs>
          <w:tab w:val="left" w:pos="2835"/>
        </w:tabs>
        <w:jc w:val="center"/>
        <w:rPr>
          <w:b/>
        </w:rPr>
      </w:pPr>
      <w:r>
        <w:rPr>
          <w:b/>
          <w:sz w:val="28"/>
          <w:szCs w:val="28"/>
        </w:rPr>
        <w:t xml:space="preserve">Р </w:t>
      </w:r>
      <w:r w:rsidRPr="00C1625F">
        <w:rPr>
          <w:b/>
          <w:sz w:val="28"/>
          <w:szCs w:val="28"/>
        </w:rPr>
        <w:t>Е Ш Е Н  И  Е</w:t>
      </w:r>
    </w:p>
    <w:p w:rsidR="00DD16E4" w:rsidRPr="00DA12F7" w:rsidRDefault="00DD16E4" w:rsidP="0095184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05 апреля 2019года </w:t>
      </w:r>
      <w:r w:rsidRPr="00951846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3-173</w:t>
      </w:r>
    </w:p>
    <w:p w:rsidR="00DD16E4" w:rsidRPr="00951846" w:rsidRDefault="00DD16E4" w:rsidP="0095184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с.Вельжичи</w:t>
      </w:r>
    </w:p>
    <w:p w:rsidR="00DD16E4" w:rsidRPr="0090293F" w:rsidRDefault="00DD16E4" w:rsidP="00951846">
      <w:pPr>
        <w:rPr>
          <w:b/>
        </w:rPr>
      </w:pPr>
    </w:p>
    <w:p w:rsidR="00DD16E4" w:rsidRPr="006003A3" w:rsidRDefault="00DD16E4" w:rsidP="00741A06">
      <w:pPr>
        <w:tabs>
          <w:tab w:val="left" w:pos="4678"/>
          <w:tab w:val="left" w:pos="4820"/>
          <w:tab w:val="left" w:pos="4860"/>
        </w:tabs>
        <w:ind w:right="4675"/>
        <w:jc w:val="both"/>
        <w:outlineLvl w:val="0"/>
        <w:rPr>
          <w:b/>
          <w:sz w:val="28"/>
          <w:szCs w:val="28"/>
        </w:rPr>
      </w:pPr>
      <w:r w:rsidRPr="00951846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от 27</w:t>
      </w:r>
      <w:r w:rsidRPr="00F52930">
        <w:rPr>
          <w:b/>
          <w:sz w:val="28"/>
          <w:szCs w:val="28"/>
        </w:rPr>
        <w:t>.12.201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года № 3-160 «О бюджете муниципального образования «Вельжичское сельское поселение, Мглинского района, Брянской области»</w:t>
      </w:r>
      <w:r w:rsidRPr="006003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2019 год и на плановый период 2020</w:t>
      </w:r>
      <w:r w:rsidRPr="006003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2021</w:t>
      </w:r>
      <w:r w:rsidRPr="006003A3">
        <w:rPr>
          <w:b/>
          <w:sz w:val="28"/>
          <w:szCs w:val="28"/>
        </w:rPr>
        <w:t xml:space="preserve"> годов» </w:t>
      </w:r>
    </w:p>
    <w:p w:rsidR="00DD16E4" w:rsidRPr="001332D0" w:rsidRDefault="00DD16E4" w:rsidP="00951846"/>
    <w:p w:rsidR="00DD16E4" w:rsidRDefault="00DD16E4" w:rsidP="00951846">
      <w:pPr>
        <w:jc w:val="both"/>
        <w:rPr>
          <w:sz w:val="28"/>
          <w:szCs w:val="28"/>
        </w:rPr>
      </w:pPr>
      <w:r w:rsidRPr="00951846">
        <w:rPr>
          <w:sz w:val="28"/>
          <w:szCs w:val="28"/>
        </w:rPr>
        <w:t xml:space="preserve">            Рассмотрев проект решения о внесении изменений в решение от </w:t>
      </w:r>
      <w:r>
        <w:rPr>
          <w:sz w:val="28"/>
          <w:szCs w:val="28"/>
        </w:rPr>
        <w:t>27.12.2018</w:t>
      </w:r>
      <w:r w:rsidRPr="006113DC">
        <w:rPr>
          <w:sz w:val="28"/>
          <w:szCs w:val="28"/>
        </w:rPr>
        <w:t xml:space="preserve"> </w:t>
      </w:r>
      <w:r>
        <w:rPr>
          <w:sz w:val="28"/>
          <w:szCs w:val="28"/>
        </w:rPr>
        <w:t>года № 3-160</w:t>
      </w:r>
      <w:r w:rsidRPr="00F52930">
        <w:rPr>
          <w:sz w:val="28"/>
          <w:szCs w:val="28"/>
        </w:rPr>
        <w:t xml:space="preserve"> </w:t>
      </w:r>
      <w:r w:rsidRPr="00951846">
        <w:rPr>
          <w:sz w:val="28"/>
          <w:szCs w:val="28"/>
        </w:rPr>
        <w:t>«О бюджете</w:t>
      </w:r>
      <w:r>
        <w:rPr>
          <w:sz w:val="28"/>
          <w:szCs w:val="28"/>
        </w:rPr>
        <w:t xml:space="preserve"> муниципального образования</w:t>
      </w:r>
      <w:r w:rsidRPr="00951846">
        <w:rPr>
          <w:sz w:val="28"/>
          <w:szCs w:val="28"/>
        </w:rPr>
        <w:t xml:space="preserve"> </w:t>
      </w:r>
      <w:r>
        <w:rPr>
          <w:sz w:val="28"/>
          <w:szCs w:val="28"/>
        </w:rPr>
        <w:t>«Вельжичское сельское поселение, Мглинского района, Брянской области»</w:t>
      </w:r>
      <w:r w:rsidRPr="00951846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95184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2019 и 2020 годов</w:t>
      </w:r>
      <w:r w:rsidRPr="00951846">
        <w:rPr>
          <w:sz w:val="28"/>
          <w:szCs w:val="28"/>
        </w:rPr>
        <w:t xml:space="preserve">» </w:t>
      </w:r>
    </w:p>
    <w:p w:rsidR="00DD16E4" w:rsidRPr="0039249F" w:rsidRDefault="00DD16E4" w:rsidP="003924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Вельжич</w:t>
      </w:r>
      <w:r w:rsidRPr="00951846">
        <w:rPr>
          <w:sz w:val="28"/>
          <w:szCs w:val="28"/>
        </w:rPr>
        <w:t>ский сельский Совет народных депутатов</w:t>
      </w:r>
    </w:p>
    <w:p w:rsidR="00DD16E4" w:rsidRDefault="00DD16E4" w:rsidP="00951846">
      <w:pPr>
        <w:ind w:firstLine="708"/>
        <w:jc w:val="both"/>
        <w:outlineLvl w:val="0"/>
        <w:rPr>
          <w:b/>
          <w:sz w:val="28"/>
          <w:szCs w:val="28"/>
        </w:rPr>
      </w:pPr>
      <w:r w:rsidRPr="00951846">
        <w:rPr>
          <w:b/>
          <w:sz w:val="28"/>
          <w:szCs w:val="28"/>
        </w:rPr>
        <w:t xml:space="preserve"> РЕШИЛ:</w:t>
      </w:r>
    </w:p>
    <w:p w:rsidR="00DD16E4" w:rsidRPr="0039249F" w:rsidRDefault="00DD16E4" w:rsidP="0039249F">
      <w:pPr>
        <w:ind w:firstLine="720"/>
        <w:jc w:val="both"/>
        <w:outlineLvl w:val="0"/>
        <w:rPr>
          <w:b/>
          <w:sz w:val="28"/>
          <w:szCs w:val="28"/>
        </w:rPr>
      </w:pPr>
      <w:r w:rsidRPr="00951846">
        <w:rPr>
          <w:sz w:val="28"/>
          <w:szCs w:val="28"/>
        </w:rPr>
        <w:t>1</w:t>
      </w:r>
      <w:r w:rsidRPr="00367FF9">
        <w:rPr>
          <w:color w:val="FF0000"/>
          <w:sz w:val="28"/>
          <w:szCs w:val="28"/>
        </w:rPr>
        <w:t>.</w:t>
      </w:r>
      <w:r w:rsidRPr="00061400">
        <w:rPr>
          <w:color w:val="000000"/>
          <w:sz w:val="28"/>
          <w:szCs w:val="28"/>
        </w:rPr>
        <w:t>Внести в решение от 27</w:t>
      </w:r>
      <w:r>
        <w:rPr>
          <w:color w:val="000000"/>
          <w:sz w:val="28"/>
          <w:szCs w:val="28"/>
        </w:rPr>
        <w:t>.12.2018</w:t>
      </w:r>
      <w:r w:rsidRPr="00061400">
        <w:rPr>
          <w:color w:val="000000"/>
          <w:sz w:val="28"/>
          <w:szCs w:val="28"/>
        </w:rPr>
        <w:t xml:space="preserve"> года № </w:t>
      </w:r>
      <w:r>
        <w:rPr>
          <w:sz w:val="28"/>
          <w:szCs w:val="28"/>
        </w:rPr>
        <w:t>3-160</w:t>
      </w:r>
      <w:r w:rsidRPr="00F52930">
        <w:rPr>
          <w:sz w:val="28"/>
          <w:szCs w:val="28"/>
        </w:rPr>
        <w:t xml:space="preserve"> </w:t>
      </w:r>
      <w:r w:rsidRPr="00061400">
        <w:rPr>
          <w:color w:val="000000"/>
          <w:sz w:val="28"/>
          <w:szCs w:val="28"/>
        </w:rPr>
        <w:t>«О бюджете муниципального образования «</w:t>
      </w:r>
      <w:r>
        <w:rPr>
          <w:sz w:val="28"/>
          <w:szCs w:val="28"/>
        </w:rPr>
        <w:t>Вельжичское</w:t>
      </w:r>
      <w:r w:rsidRPr="00061400">
        <w:rPr>
          <w:color w:val="000000"/>
          <w:sz w:val="28"/>
          <w:szCs w:val="28"/>
        </w:rPr>
        <w:t xml:space="preserve"> сельское поселение</w:t>
      </w:r>
      <w:r>
        <w:rPr>
          <w:color w:val="000000"/>
          <w:sz w:val="28"/>
          <w:szCs w:val="28"/>
        </w:rPr>
        <w:t>,</w:t>
      </w:r>
      <w:r w:rsidRPr="00061400">
        <w:rPr>
          <w:color w:val="000000"/>
          <w:sz w:val="28"/>
          <w:szCs w:val="28"/>
        </w:rPr>
        <w:t xml:space="preserve"> Мглинского района, Брянской области»  на 201</w:t>
      </w:r>
      <w:r>
        <w:rPr>
          <w:color w:val="000000"/>
          <w:sz w:val="28"/>
          <w:szCs w:val="28"/>
        </w:rPr>
        <w:t>9</w:t>
      </w:r>
      <w:r w:rsidRPr="00061400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 xml:space="preserve"> и на плановый период 2020 и 2021</w:t>
      </w:r>
      <w:r w:rsidRPr="00061400">
        <w:rPr>
          <w:color w:val="000000"/>
          <w:sz w:val="28"/>
          <w:szCs w:val="28"/>
        </w:rPr>
        <w:t xml:space="preserve"> годов»</w:t>
      </w:r>
      <w:r>
        <w:rPr>
          <w:color w:val="000000"/>
          <w:sz w:val="28"/>
          <w:szCs w:val="28"/>
        </w:rPr>
        <w:t xml:space="preserve"> (в редакции решений 14.02.2019 года № 3-163;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51846">
        <w:rPr>
          <w:sz w:val="28"/>
          <w:szCs w:val="28"/>
        </w:rPr>
        <w:t xml:space="preserve"> следующие изменения:</w:t>
      </w:r>
    </w:p>
    <w:p w:rsidR="00DD16E4" w:rsidRPr="00DA2471" w:rsidRDefault="00DD16E4" w:rsidP="00DA2471">
      <w:pPr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1.1 В </w:t>
      </w:r>
      <w:r w:rsidRPr="00951846">
        <w:rPr>
          <w:sz w:val="28"/>
          <w:szCs w:val="28"/>
        </w:rPr>
        <w:t>пункте 1 по доходам вместо цифр «</w:t>
      </w:r>
      <w:r>
        <w:rPr>
          <w:sz w:val="28"/>
          <w:szCs w:val="28"/>
        </w:rPr>
        <w:t>887933,00</w:t>
      </w:r>
      <w:r w:rsidRPr="00951846">
        <w:rPr>
          <w:sz w:val="28"/>
          <w:szCs w:val="28"/>
        </w:rPr>
        <w:t>» записать «</w:t>
      </w:r>
      <w:r>
        <w:rPr>
          <w:sz w:val="28"/>
          <w:szCs w:val="28"/>
        </w:rPr>
        <w:t>1032533,00</w:t>
      </w:r>
      <w:r w:rsidRPr="00951846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Pr="00951846">
        <w:rPr>
          <w:sz w:val="28"/>
          <w:szCs w:val="28"/>
        </w:rPr>
        <w:t>по расходам вместо цифр «</w:t>
      </w:r>
      <w:r>
        <w:rPr>
          <w:sz w:val="28"/>
          <w:szCs w:val="28"/>
        </w:rPr>
        <w:t>1062869,29</w:t>
      </w:r>
      <w:r w:rsidRPr="00951846">
        <w:rPr>
          <w:sz w:val="28"/>
          <w:szCs w:val="28"/>
        </w:rPr>
        <w:t>» записать «</w:t>
      </w:r>
      <w:r>
        <w:rPr>
          <w:sz w:val="28"/>
          <w:szCs w:val="28"/>
        </w:rPr>
        <w:t>1207469</w:t>
      </w:r>
      <w:r>
        <w:rPr>
          <w:color w:val="000000"/>
          <w:sz w:val="28"/>
          <w:szCs w:val="28"/>
        </w:rPr>
        <w:t>,29</w:t>
      </w:r>
      <w:r w:rsidRPr="00ED1E9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DD16E4" w:rsidRDefault="00DD16E4" w:rsidP="00DA2471">
      <w:pPr>
        <w:ind w:firstLine="709"/>
        <w:jc w:val="both"/>
        <w:rPr>
          <w:sz w:val="28"/>
          <w:szCs w:val="28"/>
        </w:rPr>
      </w:pPr>
      <w:r w:rsidRPr="00951846">
        <w:rPr>
          <w:sz w:val="28"/>
          <w:szCs w:val="28"/>
        </w:rPr>
        <w:t>1.</w:t>
      </w:r>
      <w:r>
        <w:rPr>
          <w:sz w:val="28"/>
          <w:szCs w:val="28"/>
        </w:rPr>
        <w:t xml:space="preserve">2 </w:t>
      </w:r>
      <w:r w:rsidRPr="00951846">
        <w:rPr>
          <w:sz w:val="28"/>
          <w:szCs w:val="28"/>
        </w:rPr>
        <w:t>В</w:t>
      </w:r>
      <w:r>
        <w:rPr>
          <w:sz w:val="28"/>
          <w:szCs w:val="28"/>
        </w:rPr>
        <w:t xml:space="preserve">нести изменение в </w:t>
      </w:r>
      <w:r w:rsidRPr="00951846">
        <w:rPr>
          <w:sz w:val="28"/>
          <w:szCs w:val="28"/>
        </w:rPr>
        <w:t xml:space="preserve">приложение </w:t>
      </w:r>
      <w:r w:rsidRPr="009A4762">
        <w:rPr>
          <w:color w:val="000000"/>
          <w:sz w:val="28"/>
          <w:szCs w:val="28"/>
        </w:rPr>
        <w:t>1</w:t>
      </w:r>
      <w:r w:rsidRPr="00951846">
        <w:rPr>
          <w:sz w:val="28"/>
          <w:szCs w:val="28"/>
        </w:rPr>
        <w:t xml:space="preserve"> «Прогнозируемые доходы бюджета </w:t>
      </w:r>
      <w:r w:rsidRPr="000B798B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>Вельжичское</w:t>
      </w:r>
      <w:r w:rsidRPr="000B798B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Pr="000B798B">
        <w:rPr>
          <w:sz w:val="28"/>
          <w:szCs w:val="28"/>
        </w:rPr>
        <w:t xml:space="preserve"> Мглинского района, Брянской области </w:t>
      </w:r>
      <w:r w:rsidRPr="00951846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95184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2020 и 2021 годов</w:t>
      </w:r>
      <w:r w:rsidRPr="00951846">
        <w:rPr>
          <w:sz w:val="28"/>
          <w:szCs w:val="28"/>
        </w:rPr>
        <w:t xml:space="preserve">» </w:t>
      </w:r>
      <w:r>
        <w:rPr>
          <w:sz w:val="28"/>
          <w:szCs w:val="28"/>
        </w:rPr>
        <w:t>;</w:t>
      </w:r>
    </w:p>
    <w:p w:rsidR="00DD16E4" w:rsidRDefault="00DD16E4" w:rsidP="00DA247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DD16E4" w:rsidTr="009024A2">
        <w:tc>
          <w:tcPr>
            <w:tcW w:w="2808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252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Наименование доходов</w:t>
            </w:r>
          </w:p>
        </w:tc>
        <w:tc>
          <w:tcPr>
            <w:tcW w:w="144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Сумма на 2019 год</w:t>
            </w:r>
          </w:p>
        </w:tc>
        <w:tc>
          <w:tcPr>
            <w:tcW w:w="144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Сумма на 2020 год</w:t>
            </w:r>
          </w:p>
        </w:tc>
        <w:tc>
          <w:tcPr>
            <w:tcW w:w="1363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Сумма на 2021 год</w:t>
            </w:r>
          </w:p>
        </w:tc>
      </w:tr>
      <w:tr w:rsidR="00DD16E4" w:rsidTr="009024A2">
        <w:tc>
          <w:tcPr>
            <w:tcW w:w="2808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252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44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122563,00</w:t>
            </w:r>
          </w:p>
        </w:tc>
        <w:tc>
          <w:tcPr>
            <w:tcW w:w="144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363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DD16E4" w:rsidTr="009024A2">
        <w:tc>
          <w:tcPr>
            <w:tcW w:w="2808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252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122563,00</w:t>
            </w:r>
          </w:p>
        </w:tc>
        <w:tc>
          <w:tcPr>
            <w:tcW w:w="144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363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</w:tbl>
    <w:p w:rsidR="00DD16E4" w:rsidRDefault="00DD16E4" w:rsidP="009024A2"/>
    <w:p w:rsidR="00DD16E4" w:rsidRPr="00474EFA" w:rsidRDefault="00DD16E4" w:rsidP="009024A2">
      <w:pPr>
        <w:rPr>
          <w:sz w:val="28"/>
          <w:szCs w:val="28"/>
        </w:rPr>
      </w:pPr>
      <w:r w:rsidRPr="00474EFA">
        <w:rPr>
          <w:sz w:val="28"/>
          <w:szCs w:val="28"/>
        </w:rPr>
        <w:t>изложить в редакции</w:t>
      </w:r>
    </w:p>
    <w:p w:rsidR="00DD16E4" w:rsidRDefault="00DD16E4" w:rsidP="009024A2"/>
    <w:p w:rsidR="00DD16E4" w:rsidRDefault="00DD16E4" w:rsidP="009024A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DD16E4" w:rsidTr="009024A2">
        <w:tc>
          <w:tcPr>
            <w:tcW w:w="2808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252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44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267163,00</w:t>
            </w:r>
          </w:p>
        </w:tc>
        <w:tc>
          <w:tcPr>
            <w:tcW w:w="144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363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DD16E4" w:rsidTr="009024A2">
        <w:tc>
          <w:tcPr>
            <w:tcW w:w="2808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2 02 00000 00 0000 000</w:t>
            </w:r>
          </w:p>
        </w:tc>
        <w:tc>
          <w:tcPr>
            <w:tcW w:w="252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267163,00</w:t>
            </w:r>
          </w:p>
        </w:tc>
        <w:tc>
          <w:tcPr>
            <w:tcW w:w="1440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363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</w:tbl>
    <w:p w:rsidR="00DD16E4" w:rsidRDefault="00DD16E4" w:rsidP="009024A2"/>
    <w:p w:rsidR="00DD16E4" w:rsidRPr="00474EFA" w:rsidRDefault="00DD16E4" w:rsidP="009024A2">
      <w:pPr>
        <w:rPr>
          <w:sz w:val="28"/>
          <w:szCs w:val="28"/>
        </w:rPr>
      </w:pPr>
      <w:r w:rsidRPr="00474EFA">
        <w:rPr>
          <w:sz w:val="28"/>
          <w:szCs w:val="28"/>
        </w:rPr>
        <w:t>После строки</w:t>
      </w:r>
    </w:p>
    <w:p w:rsidR="00DD16E4" w:rsidRDefault="00DD16E4" w:rsidP="009024A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DD16E4" w:rsidTr="009024A2">
        <w:tc>
          <w:tcPr>
            <w:tcW w:w="2808" w:type="dxa"/>
          </w:tcPr>
          <w:p w:rsidR="00DD16E4" w:rsidRPr="00E75BD8" w:rsidRDefault="00DD16E4" w:rsidP="009024A2">
            <w:r w:rsidRPr="00E75BD8">
              <w:t>2 02 15001 10 0000 150</w:t>
            </w:r>
          </w:p>
        </w:tc>
        <w:tc>
          <w:tcPr>
            <w:tcW w:w="2520" w:type="dxa"/>
          </w:tcPr>
          <w:p w:rsidR="00DD16E4" w:rsidRPr="00E75BD8" w:rsidRDefault="00DD16E4" w:rsidP="009024A2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40" w:type="dxa"/>
          </w:tcPr>
          <w:p w:rsidR="00DD16E4" w:rsidRPr="00E75BD8" w:rsidRDefault="00DD16E4" w:rsidP="009024A2">
            <w:r>
              <w:t>43258,00</w:t>
            </w:r>
          </w:p>
        </w:tc>
        <w:tc>
          <w:tcPr>
            <w:tcW w:w="1440" w:type="dxa"/>
          </w:tcPr>
          <w:p w:rsidR="00DD16E4" w:rsidRPr="00E75BD8" w:rsidRDefault="00DD16E4" w:rsidP="009024A2">
            <w:r w:rsidRPr="00E75BD8">
              <w:t>0,00</w:t>
            </w:r>
          </w:p>
        </w:tc>
        <w:tc>
          <w:tcPr>
            <w:tcW w:w="1363" w:type="dxa"/>
          </w:tcPr>
          <w:p w:rsidR="00DD16E4" w:rsidRPr="00E75BD8" w:rsidRDefault="00DD16E4" w:rsidP="009024A2">
            <w:r w:rsidRPr="00E75BD8">
              <w:t>0,00</w:t>
            </w:r>
          </w:p>
        </w:tc>
      </w:tr>
    </w:tbl>
    <w:p w:rsidR="00DD16E4" w:rsidRDefault="00DD16E4" w:rsidP="009024A2"/>
    <w:p w:rsidR="00DD16E4" w:rsidRPr="00474EFA" w:rsidRDefault="00DD16E4" w:rsidP="009024A2">
      <w:pPr>
        <w:rPr>
          <w:sz w:val="28"/>
          <w:szCs w:val="28"/>
        </w:rPr>
      </w:pPr>
      <w:r w:rsidRPr="00474EFA">
        <w:rPr>
          <w:sz w:val="28"/>
          <w:szCs w:val="28"/>
        </w:rPr>
        <w:t>Ввести строку</w:t>
      </w:r>
    </w:p>
    <w:p w:rsidR="00DD16E4" w:rsidRDefault="00DD16E4" w:rsidP="009024A2"/>
    <w:p w:rsidR="00DD16E4" w:rsidRDefault="00DD16E4" w:rsidP="009024A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DD16E4" w:rsidRPr="00E75BD8" w:rsidTr="009024A2">
        <w:tc>
          <w:tcPr>
            <w:tcW w:w="2808" w:type="dxa"/>
          </w:tcPr>
          <w:p w:rsidR="00DD16E4" w:rsidRPr="00E75BD8" w:rsidRDefault="00DD16E4" w:rsidP="009024A2">
            <w:r w:rsidRPr="00E75BD8">
              <w:t>2 02 1500</w:t>
            </w:r>
            <w:r>
              <w:t>2</w:t>
            </w:r>
            <w:r w:rsidRPr="00E75BD8">
              <w:t xml:space="preserve"> 10 0000 150</w:t>
            </w:r>
          </w:p>
        </w:tc>
        <w:tc>
          <w:tcPr>
            <w:tcW w:w="2520" w:type="dxa"/>
          </w:tcPr>
          <w:p w:rsidR="00DD16E4" w:rsidRPr="00E75BD8" w:rsidRDefault="00DD16E4" w:rsidP="009024A2"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40" w:type="dxa"/>
          </w:tcPr>
          <w:p w:rsidR="00DD16E4" w:rsidRPr="00E75BD8" w:rsidRDefault="00DD16E4" w:rsidP="009024A2">
            <w:r>
              <w:t>144600,00</w:t>
            </w:r>
          </w:p>
        </w:tc>
        <w:tc>
          <w:tcPr>
            <w:tcW w:w="1440" w:type="dxa"/>
          </w:tcPr>
          <w:p w:rsidR="00DD16E4" w:rsidRPr="00E75BD8" w:rsidRDefault="00DD16E4" w:rsidP="009024A2">
            <w:r w:rsidRPr="00E75BD8">
              <w:t>0,00</w:t>
            </w:r>
          </w:p>
        </w:tc>
        <w:tc>
          <w:tcPr>
            <w:tcW w:w="1363" w:type="dxa"/>
          </w:tcPr>
          <w:p w:rsidR="00DD16E4" w:rsidRPr="00E75BD8" w:rsidRDefault="00DD16E4" w:rsidP="009024A2">
            <w:r w:rsidRPr="00E75BD8">
              <w:t>0,00</w:t>
            </w:r>
          </w:p>
        </w:tc>
      </w:tr>
    </w:tbl>
    <w:p w:rsidR="00DD16E4" w:rsidRPr="00474EFA" w:rsidRDefault="00DD16E4" w:rsidP="009024A2">
      <w:pPr>
        <w:rPr>
          <w:sz w:val="28"/>
          <w:szCs w:val="28"/>
        </w:rPr>
      </w:pPr>
      <w:r w:rsidRPr="00474EFA">
        <w:rPr>
          <w:sz w:val="28"/>
          <w:szCs w:val="28"/>
        </w:rPr>
        <w:t>строки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848"/>
        <w:gridCol w:w="1723"/>
      </w:tblGrid>
      <w:tr w:rsidR="00DD16E4" w:rsidTr="009024A2">
        <w:tc>
          <w:tcPr>
            <w:tcW w:w="7848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 xml:space="preserve">Итого доходов </w:t>
            </w:r>
          </w:p>
        </w:tc>
        <w:tc>
          <w:tcPr>
            <w:tcW w:w="1723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887933,00</w:t>
            </w:r>
          </w:p>
        </w:tc>
      </w:tr>
    </w:tbl>
    <w:p w:rsidR="00DD16E4" w:rsidRDefault="00DD16E4" w:rsidP="009024A2"/>
    <w:p w:rsidR="00DD16E4" w:rsidRPr="00474EFA" w:rsidRDefault="00DD16E4" w:rsidP="009024A2">
      <w:pPr>
        <w:rPr>
          <w:sz w:val="28"/>
          <w:szCs w:val="28"/>
        </w:rPr>
      </w:pPr>
      <w:r w:rsidRPr="00474EFA">
        <w:rPr>
          <w:sz w:val="28"/>
          <w:szCs w:val="28"/>
        </w:rPr>
        <w:t>изложить в редакции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848"/>
        <w:gridCol w:w="1723"/>
      </w:tblGrid>
      <w:tr w:rsidR="00DD16E4" w:rsidTr="009024A2">
        <w:tc>
          <w:tcPr>
            <w:tcW w:w="7848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 xml:space="preserve">Итого доходов </w:t>
            </w:r>
          </w:p>
        </w:tc>
        <w:tc>
          <w:tcPr>
            <w:tcW w:w="1723" w:type="dxa"/>
          </w:tcPr>
          <w:p w:rsidR="00DD16E4" w:rsidRDefault="00DD16E4" w:rsidP="009024A2">
            <w:pPr>
              <w:rPr>
                <w:b/>
              </w:rPr>
            </w:pPr>
            <w:r>
              <w:rPr>
                <w:b/>
              </w:rPr>
              <w:t>1032533,00</w:t>
            </w:r>
          </w:p>
        </w:tc>
      </w:tr>
    </w:tbl>
    <w:p w:rsidR="00DD16E4" w:rsidRDefault="00DD16E4" w:rsidP="00DA2471">
      <w:pPr>
        <w:ind w:firstLine="709"/>
        <w:jc w:val="both"/>
        <w:rPr>
          <w:sz w:val="28"/>
          <w:szCs w:val="28"/>
        </w:rPr>
      </w:pPr>
    </w:p>
    <w:p w:rsidR="00DD16E4" w:rsidRDefault="00DD16E4" w:rsidP="00DB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Внести изменение в приложение </w:t>
      </w:r>
      <w:r w:rsidRPr="00AF3CE6">
        <w:rPr>
          <w:color w:val="000000"/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951846">
        <w:rPr>
          <w:sz w:val="28"/>
          <w:szCs w:val="28"/>
        </w:rPr>
        <w:t>«Ведомственная структура рас</w:t>
      </w:r>
      <w:r>
        <w:rPr>
          <w:sz w:val="28"/>
          <w:szCs w:val="28"/>
        </w:rPr>
        <w:t>ходов бюджета поселения на 2019</w:t>
      </w:r>
      <w:r w:rsidRPr="0095184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2020 и 2021 годов</w:t>
      </w:r>
      <w:r w:rsidRPr="0095184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DD16E4" w:rsidRPr="00DD5B9B" w:rsidRDefault="00DD16E4" w:rsidP="0039249F">
      <w:pPr>
        <w:ind w:firstLine="708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Pr="00DD5B9B">
        <w:t xml:space="preserve">(рублей)    </w:t>
      </w:r>
    </w:p>
    <w:tbl>
      <w:tblPr>
        <w:tblW w:w="4874" w:type="pct"/>
        <w:tblLayout w:type="fixed"/>
        <w:tblLook w:val="0000"/>
      </w:tblPr>
      <w:tblGrid>
        <w:gridCol w:w="2942"/>
        <w:gridCol w:w="565"/>
        <w:gridCol w:w="427"/>
        <w:gridCol w:w="565"/>
        <w:gridCol w:w="1418"/>
        <w:gridCol w:w="571"/>
        <w:gridCol w:w="1278"/>
        <w:gridCol w:w="847"/>
        <w:gridCol w:w="993"/>
      </w:tblGrid>
      <w:tr w:rsidR="00DD16E4" w:rsidRPr="00F040C2" w:rsidTr="00361A74">
        <w:trPr>
          <w:trHeight w:val="375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16E4" w:rsidRPr="004A6DDF" w:rsidRDefault="00DD16E4" w:rsidP="001E4C2D">
            <w:pPr>
              <w:rPr>
                <w:b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D16E4" w:rsidRPr="004A6DDF" w:rsidRDefault="00DD16E4" w:rsidP="001E4C2D">
            <w:pPr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D16E4" w:rsidRPr="004A6DDF" w:rsidRDefault="00DD16E4" w:rsidP="001E4C2D">
            <w:pPr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D16E4" w:rsidRPr="004A6DDF" w:rsidRDefault="00DD16E4" w:rsidP="001E4C2D">
            <w:pPr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D16E4" w:rsidRPr="004A6DDF" w:rsidRDefault="00DD16E4" w:rsidP="001E4C2D">
            <w:pPr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D16E4" w:rsidRPr="004A6DDF" w:rsidRDefault="00DD16E4" w:rsidP="001E4C2D">
            <w:pPr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6E4" w:rsidRPr="004A6DDF" w:rsidRDefault="00DD16E4" w:rsidP="001E4C2D">
            <w:pPr>
              <w:jc w:val="center"/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Сумма на 201</w:t>
            </w:r>
            <w:r>
              <w:rPr>
                <w:b/>
                <w:sz w:val="20"/>
                <w:szCs w:val="20"/>
              </w:rPr>
              <w:t>9</w:t>
            </w:r>
            <w:r w:rsidRPr="004A6DDF">
              <w:rPr>
                <w:b/>
                <w:sz w:val="20"/>
                <w:szCs w:val="20"/>
              </w:rPr>
              <w:t xml:space="preserve"> год</w:t>
            </w:r>
          </w:p>
          <w:p w:rsidR="00DD16E4" w:rsidRPr="004A6DDF" w:rsidRDefault="00DD16E4" w:rsidP="001E4C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6E4" w:rsidRPr="004A6DDF" w:rsidRDefault="00DD16E4" w:rsidP="001E4C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6E4" w:rsidRPr="004A6DDF" w:rsidRDefault="00DD16E4" w:rsidP="001E4C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D16E4" w:rsidRPr="00F040C2" w:rsidTr="00361A74">
        <w:trPr>
          <w:trHeight w:val="375"/>
        </w:trPr>
        <w:tc>
          <w:tcPr>
            <w:tcW w:w="1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16E4" w:rsidRPr="004A6DDF" w:rsidRDefault="00DD16E4" w:rsidP="001E4C2D">
            <w:pPr>
              <w:jc w:val="center"/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16E4" w:rsidRPr="004A6DDF" w:rsidRDefault="00DD16E4" w:rsidP="001E4C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16E4" w:rsidRPr="004A6DDF" w:rsidRDefault="00DD16E4" w:rsidP="001E4C2D">
            <w:pPr>
              <w:jc w:val="center"/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Рз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16E4" w:rsidRPr="004A6DDF" w:rsidRDefault="00DD16E4" w:rsidP="001E4C2D">
            <w:pPr>
              <w:jc w:val="center"/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Пз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16E4" w:rsidRPr="004A6DDF" w:rsidRDefault="00DD16E4" w:rsidP="001E4C2D">
            <w:pPr>
              <w:jc w:val="center"/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16E4" w:rsidRPr="004A6DDF" w:rsidRDefault="00DD16E4" w:rsidP="001E4C2D">
            <w:pPr>
              <w:jc w:val="center"/>
              <w:rPr>
                <w:b/>
                <w:sz w:val="20"/>
                <w:szCs w:val="20"/>
              </w:rPr>
            </w:pPr>
            <w:r w:rsidRPr="004A6DDF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6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6E4" w:rsidRPr="00F040C2" w:rsidRDefault="00DD16E4" w:rsidP="001E4C2D">
            <w:pPr>
              <w:rPr>
                <w:sz w:val="20"/>
                <w:szCs w:val="20"/>
              </w:rPr>
            </w:pP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</w:tcPr>
          <w:p w:rsidR="00DD16E4" w:rsidRPr="004A6DDF" w:rsidRDefault="00DD16E4" w:rsidP="00311D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 на 2020</w:t>
            </w:r>
            <w:r w:rsidRPr="004A6DDF">
              <w:rPr>
                <w:b/>
                <w:sz w:val="20"/>
                <w:szCs w:val="20"/>
              </w:rPr>
              <w:t xml:space="preserve"> год</w:t>
            </w:r>
          </w:p>
          <w:p w:rsidR="00DD16E4" w:rsidRPr="00F040C2" w:rsidRDefault="00DD16E4" w:rsidP="001E4C2D">
            <w:pPr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</w:tcPr>
          <w:p w:rsidR="00DD16E4" w:rsidRPr="004A6DDF" w:rsidRDefault="00DD16E4" w:rsidP="00311D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 на 2021</w:t>
            </w:r>
            <w:r w:rsidRPr="004A6DDF">
              <w:rPr>
                <w:b/>
                <w:sz w:val="20"/>
                <w:szCs w:val="20"/>
              </w:rPr>
              <w:t xml:space="preserve"> год</w:t>
            </w:r>
          </w:p>
          <w:p w:rsidR="00DD16E4" w:rsidRPr="00F040C2" w:rsidRDefault="00DD16E4" w:rsidP="001E4C2D">
            <w:pPr>
              <w:rPr>
                <w:sz w:val="20"/>
                <w:szCs w:val="20"/>
              </w:rPr>
            </w:pPr>
          </w:p>
        </w:tc>
      </w:tr>
      <w:tr w:rsidR="00DD16E4" w:rsidRPr="00F040C2" w:rsidTr="00361A74">
        <w:trPr>
          <w:trHeight w:val="80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F040C2" w:rsidRDefault="00DD16E4" w:rsidP="001E4C2D">
            <w:pPr>
              <w:rPr>
                <w:sz w:val="20"/>
                <w:szCs w:val="20"/>
              </w:rPr>
            </w:pPr>
            <w:r w:rsidRPr="00F040C2">
              <w:rPr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Pr="00F040C2" w:rsidRDefault="00DD16E4" w:rsidP="001E4C2D">
            <w:pPr>
              <w:rPr>
                <w:sz w:val="20"/>
                <w:szCs w:val="20"/>
              </w:rPr>
            </w:pPr>
            <w:r w:rsidRPr="00F040C2">
              <w:rPr>
                <w:sz w:val="20"/>
                <w:szCs w:val="20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Pr="00F040C2" w:rsidRDefault="00DD16E4" w:rsidP="001E4C2D">
            <w:pPr>
              <w:rPr>
                <w:sz w:val="20"/>
                <w:szCs w:val="20"/>
              </w:rPr>
            </w:pPr>
            <w:r w:rsidRPr="00F040C2">
              <w:rPr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Pr="00F040C2" w:rsidRDefault="00DD16E4" w:rsidP="001E4C2D">
            <w:pPr>
              <w:rPr>
                <w:sz w:val="20"/>
                <w:szCs w:val="20"/>
              </w:rPr>
            </w:pPr>
            <w:r w:rsidRPr="00F040C2">
              <w:rPr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Pr="00F040C2" w:rsidRDefault="00DD16E4" w:rsidP="001E4C2D">
            <w:pPr>
              <w:rPr>
                <w:sz w:val="20"/>
                <w:szCs w:val="20"/>
              </w:rPr>
            </w:pPr>
            <w:r w:rsidRPr="00F040C2">
              <w:rPr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6E4" w:rsidRPr="00F040C2" w:rsidRDefault="00DD16E4" w:rsidP="001E4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F040C2" w:rsidRDefault="00DD16E4" w:rsidP="001E4C2D">
            <w:pPr>
              <w:rPr>
                <w:bCs/>
                <w:sz w:val="20"/>
                <w:szCs w:val="20"/>
              </w:rPr>
            </w:pPr>
          </w:p>
        </w:tc>
        <w:tc>
          <w:tcPr>
            <w:tcW w:w="4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F040C2" w:rsidRDefault="00DD16E4" w:rsidP="001E4C2D">
            <w:pPr>
              <w:rPr>
                <w:bCs/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F040C2" w:rsidRDefault="00DD16E4" w:rsidP="001E4C2D">
            <w:pPr>
              <w:rPr>
                <w:bCs/>
                <w:sz w:val="20"/>
                <w:szCs w:val="20"/>
              </w:rPr>
            </w:pPr>
          </w:p>
        </w:tc>
      </w:tr>
      <w:tr w:rsidR="00DD16E4" w:rsidRPr="00F040C2" w:rsidTr="00361A74">
        <w:trPr>
          <w:trHeight w:val="164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F040C2" w:rsidRDefault="00DD16E4" w:rsidP="001E4C2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Вельжич</w:t>
            </w:r>
            <w:r w:rsidRPr="00F040C2">
              <w:rPr>
                <w:b/>
                <w:bCs/>
                <w:i/>
                <w:iCs/>
                <w:sz w:val="20"/>
                <w:szCs w:val="20"/>
              </w:rPr>
              <w:t>ская сельская администрация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6E4" w:rsidRPr="0039249F" w:rsidRDefault="00DD16E4" w:rsidP="001E4C2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93</w:t>
            </w:r>
            <w:r w:rsidRPr="0039249F">
              <w:rPr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6E4" w:rsidRPr="00F040C2" w:rsidRDefault="00DD16E4" w:rsidP="001E4C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6E4" w:rsidRPr="00F040C2" w:rsidRDefault="00DD16E4" w:rsidP="001E4C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6E4" w:rsidRPr="00F040C2" w:rsidRDefault="00DD16E4" w:rsidP="001E4C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6E4" w:rsidRPr="00F040C2" w:rsidRDefault="00DD16E4" w:rsidP="001E4C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6E4" w:rsidRPr="0016426D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144600,00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6426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D16E4" w:rsidRPr="00F040C2" w:rsidTr="00361A74">
        <w:trPr>
          <w:trHeight w:val="285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39249F" w:rsidRDefault="00DD16E4" w:rsidP="001E4C2D">
            <w:pPr>
              <w:rPr>
                <w:b/>
                <w:bCs/>
                <w:sz w:val="20"/>
                <w:szCs w:val="20"/>
              </w:rPr>
            </w:pPr>
            <w:r w:rsidRPr="0039249F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6E4" w:rsidRPr="0039249F" w:rsidRDefault="00DD16E4" w:rsidP="001E4C2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93</w:t>
            </w:r>
            <w:r w:rsidRPr="0039249F">
              <w:rPr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39249F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  <w:r w:rsidRPr="0039249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39249F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39249F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39249F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4E0600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144600,00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215F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D16E4" w:rsidRPr="00F040C2" w:rsidTr="00361A74">
        <w:trPr>
          <w:trHeight w:val="345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415E05" w:rsidRDefault="00DD16E4" w:rsidP="001E4C2D">
            <w:pPr>
              <w:rPr>
                <w:b/>
                <w:bCs/>
                <w:sz w:val="20"/>
                <w:szCs w:val="20"/>
              </w:rPr>
            </w:pPr>
            <w:r w:rsidRPr="00415E05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6E4" w:rsidRPr="00DD5B9B" w:rsidRDefault="00DD16E4" w:rsidP="001E4C2D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93</w:t>
            </w:r>
            <w:r w:rsidRPr="00DD5B9B">
              <w:rPr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DD5B9B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  <w:r w:rsidRPr="00DD5B9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DD5B9B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DD5B9B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DD5B9B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DD5B9B" w:rsidRDefault="00DD16E4" w:rsidP="001E4C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126669,00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D16E4" w:rsidRPr="00F040C2" w:rsidTr="00361A74">
        <w:trPr>
          <w:trHeight w:val="350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415E05" w:rsidRDefault="00DD16E4" w:rsidP="001E4C2D">
            <w:pPr>
              <w:rPr>
                <w:sz w:val="20"/>
                <w:szCs w:val="20"/>
              </w:rPr>
            </w:pPr>
            <w:r w:rsidRPr="00415E05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6E4" w:rsidRPr="00C564D0" w:rsidRDefault="00DD16E4" w:rsidP="001E4C2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93</w:t>
            </w:r>
            <w:r w:rsidRPr="00C564D0">
              <w:rPr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1E4C2D">
            <w:pPr>
              <w:jc w:val="center"/>
              <w:rPr>
                <w:bCs/>
                <w:sz w:val="20"/>
                <w:szCs w:val="20"/>
              </w:rPr>
            </w:pPr>
            <w:r w:rsidRPr="00C564D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1E4C2D">
            <w:pPr>
              <w:jc w:val="center"/>
              <w:rPr>
                <w:bCs/>
                <w:sz w:val="20"/>
                <w:szCs w:val="20"/>
              </w:rPr>
            </w:pPr>
            <w:r w:rsidRPr="00C564D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1E2E37" w:rsidRDefault="00DD16E4" w:rsidP="001E4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E2E37">
              <w:rPr>
                <w:sz w:val="20"/>
                <w:szCs w:val="20"/>
              </w:rPr>
              <w:t>0 0 00 80010</w:t>
            </w:r>
          </w:p>
          <w:p w:rsidR="00DD16E4" w:rsidRPr="001E2E37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DD5B9B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1E4C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126669,00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D16E4" w:rsidRDefault="00DD16E4" w:rsidP="0083399C">
            <w:pPr>
              <w:rPr>
                <w:sz w:val="20"/>
                <w:szCs w:val="20"/>
              </w:rPr>
            </w:pPr>
          </w:p>
          <w:p w:rsidR="00DD16E4" w:rsidRPr="0083399C" w:rsidRDefault="00DD16E4" w:rsidP="00833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D16E4" w:rsidRDefault="00DD16E4" w:rsidP="0083399C">
            <w:pPr>
              <w:rPr>
                <w:sz w:val="20"/>
                <w:szCs w:val="20"/>
              </w:rPr>
            </w:pPr>
          </w:p>
          <w:p w:rsidR="00DD16E4" w:rsidRPr="0083399C" w:rsidRDefault="00DD16E4" w:rsidP="00833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D16E4" w:rsidRPr="00F040C2" w:rsidTr="00361A74">
        <w:trPr>
          <w:trHeight w:val="275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415E05" w:rsidRDefault="00DD16E4" w:rsidP="001E4C2D">
            <w:pPr>
              <w:rPr>
                <w:sz w:val="20"/>
                <w:szCs w:val="20"/>
              </w:rPr>
            </w:pPr>
            <w:r w:rsidRPr="00415E05">
              <w:rPr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>
            <w:r w:rsidRPr="00042D97">
              <w:rPr>
                <w:bCs/>
                <w:iCs/>
                <w:sz w:val="20"/>
                <w:szCs w:val="20"/>
              </w:rPr>
              <w:t>930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1E4C2D">
            <w:pPr>
              <w:jc w:val="center"/>
              <w:rPr>
                <w:bCs/>
                <w:sz w:val="20"/>
                <w:szCs w:val="20"/>
              </w:rPr>
            </w:pPr>
            <w:r w:rsidRPr="00C564D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1E4C2D">
            <w:pPr>
              <w:jc w:val="center"/>
              <w:rPr>
                <w:bCs/>
                <w:sz w:val="20"/>
                <w:szCs w:val="20"/>
              </w:rPr>
            </w:pPr>
            <w:r w:rsidRPr="00C564D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1E4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E2E37">
              <w:rPr>
                <w:sz w:val="20"/>
                <w:szCs w:val="20"/>
              </w:rPr>
              <w:t>0 0 00 80010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DD5B9B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A7052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126669,00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Pr="00C564D0" w:rsidRDefault="00DD16E4" w:rsidP="001E4C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Pr="00C564D0" w:rsidRDefault="00DD16E4" w:rsidP="001E4C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D16E4" w:rsidRPr="00F040C2" w:rsidTr="00361A74">
        <w:trPr>
          <w:trHeight w:val="525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415E05" w:rsidRDefault="00DD16E4" w:rsidP="001E4C2D">
            <w:pPr>
              <w:rPr>
                <w:i/>
                <w:iCs/>
                <w:sz w:val="20"/>
                <w:szCs w:val="20"/>
              </w:rPr>
            </w:pPr>
            <w:r w:rsidRPr="00415E05">
              <w:rPr>
                <w:i/>
                <w:iCs/>
                <w:sz w:val="20"/>
                <w:szCs w:val="20"/>
              </w:rPr>
              <w:t>Расходы на выплату  персоналу в целях обеспечения выполнения функций  государственными (муниципальными органами),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>
            <w:r w:rsidRPr="00042D97">
              <w:rPr>
                <w:bCs/>
                <w:iCs/>
                <w:sz w:val="20"/>
                <w:szCs w:val="20"/>
              </w:rPr>
              <w:t>930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1E4C2D">
            <w:pPr>
              <w:jc w:val="center"/>
              <w:rPr>
                <w:bCs/>
                <w:sz w:val="20"/>
                <w:szCs w:val="20"/>
              </w:rPr>
            </w:pPr>
            <w:r w:rsidRPr="00C564D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1E4C2D">
            <w:pPr>
              <w:jc w:val="center"/>
              <w:rPr>
                <w:bCs/>
                <w:sz w:val="20"/>
                <w:szCs w:val="20"/>
              </w:rPr>
            </w:pPr>
            <w:r w:rsidRPr="00C564D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Default="00DD16E4" w:rsidP="001E4C2D">
            <w:pPr>
              <w:jc w:val="center"/>
              <w:rPr>
                <w:sz w:val="20"/>
                <w:szCs w:val="20"/>
              </w:rPr>
            </w:pPr>
          </w:p>
          <w:p w:rsidR="00DD16E4" w:rsidRPr="001E2E37" w:rsidRDefault="00DD16E4" w:rsidP="001E4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E2E37">
              <w:rPr>
                <w:sz w:val="20"/>
                <w:szCs w:val="20"/>
              </w:rPr>
              <w:t>0 0 00 80010</w:t>
            </w:r>
          </w:p>
          <w:p w:rsidR="00DD16E4" w:rsidRPr="001E2E37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1E2E37" w:rsidRDefault="00DD16E4" w:rsidP="001E4C2D">
            <w:pPr>
              <w:jc w:val="center"/>
              <w:rPr>
                <w:bCs/>
                <w:sz w:val="20"/>
                <w:szCs w:val="20"/>
              </w:rPr>
            </w:pPr>
            <w:r w:rsidRPr="001E2E37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A7052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126669,00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D16E4" w:rsidRPr="0083399C" w:rsidRDefault="00DD16E4" w:rsidP="0083399C">
            <w:pPr>
              <w:rPr>
                <w:sz w:val="20"/>
                <w:szCs w:val="20"/>
              </w:rPr>
            </w:pPr>
          </w:p>
          <w:p w:rsidR="00DD16E4" w:rsidRDefault="00DD16E4" w:rsidP="0083399C">
            <w:pPr>
              <w:rPr>
                <w:sz w:val="20"/>
                <w:szCs w:val="20"/>
              </w:rPr>
            </w:pPr>
          </w:p>
          <w:p w:rsidR="00DD16E4" w:rsidRPr="0083399C" w:rsidRDefault="00DD16E4" w:rsidP="00833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D16E4" w:rsidRPr="0083399C" w:rsidRDefault="00DD16E4" w:rsidP="0083399C">
            <w:pPr>
              <w:rPr>
                <w:sz w:val="20"/>
                <w:szCs w:val="20"/>
              </w:rPr>
            </w:pPr>
          </w:p>
          <w:p w:rsidR="00DD16E4" w:rsidRDefault="00DD16E4" w:rsidP="0083399C">
            <w:pPr>
              <w:rPr>
                <w:sz w:val="20"/>
                <w:szCs w:val="20"/>
              </w:rPr>
            </w:pPr>
          </w:p>
          <w:p w:rsidR="00DD16E4" w:rsidRPr="0083399C" w:rsidRDefault="00DD16E4" w:rsidP="00833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D16E4" w:rsidRPr="00F040C2" w:rsidTr="00361A74">
        <w:trPr>
          <w:trHeight w:val="525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5F6179" w:rsidRDefault="00DD16E4" w:rsidP="001E4C2D">
            <w:pPr>
              <w:rPr>
                <w:i/>
                <w:iCs/>
                <w:sz w:val="20"/>
                <w:szCs w:val="20"/>
              </w:rPr>
            </w:pPr>
            <w:r w:rsidRPr="005F6179">
              <w:rPr>
                <w:i/>
                <w:iCs/>
                <w:sz w:val="20"/>
                <w:szCs w:val="20"/>
              </w:rPr>
              <w:t>Расходы на выплату  персоналу  государственных (муниципальных) органов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>
            <w:r w:rsidRPr="00042D97">
              <w:rPr>
                <w:bCs/>
                <w:iCs/>
                <w:sz w:val="20"/>
                <w:szCs w:val="20"/>
              </w:rPr>
              <w:t>930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1E4C2D">
            <w:pPr>
              <w:rPr>
                <w:bCs/>
                <w:sz w:val="20"/>
                <w:szCs w:val="20"/>
              </w:rPr>
            </w:pPr>
            <w:r w:rsidRPr="00C564D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1E4C2D">
            <w:pPr>
              <w:rPr>
                <w:bCs/>
                <w:sz w:val="20"/>
                <w:szCs w:val="20"/>
              </w:rPr>
            </w:pPr>
            <w:r w:rsidRPr="00C564D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Default="00DD16E4" w:rsidP="001E4C2D">
            <w:pPr>
              <w:rPr>
                <w:sz w:val="20"/>
                <w:szCs w:val="20"/>
              </w:rPr>
            </w:pPr>
          </w:p>
          <w:p w:rsidR="00DD16E4" w:rsidRPr="005F6179" w:rsidRDefault="00DD16E4" w:rsidP="001E4C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F6179">
              <w:rPr>
                <w:sz w:val="20"/>
                <w:szCs w:val="20"/>
              </w:rPr>
              <w:t>0 0 00 80010</w:t>
            </w:r>
          </w:p>
          <w:p w:rsidR="00DD16E4" w:rsidRPr="005F6179" w:rsidRDefault="00DD16E4" w:rsidP="001E4C2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jc w:val="center"/>
              <w:rPr>
                <w:bCs/>
                <w:sz w:val="20"/>
                <w:szCs w:val="20"/>
              </w:rPr>
            </w:pPr>
            <w:r w:rsidRPr="005F6179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A705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126669,00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D16E4" w:rsidRPr="0083399C" w:rsidRDefault="00DD16E4" w:rsidP="00833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D16E4" w:rsidRPr="0083399C" w:rsidRDefault="00DD16E4" w:rsidP="00833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D16E4" w:rsidRPr="00F040C2" w:rsidTr="00361A74">
        <w:trPr>
          <w:trHeight w:val="405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5F6179" w:rsidRDefault="00DD16E4" w:rsidP="001E4C2D">
            <w:pPr>
              <w:rPr>
                <w:b/>
                <w:bCs/>
                <w:sz w:val="20"/>
                <w:szCs w:val="20"/>
              </w:rPr>
            </w:pPr>
            <w:r w:rsidRPr="005F6179">
              <w:rPr>
                <w:b/>
                <w:bCs/>
                <w:sz w:val="20"/>
                <w:szCs w:val="20"/>
              </w:rPr>
              <w:t xml:space="preserve">Функционирование    Правительства  Российской  Федерации, высших  органов  исполнительной  власти  субъектов  Российской  Федерации, местных  администраций.  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Pr="00311D6B" w:rsidRDefault="00DD16E4">
            <w:pPr>
              <w:rPr>
                <w:b/>
              </w:rPr>
            </w:pPr>
            <w:r w:rsidRPr="00311D6B">
              <w:rPr>
                <w:b/>
                <w:bCs/>
                <w:iCs/>
                <w:sz w:val="20"/>
                <w:szCs w:val="20"/>
              </w:rPr>
              <w:t>930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rPr>
                <w:b/>
                <w:bCs/>
                <w:sz w:val="20"/>
                <w:szCs w:val="20"/>
              </w:rPr>
            </w:pPr>
            <w:r w:rsidRPr="005F617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rPr>
                <w:b/>
                <w:bCs/>
                <w:sz w:val="20"/>
                <w:szCs w:val="20"/>
              </w:rPr>
            </w:pPr>
            <w:r w:rsidRPr="005F617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126669,00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D16E4" w:rsidRDefault="00DD16E4" w:rsidP="00586697">
            <w:pPr>
              <w:rPr>
                <w:sz w:val="20"/>
                <w:szCs w:val="20"/>
              </w:rPr>
            </w:pPr>
          </w:p>
          <w:p w:rsidR="00DD16E4" w:rsidRPr="00586697" w:rsidRDefault="00DD16E4" w:rsidP="00586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D16E4" w:rsidRDefault="00DD16E4" w:rsidP="00586697">
            <w:pPr>
              <w:rPr>
                <w:sz w:val="20"/>
                <w:szCs w:val="20"/>
              </w:rPr>
            </w:pPr>
          </w:p>
          <w:p w:rsidR="00DD16E4" w:rsidRPr="00586697" w:rsidRDefault="00DD16E4" w:rsidP="00586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D16E4" w:rsidRPr="00F040C2" w:rsidTr="00361A74">
        <w:trPr>
          <w:trHeight w:val="630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5F6179" w:rsidRDefault="00DD16E4" w:rsidP="001E4C2D">
            <w:pPr>
              <w:rPr>
                <w:b/>
                <w:i/>
                <w:sz w:val="20"/>
                <w:szCs w:val="20"/>
              </w:rPr>
            </w:pPr>
            <w:r w:rsidRPr="005F6179">
              <w:rPr>
                <w:b/>
                <w:i/>
                <w:sz w:val="20"/>
                <w:szCs w:val="20"/>
              </w:rPr>
              <w:t>Руководство и управление в  сфере  установленных  функций   органов местного самоуправления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Pr="00311D6B" w:rsidRDefault="00DD16E4">
            <w:pPr>
              <w:rPr>
                <w:b/>
              </w:rPr>
            </w:pPr>
            <w:r w:rsidRPr="00311D6B">
              <w:rPr>
                <w:b/>
                <w:bCs/>
                <w:iCs/>
                <w:sz w:val="20"/>
                <w:szCs w:val="20"/>
              </w:rPr>
              <w:t>930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rPr>
                <w:b/>
                <w:i/>
                <w:sz w:val="20"/>
                <w:szCs w:val="20"/>
              </w:rPr>
            </w:pPr>
            <w:r w:rsidRPr="005F6179">
              <w:rPr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rPr>
                <w:b/>
                <w:i/>
                <w:sz w:val="20"/>
                <w:szCs w:val="20"/>
              </w:rPr>
            </w:pPr>
            <w:r w:rsidRPr="005F6179">
              <w:rPr>
                <w:b/>
                <w:i/>
                <w:sz w:val="20"/>
                <w:szCs w:val="20"/>
              </w:rPr>
              <w:t>04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  <w:r w:rsidRPr="005F6179">
              <w:rPr>
                <w:b/>
                <w:i/>
                <w:sz w:val="20"/>
                <w:szCs w:val="20"/>
              </w:rPr>
              <w:t>0 0 12 80040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color w:val="000000"/>
                <w:sz w:val="20"/>
                <w:szCs w:val="20"/>
              </w:rPr>
              <w:t>126669,00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  <w:p w:rsidR="00DD16E4" w:rsidRPr="00586697" w:rsidRDefault="00DD16E4" w:rsidP="00586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  <w:p w:rsidR="00DD16E4" w:rsidRPr="00586697" w:rsidRDefault="00DD16E4" w:rsidP="00586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D16E4" w:rsidRPr="00F040C2" w:rsidTr="00361A74">
        <w:trPr>
          <w:trHeight w:val="147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5F6179" w:rsidRDefault="00DD16E4" w:rsidP="001E4C2D">
            <w:pPr>
              <w:rPr>
                <w:sz w:val="20"/>
                <w:szCs w:val="20"/>
              </w:rPr>
            </w:pPr>
            <w:r w:rsidRPr="005F6179">
              <w:rPr>
                <w:sz w:val="20"/>
                <w:szCs w:val="20"/>
              </w:rPr>
              <w:t>Центральный  аппара</w:t>
            </w:r>
            <w:r>
              <w:rPr>
                <w:sz w:val="20"/>
                <w:szCs w:val="20"/>
              </w:rPr>
              <w:t>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>
            <w:r w:rsidRPr="00042D97">
              <w:rPr>
                <w:bCs/>
                <w:iCs/>
                <w:sz w:val="20"/>
                <w:szCs w:val="20"/>
              </w:rPr>
              <w:t>930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rPr>
                <w:sz w:val="20"/>
                <w:szCs w:val="20"/>
              </w:rPr>
            </w:pPr>
            <w:r w:rsidRPr="005F6179">
              <w:rPr>
                <w:sz w:val="20"/>
                <w:szCs w:val="20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rPr>
                <w:sz w:val="20"/>
                <w:szCs w:val="20"/>
              </w:rPr>
            </w:pPr>
            <w:r w:rsidRPr="005F6179">
              <w:rPr>
                <w:sz w:val="20"/>
                <w:szCs w:val="20"/>
              </w:rPr>
              <w:t>04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83399C" w:rsidRDefault="00DD16E4" w:rsidP="001E4C2D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3</w:t>
            </w:r>
            <w:r w:rsidRPr="0083399C">
              <w:rPr>
                <w:sz w:val="18"/>
                <w:szCs w:val="18"/>
              </w:rPr>
              <w:t>0 0 12 80040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1E4C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17931,00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Pr="005F6179" w:rsidRDefault="00DD16E4" w:rsidP="001E4C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Pr="005F6179" w:rsidRDefault="00DD16E4" w:rsidP="001E4C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D16E4" w:rsidRPr="00F040C2" w:rsidTr="00361A74">
        <w:trPr>
          <w:trHeight w:val="525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415E05" w:rsidRDefault="00DD16E4" w:rsidP="00586697">
            <w:pPr>
              <w:rPr>
                <w:i/>
                <w:iCs/>
                <w:sz w:val="20"/>
                <w:szCs w:val="20"/>
              </w:rPr>
            </w:pPr>
            <w:r w:rsidRPr="00415E05">
              <w:rPr>
                <w:i/>
                <w:iCs/>
                <w:sz w:val="20"/>
                <w:szCs w:val="20"/>
              </w:rPr>
              <w:t>Расходы на выплату  персоналу в целях обеспечения выполнения функций  государственными (муниципальными органами),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586697">
            <w:r w:rsidRPr="00042D97">
              <w:rPr>
                <w:bCs/>
                <w:iCs/>
                <w:sz w:val="20"/>
                <w:szCs w:val="20"/>
              </w:rPr>
              <w:t>930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586697">
            <w:pPr>
              <w:jc w:val="center"/>
              <w:rPr>
                <w:bCs/>
                <w:sz w:val="20"/>
                <w:szCs w:val="20"/>
              </w:rPr>
            </w:pPr>
            <w:r w:rsidRPr="00C564D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5866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Default="00DD16E4" w:rsidP="00586697">
            <w:pPr>
              <w:jc w:val="center"/>
              <w:rPr>
                <w:sz w:val="20"/>
                <w:szCs w:val="20"/>
              </w:rPr>
            </w:pPr>
          </w:p>
          <w:p w:rsidR="00DD16E4" w:rsidRPr="001E2E37" w:rsidRDefault="00DD16E4" w:rsidP="00586697">
            <w:pPr>
              <w:jc w:val="center"/>
              <w:rPr>
                <w:sz w:val="20"/>
                <w:szCs w:val="20"/>
              </w:rPr>
            </w:pPr>
            <w:r w:rsidRPr="001E2E37">
              <w:rPr>
                <w:sz w:val="20"/>
                <w:szCs w:val="20"/>
              </w:rPr>
              <w:t>30 0 00 80010</w:t>
            </w:r>
          </w:p>
          <w:p w:rsidR="00DD16E4" w:rsidRPr="001E2E37" w:rsidRDefault="00DD16E4" w:rsidP="0058669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1E2E37" w:rsidRDefault="00DD16E4" w:rsidP="00586697">
            <w:pPr>
              <w:jc w:val="center"/>
              <w:rPr>
                <w:bCs/>
                <w:sz w:val="20"/>
                <w:szCs w:val="20"/>
              </w:rPr>
            </w:pPr>
            <w:r w:rsidRPr="001E2E37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58669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17931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58669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D16E4" w:rsidRPr="0083399C" w:rsidRDefault="00DD16E4" w:rsidP="00586697">
            <w:pPr>
              <w:rPr>
                <w:sz w:val="20"/>
                <w:szCs w:val="20"/>
              </w:rPr>
            </w:pPr>
          </w:p>
          <w:p w:rsidR="00DD16E4" w:rsidRDefault="00DD16E4" w:rsidP="00586697">
            <w:pPr>
              <w:rPr>
                <w:sz w:val="20"/>
                <w:szCs w:val="20"/>
              </w:rPr>
            </w:pPr>
          </w:p>
          <w:p w:rsidR="00DD16E4" w:rsidRPr="0083399C" w:rsidRDefault="00DD16E4" w:rsidP="00586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58669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D16E4" w:rsidRPr="0083399C" w:rsidRDefault="00DD16E4" w:rsidP="00586697">
            <w:pPr>
              <w:rPr>
                <w:sz w:val="20"/>
                <w:szCs w:val="20"/>
              </w:rPr>
            </w:pPr>
          </w:p>
          <w:p w:rsidR="00DD16E4" w:rsidRDefault="00DD16E4" w:rsidP="00586697">
            <w:pPr>
              <w:rPr>
                <w:sz w:val="20"/>
                <w:szCs w:val="20"/>
              </w:rPr>
            </w:pPr>
          </w:p>
          <w:p w:rsidR="00DD16E4" w:rsidRPr="0083399C" w:rsidRDefault="00DD16E4" w:rsidP="00586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D16E4" w:rsidRPr="00F040C2" w:rsidTr="00361A74">
        <w:trPr>
          <w:trHeight w:val="525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5F6179" w:rsidRDefault="00DD16E4" w:rsidP="00586697">
            <w:pPr>
              <w:rPr>
                <w:i/>
                <w:iCs/>
                <w:sz w:val="20"/>
                <w:szCs w:val="20"/>
              </w:rPr>
            </w:pPr>
            <w:r w:rsidRPr="005F6179">
              <w:rPr>
                <w:i/>
                <w:iCs/>
                <w:sz w:val="20"/>
                <w:szCs w:val="20"/>
              </w:rPr>
              <w:t>Расходы на выплату  персоналу  государственных (муниципальных) органов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586697">
            <w:r w:rsidRPr="00042D97">
              <w:rPr>
                <w:bCs/>
                <w:iCs/>
                <w:sz w:val="20"/>
                <w:szCs w:val="20"/>
              </w:rPr>
              <w:t>930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586697">
            <w:pPr>
              <w:rPr>
                <w:bCs/>
                <w:sz w:val="20"/>
                <w:szCs w:val="20"/>
              </w:rPr>
            </w:pPr>
            <w:r w:rsidRPr="00C564D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58669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Default="00DD16E4" w:rsidP="00586697">
            <w:pPr>
              <w:rPr>
                <w:sz w:val="20"/>
                <w:szCs w:val="20"/>
              </w:rPr>
            </w:pPr>
          </w:p>
          <w:p w:rsidR="00DD16E4" w:rsidRPr="005F6179" w:rsidRDefault="00DD16E4" w:rsidP="00586697">
            <w:pPr>
              <w:rPr>
                <w:sz w:val="20"/>
                <w:szCs w:val="20"/>
              </w:rPr>
            </w:pPr>
            <w:r w:rsidRPr="005F6179">
              <w:rPr>
                <w:sz w:val="20"/>
                <w:szCs w:val="20"/>
              </w:rPr>
              <w:t>30 0 00 80010</w:t>
            </w:r>
          </w:p>
          <w:p w:rsidR="00DD16E4" w:rsidRPr="005F6179" w:rsidRDefault="00DD16E4" w:rsidP="005866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5F6179" w:rsidRDefault="00DD16E4" w:rsidP="00586697">
            <w:pPr>
              <w:jc w:val="center"/>
              <w:rPr>
                <w:bCs/>
                <w:sz w:val="20"/>
                <w:szCs w:val="20"/>
              </w:rPr>
            </w:pPr>
            <w:r w:rsidRPr="005F6179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C564D0" w:rsidRDefault="00DD16E4" w:rsidP="0058669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17931,00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58669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D16E4" w:rsidRPr="0083399C" w:rsidRDefault="00DD16E4" w:rsidP="00586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58669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D16E4" w:rsidRPr="0083399C" w:rsidRDefault="00DD16E4" w:rsidP="00586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D16E4" w:rsidRPr="00F040C2" w:rsidTr="00361A74">
        <w:trPr>
          <w:trHeight w:val="170"/>
        </w:trPr>
        <w:tc>
          <w:tcPr>
            <w:tcW w:w="1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E4" w:rsidRPr="00F040C2" w:rsidRDefault="00DD16E4" w:rsidP="001E4C2D">
            <w:pPr>
              <w:rPr>
                <w:b/>
                <w:bCs/>
                <w:sz w:val="20"/>
                <w:szCs w:val="20"/>
              </w:rPr>
            </w:pPr>
            <w:r w:rsidRPr="00F040C2">
              <w:rPr>
                <w:b/>
                <w:bCs/>
                <w:sz w:val="20"/>
                <w:szCs w:val="20"/>
              </w:rPr>
              <w:t xml:space="preserve">Всего расходов    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>
            <w:r w:rsidRPr="00042D97">
              <w:rPr>
                <w:bCs/>
                <w:iCs/>
                <w:sz w:val="20"/>
                <w:szCs w:val="20"/>
              </w:rPr>
              <w:t>930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16E4" w:rsidRPr="00F040C2" w:rsidRDefault="00DD16E4" w:rsidP="001E4C2D">
            <w:pPr>
              <w:rPr>
                <w:b/>
                <w:bCs/>
                <w:sz w:val="20"/>
                <w:szCs w:val="20"/>
              </w:rPr>
            </w:pPr>
            <w:r w:rsidRPr="00F040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16E4" w:rsidRPr="00F040C2" w:rsidRDefault="00DD16E4" w:rsidP="001E4C2D">
            <w:pPr>
              <w:rPr>
                <w:b/>
                <w:bCs/>
                <w:sz w:val="20"/>
                <w:szCs w:val="20"/>
              </w:rPr>
            </w:pPr>
            <w:r w:rsidRPr="00F040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16E4" w:rsidRPr="00F040C2" w:rsidRDefault="00DD16E4" w:rsidP="001E4C2D">
            <w:pPr>
              <w:rPr>
                <w:b/>
                <w:bCs/>
                <w:sz w:val="20"/>
                <w:szCs w:val="20"/>
              </w:rPr>
            </w:pPr>
            <w:r w:rsidRPr="00F040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16E4" w:rsidRPr="00F040C2" w:rsidRDefault="00DD16E4" w:rsidP="001E4C2D">
            <w:pPr>
              <w:rPr>
                <w:b/>
                <w:bCs/>
                <w:sz w:val="20"/>
                <w:szCs w:val="20"/>
              </w:rPr>
            </w:pPr>
            <w:r w:rsidRPr="00F040C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6E4" w:rsidRPr="00F040C2" w:rsidRDefault="00DD16E4" w:rsidP="001E4C2D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144600,00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6E4" w:rsidRDefault="00DD16E4" w:rsidP="001E4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:rsidR="00DD16E4" w:rsidRDefault="00DD16E4" w:rsidP="00741A06">
      <w:pPr>
        <w:ind w:firstLine="708"/>
        <w:jc w:val="both"/>
        <w:rPr>
          <w:sz w:val="28"/>
          <w:szCs w:val="28"/>
        </w:rPr>
      </w:pPr>
    </w:p>
    <w:p w:rsidR="00DD16E4" w:rsidRPr="007D7EA6" w:rsidRDefault="00DD16E4" w:rsidP="007D7EA6">
      <w:r>
        <w:rPr>
          <w:sz w:val="28"/>
          <w:szCs w:val="28"/>
        </w:rPr>
        <w:t xml:space="preserve">1.4 </w:t>
      </w:r>
      <w:r w:rsidRPr="007D7EA6">
        <w:t>Внести  изменение  в приложение 7 «Распределение бюджетных ассигнований по разделам, подразделам, целевым статьям (муниципальным программам  и непрограммным направлениям деятельности), группам и подгруппам видов расходов классификации  расходов бюджета муниципального образования «Вельжичское сельское поселение, Мглинского района, Брянской области» на 2019 год и на плановый период 2020 и 2021 годов»</w:t>
      </w:r>
    </w:p>
    <w:p w:rsidR="00DD16E4" w:rsidRDefault="00DD16E4" w:rsidP="007D7EA6"/>
    <w:p w:rsidR="00DD16E4" w:rsidRDefault="00DD16E4" w:rsidP="007D7EA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540"/>
        <w:gridCol w:w="540"/>
        <w:gridCol w:w="1440"/>
        <w:gridCol w:w="720"/>
        <w:gridCol w:w="1620"/>
        <w:gridCol w:w="720"/>
        <w:gridCol w:w="643"/>
      </w:tblGrid>
      <w:tr w:rsidR="00DD16E4" w:rsidRPr="00611FB4" w:rsidTr="00A70523">
        <w:trPr>
          <w:trHeight w:val="959"/>
        </w:trPr>
        <w:tc>
          <w:tcPr>
            <w:tcW w:w="2656" w:type="dxa"/>
          </w:tcPr>
          <w:p w:rsidR="00DD16E4" w:rsidRPr="00611FB4" w:rsidRDefault="00DD16E4" w:rsidP="00A70523">
            <w:r w:rsidRPr="00611FB4">
              <w:t>Наименование</w:t>
            </w:r>
          </w:p>
        </w:tc>
        <w:tc>
          <w:tcPr>
            <w:tcW w:w="540" w:type="dxa"/>
          </w:tcPr>
          <w:p w:rsidR="00DD16E4" w:rsidRPr="00611FB4" w:rsidRDefault="00DD16E4" w:rsidP="00A70523">
            <w:r w:rsidRPr="00611FB4">
              <w:t>Рз</w:t>
            </w:r>
          </w:p>
        </w:tc>
        <w:tc>
          <w:tcPr>
            <w:tcW w:w="540" w:type="dxa"/>
          </w:tcPr>
          <w:p w:rsidR="00DD16E4" w:rsidRPr="00611FB4" w:rsidRDefault="00DD16E4" w:rsidP="00A70523">
            <w:r w:rsidRPr="00611FB4">
              <w:t>Пз</w:t>
            </w:r>
          </w:p>
        </w:tc>
        <w:tc>
          <w:tcPr>
            <w:tcW w:w="1440" w:type="dxa"/>
          </w:tcPr>
          <w:p w:rsidR="00DD16E4" w:rsidRPr="00611FB4" w:rsidRDefault="00DD16E4" w:rsidP="00A70523">
            <w:r w:rsidRPr="00611FB4">
              <w:t>ЦСР</w:t>
            </w:r>
          </w:p>
        </w:tc>
        <w:tc>
          <w:tcPr>
            <w:tcW w:w="720" w:type="dxa"/>
          </w:tcPr>
          <w:p w:rsidR="00DD16E4" w:rsidRPr="00611FB4" w:rsidRDefault="00DD16E4" w:rsidP="00A70523">
            <w:r w:rsidRPr="00611FB4">
              <w:t>ВР</w:t>
            </w:r>
          </w:p>
        </w:tc>
        <w:tc>
          <w:tcPr>
            <w:tcW w:w="1620" w:type="dxa"/>
          </w:tcPr>
          <w:p w:rsidR="00DD16E4" w:rsidRPr="00611FB4" w:rsidRDefault="00DD16E4" w:rsidP="00A70523">
            <w:r>
              <w:t>Сумма на 2019</w:t>
            </w:r>
            <w:r w:rsidRPr="00611FB4">
              <w:t xml:space="preserve"> год</w:t>
            </w:r>
          </w:p>
        </w:tc>
        <w:tc>
          <w:tcPr>
            <w:tcW w:w="720" w:type="dxa"/>
          </w:tcPr>
          <w:p w:rsidR="00DD16E4" w:rsidRPr="00611FB4" w:rsidRDefault="00DD16E4" w:rsidP="00A70523">
            <w:r>
              <w:t>Сумма на 2020</w:t>
            </w:r>
            <w:r w:rsidRPr="00611FB4">
              <w:t xml:space="preserve"> год</w:t>
            </w:r>
          </w:p>
        </w:tc>
        <w:tc>
          <w:tcPr>
            <w:tcW w:w="643" w:type="dxa"/>
          </w:tcPr>
          <w:p w:rsidR="00DD16E4" w:rsidRPr="00611FB4" w:rsidRDefault="00DD16E4" w:rsidP="00A70523">
            <w:r>
              <w:t>Сумма на 2021</w:t>
            </w:r>
            <w:r w:rsidRPr="00611FB4">
              <w:t xml:space="preserve"> год</w:t>
            </w:r>
          </w:p>
        </w:tc>
      </w:tr>
      <w:tr w:rsidR="00DD16E4" w:rsidRPr="00611FB4" w:rsidTr="00A70523">
        <w:tc>
          <w:tcPr>
            <w:tcW w:w="2656" w:type="dxa"/>
          </w:tcPr>
          <w:p w:rsidR="00DD16E4" w:rsidRPr="00611FB4" w:rsidRDefault="00DD16E4" w:rsidP="00A70523">
            <w:pPr>
              <w:rPr>
                <w:b/>
              </w:rPr>
            </w:pPr>
            <w:r w:rsidRPr="00611FB4">
              <w:rPr>
                <w:b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DD16E4" w:rsidRPr="00611FB4" w:rsidRDefault="00DD16E4" w:rsidP="00A70523">
            <w:pPr>
              <w:rPr>
                <w:b/>
              </w:rPr>
            </w:pPr>
            <w:r w:rsidRPr="00611FB4">
              <w:rPr>
                <w:b/>
              </w:rPr>
              <w:t>01</w:t>
            </w:r>
          </w:p>
        </w:tc>
        <w:tc>
          <w:tcPr>
            <w:tcW w:w="540" w:type="dxa"/>
          </w:tcPr>
          <w:p w:rsidR="00DD16E4" w:rsidRPr="00611FB4" w:rsidRDefault="00DD16E4" w:rsidP="00A70523">
            <w:pPr>
              <w:rPr>
                <w:b/>
              </w:rPr>
            </w:pPr>
          </w:p>
        </w:tc>
        <w:tc>
          <w:tcPr>
            <w:tcW w:w="1440" w:type="dxa"/>
          </w:tcPr>
          <w:p w:rsidR="00DD16E4" w:rsidRPr="00611FB4" w:rsidRDefault="00DD16E4" w:rsidP="00A70523">
            <w:pPr>
              <w:rPr>
                <w:b/>
              </w:rPr>
            </w:pPr>
          </w:p>
        </w:tc>
        <w:tc>
          <w:tcPr>
            <w:tcW w:w="720" w:type="dxa"/>
          </w:tcPr>
          <w:p w:rsidR="00DD16E4" w:rsidRPr="00611FB4" w:rsidRDefault="00DD16E4" w:rsidP="00A70523">
            <w:pPr>
              <w:rPr>
                <w:b/>
              </w:rPr>
            </w:pPr>
          </w:p>
        </w:tc>
        <w:tc>
          <w:tcPr>
            <w:tcW w:w="1620" w:type="dxa"/>
          </w:tcPr>
          <w:p w:rsidR="00DD16E4" w:rsidRPr="00611FB4" w:rsidRDefault="00DD16E4" w:rsidP="00A70523">
            <w:pPr>
              <w:rPr>
                <w:b/>
              </w:rPr>
            </w:pPr>
            <w:r>
              <w:rPr>
                <w:b/>
              </w:rPr>
              <w:t>144600,00</w:t>
            </w:r>
          </w:p>
        </w:tc>
        <w:tc>
          <w:tcPr>
            <w:tcW w:w="720" w:type="dxa"/>
          </w:tcPr>
          <w:p w:rsidR="00DD16E4" w:rsidRPr="00611FB4" w:rsidRDefault="00DD16E4" w:rsidP="00A70523">
            <w:pPr>
              <w:rPr>
                <w:b/>
              </w:rPr>
            </w:pPr>
            <w:r w:rsidRPr="00611FB4">
              <w:rPr>
                <w:b/>
              </w:rPr>
              <w:t>0,00</w:t>
            </w:r>
          </w:p>
        </w:tc>
        <w:tc>
          <w:tcPr>
            <w:tcW w:w="643" w:type="dxa"/>
          </w:tcPr>
          <w:p w:rsidR="00DD16E4" w:rsidRPr="00611FB4" w:rsidRDefault="00DD16E4" w:rsidP="00A70523">
            <w:pPr>
              <w:rPr>
                <w:b/>
              </w:rPr>
            </w:pPr>
            <w:r w:rsidRPr="00611FB4">
              <w:rPr>
                <w:b/>
              </w:rPr>
              <w:t>0,00</w:t>
            </w:r>
          </w:p>
        </w:tc>
      </w:tr>
      <w:tr w:rsidR="00DD16E4" w:rsidRPr="00611FB4" w:rsidTr="00A70523">
        <w:tc>
          <w:tcPr>
            <w:tcW w:w="2656" w:type="dxa"/>
          </w:tcPr>
          <w:p w:rsidR="00DD16E4" w:rsidRPr="00611FB4" w:rsidRDefault="00DD16E4" w:rsidP="00A70523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DD16E4" w:rsidRPr="00611FB4" w:rsidRDefault="00DD16E4" w:rsidP="00A70523">
            <w:r>
              <w:t>01</w:t>
            </w:r>
          </w:p>
        </w:tc>
        <w:tc>
          <w:tcPr>
            <w:tcW w:w="540" w:type="dxa"/>
          </w:tcPr>
          <w:p w:rsidR="00DD16E4" w:rsidRPr="00611FB4" w:rsidRDefault="00DD16E4" w:rsidP="00A70523">
            <w:r>
              <w:t>02</w:t>
            </w:r>
          </w:p>
        </w:tc>
        <w:tc>
          <w:tcPr>
            <w:tcW w:w="1440" w:type="dxa"/>
          </w:tcPr>
          <w:p w:rsidR="00DD16E4" w:rsidRPr="00611FB4" w:rsidRDefault="00DD16E4" w:rsidP="00A70523"/>
        </w:tc>
        <w:tc>
          <w:tcPr>
            <w:tcW w:w="720" w:type="dxa"/>
          </w:tcPr>
          <w:p w:rsidR="00DD16E4" w:rsidRPr="00611FB4" w:rsidRDefault="00DD16E4" w:rsidP="00A70523"/>
        </w:tc>
        <w:tc>
          <w:tcPr>
            <w:tcW w:w="1620" w:type="dxa"/>
          </w:tcPr>
          <w:p w:rsidR="00DD16E4" w:rsidRPr="00611FB4" w:rsidRDefault="00DD16E4" w:rsidP="00A70523">
            <w:r>
              <w:t>126669,00</w:t>
            </w:r>
          </w:p>
        </w:tc>
        <w:tc>
          <w:tcPr>
            <w:tcW w:w="720" w:type="dxa"/>
          </w:tcPr>
          <w:p w:rsidR="00DD16E4" w:rsidRPr="00611FB4" w:rsidRDefault="00DD16E4" w:rsidP="00A70523">
            <w:r>
              <w:t>0,00</w:t>
            </w:r>
          </w:p>
        </w:tc>
        <w:tc>
          <w:tcPr>
            <w:tcW w:w="643" w:type="dxa"/>
          </w:tcPr>
          <w:p w:rsidR="00DD16E4" w:rsidRPr="00611FB4" w:rsidRDefault="00DD16E4" w:rsidP="00A70523">
            <w:r>
              <w:t>0,00</w:t>
            </w:r>
          </w:p>
        </w:tc>
      </w:tr>
      <w:tr w:rsidR="00DD16E4" w:rsidRPr="00611FB4" w:rsidTr="00A70523">
        <w:tc>
          <w:tcPr>
            <w:tcW w:w="2656" w:type="dxa"/>
          </w:tcPr>
          <w:p w:rsidR="00DD16E4" w:rsidRPr="00611FB4" w:rsidRDefault="00DD16E4" w:rsidP="00A70523">
            <w:r>
              <w:t>Расходы на выплату персоналу в целях обеспечения выполнения функций 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</w:tcPr>
          <w:p w:rsidR="00DD16E4" w:rsidRPr="00611FB4" w:rsidRDefault="00DD16E4" w:rsidP="00A70523">
            <w:r>
              <w:t>01</w:t>
            </w:r>
          </w:p>
        </w:tc>
        <w:tc>
          <w:tcPr>
            <w:tcW w:w="540" w:type="dxa"/>
          </w:tcPr>
          <w:p w:rsidR="00DD16E4" w:rsidRPr="00611FB4" w:rsidRDefault="00DD16E4" w:rsidP="00A70523">
            <w:r>
              <w:t>02</w:t>
            </w:r>
          </w:p>
        </w:tc>
        <w:tc>
          <w:tcPr>
            <w:tcW w:w="1440" w:type="dxa"/>
          </w:tcPr>
          <w:p w:rsidR="00DD16E4" w:rsidRPr="00611FB4" w:rsidRDefault="00DD16E4" w:rsidP="00A70523">
            <w:r>
              <w:t>5000080010</w:t>
            </w:r>
          </w:p>
        </w:tc>
        <w:tc>
          <w:tcPr>
            <w:tcW w:w="720" w:type="dxa"/>
          </w:tcPr>
          <w:p w:rsidR="00DD16E4" w:rsidRPr="00611FB4" w:rsidRDefault="00DD16E4" w:rsidP="00A70523">
            <w:r>
              <w:t>100</w:t>
            </w:r>
          </w:p>
        </w:tc>
        <w:tc>
          <w:tcPr>
            <w:tcW w:w="1620" w:type="dxa"/>
          </w:tcPr>
          <w:p w:rsidR="00DD16E4" w:rsidRPr="00611FB4" w:rsidRDefault="00DD16E4" w:rsidP="00A70523">
            <w:r>
              <w:t>126669,00</w:t>
            </w:r>
          </w:p>
        </w:tc>
        <w:tc>
          <w:tcPr>
            <w:tcW w:w="720" w:type="dxa"/>
          </w:tcPr>
          <w:p w:rsidR="00DD16E4" w:rsidRPr="00611FB4" w:rsidRDefault="00DD16E4" w:rsidP="00A70523">
            <w:r>
              <w:t>0,00</w:t>
            </w:r>
          </w:p>
        </w:tc>
        <w:tc>
          <w:tcPr>
            <w:tcW w:w="643" w:type="dxa"/>
          </w:tcPr>
          <w:p w:rsidR="00DD16E4" w:rsidRPr="00611FB4" w:rsidRDefault="00DD16E4" w:rsidP="00A70523">
            <w:r>
              <w:t>0,00</w:t>
            </w:r>
          </w:p>
        </w:tc>
      </w:tr>
      <w:tr w:rsidR="00DD16E4" w:rsidRPr="00611FB4" w:rsidTr="00A70523">
        <w:tc>
          <w:tcPr>
            <w:tcW w:w="2656" w:type="dxa"/>
          </w:tcPr>
          <w:p w:rsidR="00DD16E4" w:rsidRPr="00611FB4" w:rsidRDefault="00DD16E4" w:rsidP="00A70523">
            <w: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DD16E4" w:rsidRPr="00611FB4" w:rsidRDefault="00DD16E4" w:rsidP="00A70523">
            <w:r>
              <w:t>01</w:t>
            </w:r>
          </w:p>
        </w:tc>
        <w:tc>
          <w:tcPr>
            <w:tcW w:w="540" w:type="dxa"/>
          </w:tcPr>
          <w:p w:rsidR="00DD16E4" w:rsidRPr="00611FB4" w:rsidRDefault="00DD16E4" w:rsidP="00A70523">
            <w:r>
              <w:t>02</w:t>
            </w:r>
          </w:p>
        </w:tc>
        <w:tc>
          <w:tcPr>
            <w:tcW w:w="1440" w:type="dxa"/>
          </w:tcPr>
          <w:p w:rsidR="00DD16E4" w:rsidRPr="00611FB4" w:rsidRDefault="00DD16E4" w:rsidP="00A70523">
            <w:r>
              <w:t>5000080010</w:t>
            </w:r>
          </w:p>
        </w:tc>
        <w:tc>
          <w:tcPr>
            <w:tcW w:w="720" w:type="dxa"/>
          </w:tcPr>
          <w:p w:rsidR="00DD16E4" w:rsidRPr="00611FB4" w:rsidRDefault="00DD16E4" w:rsidP="00A70523">
            <w:r>
              <w:t>120</w:t>
            </w:r>
          </w:p>
        </w:tc>
        <w:tc>
          <w:tcPr>
            <w:tcW w:w="1620" w:type="dxa"/>
          </w:tcPr>
          <w:p w:rsidR="00DD16E4" w:rsidRPr="00611FB4" w:rsidRDefault="00DD16E4" w:rsidP="00A70523">
            <w:r>
              <w:t>126669,00</w:t>
            </w:r>
          </w:p>
        </w:tc>
        <w:tc>
          <w:tcPr>
            <w:tcW w:w="720" w:type="dxa"/>
          </w:tcPr>
          <w:p w:rsidR="00DD16E4" w:rsidRPr="00611FB4" w:rsidRDefault="00DD16E4" w:rsidP="00A70523">
            <w:r>
              <w:t>0,00</w:t>
            </w:r>
          </w:p>
        </w:tc>
        <w:tc>
          <w:tcPr>
            <w:tcW w:w="643" w:type="dxa"/>
          </w:tcPr>
          <w:p w:rsidR="00DD16E4" w:rsidRPr="00611FB4" w:rsidRDefault="00DD16E4" w:rsidP="00A70523">
            <w:r>
              <w:t>0,00</w:t>
            </w:r>
          </w:p>
        </w:tc>
      </w:tr>
      <w:tr w:rsidR="00DD16E4" w:rsidRPr="00611FB4" w:rsidTr="00A70523">
        <w:tc>
          <w:tcPr>
            <w:tcW w:w="2656" w:type="dxa"/>
          </w:tcPr>
          <w:p w:rsidR="00DD16E4" w:rsidRPr="00611FB4" w:rsidRDefault="00DD16E4" w:rsidP="00A70523">
            <w:r w:rsidRPr="00611FB4">
              <w:t>Функционирование Правительства РФ, высших органов исполнительной власти субъектов  РФ, местных администраций</w:t>
            </w:r>
          </w:p>
        </w:tc>
        <w:tc>
          <w:tcPr>
            <w:tcW w:w="540" w:type="dxa"/>
          </w:tcPr>
          <w:p w:rsidR="00DD16E4" w:rsidRPr="00611FB4" w:rsidRDefault="00DD16E4" w:rsidP="00A70523">
            <w:r w:rsidRPr="00611FB4">
              <w:t>01</w:t>
            </w:r>
          </w:p>
        </w:tc>
        <w:tc>
          <w:tcPr>
            <w:tcW w:w="540" w:type="dxa"/>
          </w:tcPr>
          <w:p w:rsidR="00DD16E4" w:rsidRPr="00611FB4" w:rsidRDefault="00DD16E4" w:rsidP="00A70523">
            <w:r w:rsidRPr="00611FB4">
              <w:t>04</w:t>
            </w:r>
          </w:p>
        </w:tc>
        <w:tc>
          <w:tcPr>
            <w:tcW w:w="1440" w:type="dxa"/>
          </w:tcPr>
          <w:p w:rsidR="00DD16E4" w:rsidRPr="00611FB4" w:rsidRDefault="00DD16E4" w:rsidP="00A70523"/>
        </w:tc>
        <w:tc>
          <w:tcPr>
            <w:tcW w:w="720" w:type="dxa"/>
          </w:tcPr>
          <w:p w:rsidR="00DD16E4" w:rsidRPr="00611FB4" w:rsidRDefault="00DD16E4" w:rsidP="00A70523"/>
        </w:tc>
        <w:tc>
          <w:tcPr>
            <w:tcW w:w="1620" w:type="dxa"/>
          </w:tcPr>
          <w:p w:rsidR="00DD16E4" w:rsidRPr="00611FB4" w:rsidRDefault="00DD16E4" w:rsidP="00A70523">
            <w:r>
              <w:t>17931,00</w:t>
            </w:r>
          </w:p>
        </w:tc>
        <w:tc>
          <w:tcPr>
            <w:tcW w:w="720" w:type="dxa"/>
          </w:tcPr>
          <w:p w:rsidR="00DD16E4" w:rsidRPr="00611FB4" w:rsidRDefault="00DD16E4" w:rsidP="00A70523">
            <w:r w:rsidRPr="00611FB4">
              <w:t>0,00</w:t>
            </w:r>
          </w:p>
        </w:tc>
        <w:tc>
          <w:tcPr>
            <w:tcW w:w="643" w:type="dxa"/>
          </w:tcPr>
          <w:p w:rsidR="00DD16E4" w:rsidRPr="00611FB4" w:rsidRDefault="00DD16E4" w:rsidP="00A70523">
            <w:r w:rsidRPr="00611FB4">
              <w:t>0,00</w:t>
            </w:r>
          </w:p>
        </w:tc>
      </w:tr>
      <w:tr w:rsidR="00DD16E4" w:rsidRPr="00611FB4" w:rsidTr="00A70523">
        <w:tc>
          <w:tcPr>
            <w:tcW w:w="2656" w:type="dxa"/>
          </w:tcPr>
          <w:p w:rsidR="00DD16E4" w:rsidRPr="00611FB4" w:rsidRDefault="00DD16E4" w:rsidP="00A70523">
            <w:r w:rsidRPr="00611FB4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40" w:type="dxa"/>
          </w:tcPr>
          <w:p w:rsidR="00DD16E4" w:rsidRPr="00611FB4" w:rsidRDefault="00DD16E4" w:rsidP="00A70523">
            <w:r w:rsidRPr="00611FB4">
              <w:t>01</w:t>
            </w:r>
          </w:p>
        </w:tc>
        <w:tc>
          <w:tcPr>
            <w:tcW w:w="540" w:type="dxa"/>
          </w:tcPr>
          <w:p w:rsidR="00DD16E4" w:rsidRPr="00611FB4" w:rsidRDefault="00DD16E4" w:rsidP="00A70523">
            <w:r w:rsidRPr="00611FB4">
              <w:t>04</w:t>
            </w:r>
          </w:p>
        </w:tc>
        <w:tc>
          <w:tcPr>
            <w:tcW w:w="1440" w:type="dxa"/>
          </w:tcPr>
          <w:p w:rsidR="00DD16E4" w:rsidRPr="00611FB4" w:rsidRDefault="00DD16E4" w:rsidP="00A70523">
            <w:r>
              <w:t>30</w:t>
            </w:r>
            <w:r w:rsidRPr="00611FB4">
              <w:t>01280040</w:t>
            </w:r>
          </w:p>
        </w:tc>
        <w:tc>
          <w:tcPr>
            <w:tcW w:w="720" w:type="dxa"/>
          </w:tcPr>
          <w:p w:rsidR="00DD16E4" w:rsidRPr="00611FB4" w:rsidRDefault="00DD16E4" w:rsidP="00A70523"/>
        </w:tc>
        <w:tc>
          <w:tcPr>
            <w:tcW w:w="1620" w:type="dxa"/>
          </w:tcPr>
          <w:p w:rsidR="00DD16E4" w:rsidRPr="00611FB4" w:rsidRDefault="00DD16E4" w:rsidP="00A70523">
            <w:r>
              <w:t>17931,00</w:t>
            </w:r>
          </w:p>
        </w:tc>
        <w:tc>
          <w:tcPr>
            <w:tcW w:w="720" w:type="dxa"/>
          </w:tcPr>
          <w:p w:rsidR="00DD16E4" w:rsidRPr="00611FB4" w:rsidRDefault="00DD16E4" w:rsidP="00A70523">
            <w:r w:rsidRPr="00611FB4">
              <w:t>0,00</w:t>
            </w:r>
          </w:p>
        </w:tc>
        <w:tc>
          <w:tcPr>
            <w:tcW w:w="643" w:type="dxa"/>
          </w:tcPr>
          <w:p w:rsidR="00DD16E4" w:rsidRPr="00611FB4" w:rsidRDefault="00DD16E4" w:rsidP="00A70523">
            <w:r w:rsidRPr="00611FB4">
              <w:t>0,00</w:t>
            </w:r>
          </w:p>
        </w:tc>
      </w:tr>
      <w:tr w:rsidR="00DD16E4" w:rsidRPr="00611FB4" w:rsidTr="00A70523">
        <w:tc>
          <w:tcPr>
            <w:tcW w:w="2656" w:type="dxa"/>
          </w:tcPr>
          <w:p w:rsidR="00DD16E4" w:rsidRPr="00611FB4" w:rsidRDefault="00DD16E4" w:rsidP="00A70523">
            <w:r w:rsidRPr="00611FB4">
              <w:t>Центральный аппарат</w:t>
            </w:r>
          </w:p>
        </w:tc>
        <w:tc>
          <w:tcPr>
            <w:tcW w:w="540" w:type="dxa"/>
          </w:tcPr>
          <w:p w:rsidR="00DD16E4" w:rsidRPr="00611FB4" w:rsidRDefault="00DD16E4" w:rsidP="00A70523">
            <w:r w:rsidRPr="00611FB4">
              <w:t>01</w:t>
            </w:r>
          </w:p>
        </w:tc>
        <w:tc>
          <w:tcPr>
            <w:tcW w:w="540" w:type="dxa"/>
          </w:tcPr>
          <w:p w:rsidR="00DD16E4" w:rsidRPr="00611FB4" w:rsidRDefault="00DD16E4" w:rsidP="00A70523">
            <w:r w:rsidRPr="00611FB4">
              <w:t>04</w:t>
            </w:r>
          </w:p>
        </w:tc>
        <w:tc>
          <w:tcPr>
            <w:tcW w:w="1440" w:type="dxa"/>
          </w:tcPr>
          <w:p w:rsidR="00DD16E4" w:rsidRPr="00611FB4" w:rsidRDefault="00DD16E4" w:rsidP="00A70523">
            <w:r>
              <w:t>30</w:t>
            </w:r>
            <w:r w:rsidRPr="00611FB4">
              <w:t>01280040</w:t>
            </w:r>
          </w:p>
        </w:tc>
        <w:tc>
          <w:tcPr>
            <w:tcW w:w="720" w:type="dxa"/>
          </w:tcPr>
          <w:p w:rsidR="00DD16E4" w:rsidRPr="00611FB4" w:rsidRDefault="00DD16E4" w:rsidP="00A70523"/>
        </w:tc>
        <w:tc>
          <w:tcPr>
            <w:tcW w:w="1620" w:type="dxa"/>
          </w:tcPr>
          <w:p w:rsidR="00DD16E4" w:rsidRPr="00611FB4" w:rsidRDefault="00DD16E4" w:rsidP="00A70523">
            <w:r>
              <w:t>17931,00</w:t>
            </w:r>
          </w:p>
        </w:tc>
        <w:tc>
          <w:tcPr>
            <w:tcW w:w="720" w:type="dxa"/>
          </w:tcPr>
          <w:p w:rsidR="00DD16E4" w:rsidRPr="00611FB4" w:rsidRDefault="00DD16E4" w:rsidP="00A70523">
            <w:r w:rsidRPr="00611FB4">
              <w:t>0,00</w:t>
            </w:r>
          </w:p>
        </w:tc>
        <w:tc>
          <w:tcPr>
            <w:tcW w:w="643" w:type="dxa"/>
          </w:tcPr>
          <w:p w:rsidR="00DD16E4" w:rsidRPr="00611FB4" w:rsidRDefault="00DD16E4" w:rsidP="00A70523">
            <w:r w:rsidRPr="00611FB4">
              <w:t>0,00</w:t>
            </w:r>
          </w:p>
        </w:tc>
      </w:tr>
      <w:tr w:rsidR="00DD16E4" w:rsidRPr="00611FB4" w:rsidTr="00A70523">
        <w:tc>
          <w:tcPr>
            <w:tcW w:w="2656" w:type="dxa"/>
          </w:tcPr>
          <w:p w:rsidR="00DD16E4" w:rsidRPr="00611FB4" w:rsidRDefault="00DD16E4" w:rsidP="00A70523">
            <w:r>
              <w:t>Расходы на выплату персоналу в целях обеспечения выполнения функций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</w:tcPr>
          <w:p w:rsidR="00DD16E4" w:rsidRPr="00611FB4" w:rsidRDefault="00DD16E4" w:rsidP="00A70523">
            <w:r>
              <w:t>01</w:t>
            </w:r>
          </w:p>
        </w:tc>
        <w:tc>
          <w:tcPr>
            <w:tcW w:w="540" w:type="dxa"/>
          </w:tcPr>
          <w:p w:rsidR="00DD16E4" w:rsidRPr="00611FB4" w:rsidRDefault="00DD16E4" w:rsidP="00A70523">
            <w:r>
              <w:t>04</w:t>
            </w:r>
          </w:p>
        </w:tc>
        <w:tc>
          <w:tcPr>
            <w:tcW w:w="1440" w:type="dxa"/>
          </w:tcPr>
          <w:p w:rsidR="00DD16E4" w:rsidRPr="00611FB4" w:rsidRDefault="00DD16E4" w:rsidP="00A70523">
            <w:r>
              <w:t>3001280040</w:t>
            </w:r>
          </w:p>
        </w:tc>
        <w:tc>
          <w:tcPr>
            <w:tcW w:w="720" w:type="dxa"/>
          </w:tcPr>
          <w:p w:rsidR="00DD16E4" w:rsidRPr="00611FB4" w:rsidRDefault="00DD16E4" w:rsidP="00A70523">
            <w:r>
              <w:t>100</w:t>
            </w:r>
          </w:p>
        </w:tc>
        <w:tc>
          <w:tcPr>
            <w:tcW w:w="1620" w:type="dxa"/>
          </w:tcPr>
          <w:p w:rsidR="00DD16E4" w:rsidRPr="00611FB4" w:rsidRDefault="00DD16E4" w:rsidP="00A70523">
            <w:r>
              <w:t>17931,00</w:t>
            </w:r>
          </w:p>
        </w:tc>
        <w:tc>
          <w:tcPr>
            <w:tcW w:w="720" w:type="dxa"/>
          </w:tcPr>
          <w:p w:rsidR="00DD16E4" w:rsidRPr="00611FB4" w:rsidRDefault="00DD16E4" w:rsidP="00A70523">
            <w:r>
              <w:t>0,00</w:t>
            </w:r>
          </w:p>
        </w:tc>
        <w:tc>
          <w:tcPr>
            <w:tcW w:w="643" w:type="dxa"/>
          </w:tcPr>
          <w:p w:rsidR="00DD16E4" w:rsidRPr="00611FB4" w:rsidRDefault="00DD16E4" w:rsidP="00A70523">
            <w:r>
              <w:t>0,00</w:t>
            </w:r>
          </w:p>
        </w:tc>
      </w:tr>
      <w:tr w:rsidR="00DD16E4" w:rsidRPr="00611FB4" w:rsidTr="00A70523">
        <w:tc>
          <w:tcPr>
            <w:tcW w:w="2656" w:type="dxa"/>
          </w:tcPr>
          <w:p w:rsidR="00DD16E4" w:rsidRPr="00611FB4" w:rsidRDefault="00DD16E4" w:rsidP="00A70523">
            <w:r>
              <w:t>Расходы на выплаты персоналу государственных (муниципальных органов</w:t>
            </w:r>
          </w:p>
        </w:tc>
        <w:tc>
          <w:tcPr>
            <w:tcW w:w="540" w:type="dxa"/>
          </w:tcPr>
          <w:p w:rsidR="00DD16E4" w:rsidRPr="00611FB4" w:rsidRDefault="00DD16E4" w:rsidP="00A70523">
            <w:r>
              <w:t>01</w:t>
            </w:r>
          </w:p>
        </w:tc>
        <w:tc>
          <w:tcPr>
            <w:tcW w:w="540" w:type="dxa"/>
          </w:tcPr>
          <w:p w:rsidR="00DD16E4" w:rsidRPr="00611FB4" w:rsidRDefault="00DD16E4" w:rsidP="00A70523">
            <w:r>
              <w:t>04</w:t>
            </w:r>
          </w:p>
        </w:tc>
        <w:tc>
          <w:tcPr>
            <w:tcW w:w="1440" w:type="dxa"/>
          </w:tcPr>
          <w:p w:rsidR="00DD16E4" w:rsidRPr="00611FB4" w:rsidRDefault="00DD16E4" w:rsidP="00A70523">
            <w:r>
              <w:t>3001280040</w:t>
            </w:r>
          </w:p>
        </w:tc>
        <w:tc>
          <w:tcPr>
            <w:tcW w:w="720" w:type="dxa"/>
          </w:tcPr>
          <w:p w:rsidR="00DD16E4" w:rsidRPr="00611FB4" w:rsidRDefault="00DD16E4" w:rsidP="00A70523">
            <w:r>
              <w:t>120</w:t>
            </w:r>
          </w:p>
        </w:tc>
        <w:tc>
          <w:tcPr>
            <w:tcW w:w="1620" w:type="dxa"/>
          </w:tcPr>
          <w:p w:rsidR="00DD16E4" w:rsidRPr="00611FB4" w:rsidRDefault="00DD16E4" w:rsidP="00A70523">
            <w:r>
              <w:t>17931,00</w:t>
            </w:r>
          </w:p>
        </w:tc>
        <w:tc>
          <w:tcPr>
            <w:tcW w:w="720" w:type="dxa"/>
          </w:tcPr>
          <w:p w:rsidR="00DD16E4" w:rsidRPr="00611FB4" w:rsidRDefault="00DD16E4" w:rsidP="00A70523">
            <w:r>
              <w:t>0,00</w:t>
            </w:r>
          </w:p>
        </w:tc>
        <w:tc>
          <w:tcPr>
            <w:tcW w:w="643" w:type="dxa"/>
          </w:tcPr>
          <w:p w:rsidR="00DD16E4" w:rsidRPr="00611FB4" w:rsidRDefault="00DD16E4" w:rsidP="00A70523">
            <w:r>
              <w:t>0,00</w:t>
            </w:r>
          </w:p>
        </w:tc>
      </w:tr>
      <w:tr w:rsidR="00DD16E4" w:rsidRPr="009C278D" w:rsidTr="00A70523">
        <w:tc>
          <w:tcPr>
            <w:tcW w:w="2656" w:type="dxa"/>
          </w:tcPr>
          <w:p w:rsidR="00DD16E4" w:rsidRPr="009C278D" w:rsidRDefault="00DD16E4" w:rsidP="00A70523">
            <w:pPr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540" w:type="dxa"/>
          </w:tcPr>
          <w:p w:rsidR="00DD16E4" w:rsidRPr="009C278D" w:rsidRDefault="00DD16E4" w:rsidP="00A70523">
            <w:pPr>
              <w:rPr>
                <w:b/>
              </w:rPr>
            </w:pPr>
          </w:p>
        </w:tc>
        <w:tc>
          <w:tcPr>
            <w:tcW w:w="540" w:type="dxa"/>
          </w:tcPr>
          <w:p w:rsidR="00DD16E4" w:rsidRPr="009C278D" w:rsidRDefault="00DD16E4" w:rsidP="00A70523">
            <w:pPr>
              <w:rPr>
                <w:b/>
              </w:rPr>
            </w:pPr>
          </w:p>
        </w:tc>
        <w:tc>
          <w:tcPr>
            <w:tcW w:w="1440" w:type="dxa"/>
          </w:tcPr>
          <w:p w:rsidR="00DD16E4" w:rsidRPr="009C278D" w:rsidRDefault="00DD16E4" w:rsidP="00A70523">
            <w:pPr>
              <w:rPr>
                <w:b/>
              </w:rPr>
            </w:pPr>
          </w:p>
        </w:tc>
        <w:tc>
          <w:tcPr>
            <w:tcW w:w="720" w:type="dxa"/>
          </w:tcPr>
          <w:p w:rsidR="00DD16E4" w:rsidRPr="009C278D" w:rsidRDefault="00DD16E4" w:rsidP="00A70523">
            <w:pPr>
              <w:rPr>
                <w:b/>
              </w:rPr>
            </w:pPr>
          </w:p>
        </w:tc>
        <w:tc>
          <w:tcPr>
            <w:tcW w:w="1620" w:type="dxa"/>
          </w:tcPr>
          <w:p w:rsidR="00DD16E4" w:rsidRPr="009C278D" w:rsidRDefault="00DD16E4" w:rsidP="00A70523">
            <w:pPr>
              <w:rPr>
                <w:b/>
              </w:rPr>
            </w:pPr>
            <w:r>
              <w:rPr>
                <w:b/>
              </w:rPr>
              <w:t>144600,00</w:t>
            </w:r>
          </w:p>
        </w:tc>
        <w:tc>
          <w:tcPr>
            <w:tcW w:w="720" w:type="dxa"/>
          </w:tcPr>
          <w:p w:rsidR="00DD16E4" w:rsidRPr="009C278D" w:rsidRDefault="00DD16E4" w:rsidP="00A70523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643" w:type="dxa"/>
          </w:tcPr>
          <w:p w:rsidR="00DD16E4" w:rsidRPr="009C278D" w:rsidRDefault="00DD16E4" w:rsidP="00A70523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</w:tbl>
    <w:p w:rsidR="00DD16E4" w:rsidRDefault="00DD16E4" w:rsidP="007D7EA6"/>
    <w:p w:rsidR="00DD16E4" w:rsidRDefault="00DD16E4" w:rsidP="007D7EA6"/>
    <w:p w:rsidR="00DD16E4" w:rsidRDefault="00DD16E4" w:rsidP="007D7EA6"/>
    <w:p w:rsidR="00DD16E4" w:rsidRDefault="00DD16E4" w:rsidP="007D7EA6">
      <w:r>
        <w:t>1.5 Внести изменения в приложение 8 «Распределение расходов бюджета поселения по целевым статьям (муниципальным программам и непрграммным направлениям деятельности),группам видов расходов бюджета муниципального образования «Вельжичское сельское поселение, Мглинского района, Брянской области на 2019 год и на плановый период 2020 и 2021 годов»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567"/>
        <w:gridCol w:w="551"/>
        <w:gridCol w:w="643"/>
        <w:gridCol w:w="695"/>
        <w:gridCol w:w="835"/>
        <w:gridCol w:w="678"/>
        <w:gridCol w:w="1399"/>
        <w:gridCol w:w="727"/>
        <w:gridCol w:w="816"/>
      </w:tblGrid>
      <w:tr w:rsidR="00DD16E4" w:rsidTr="00A70523">
        <w:trPr>
          <w:trHeight w:val="519"/>
        </w:trPr>
        <w:tc>
          <w:tcPr>
            <w:tcW w:w="2660" w:type="dxa"/>
          </w:tcPr>
          <w:p w:rsidR="00DD16E4" w:rsidRPr="00611FB4" w:rsidRDefault="00DD16E4" w:rsidP="00A70523">
            <w:r w:rsidRPr="00611FB4">
              <w:t>Наименование</w:t>
            </w:r>
          </w:p>
        </w:tc>
        <w:tc>
          <w:tcPr>
            <w:tcW w:w="567" w:type="dxa"/>
          </w:tcPr>
          <w:p w:rsidR="00DD16E4" w:rsidRPr="00611FB4" w:rsidRDefault="00DD16E4" w:rsidP="00A70523">
            <w:r w:rsidRPr="00611FB4">
              <w:t>мп</w:t>
            </w:r>
          </w:p>
        </w:tc>
        <w:tc>
          <w:tcPr>
            <w:tcW w:w="551" w:type="dxa"/>
          </w:tcPr>
          <w:p w:rsidR="00DD16E4" w:rsidRPr="00611FB4" w:rsidRDefault="00DD16E4" w:rsidP="00A70523">
            <w:r w:rsidRPr="00611FB4">
              <w:t>ппмп</w:t>
            </w:r>
          </w:p>
        </w:tc>
        <w:tc>
          <w:tcPr>
            <w:tcW w:w="643" w:type="dxa"/>
          </w:tcPr>
          <w:p w:rsidR="00DD16E4" w:rsidRPr="00611FB4" w:rsidRDefault="00DD16E4" w:rsidP="00A70523">
            <w:r w:rsidRPr="00611FB4">
              <w:t>ом</w:t>
            </w:r>
          </w:p>
        </w:tc>
        <w:tc>
          <w:tcPr>
            <w:tcW w:w="695" w:type="dxa"/>
          </w:tcPr>
          <w:p w:rsidR="00DD16E4" w:rsidRPr="00611FB4" w:rsidRDefault="00DD16E4" w:rsidP="00A70523">
            <w:r w:rsidRPr="00611FB4">
              <w:t>грбс</w:t>
            </w:r>
          </w:p>
        </w:tc>
        <w:tc>
          <w:tcPr>
            <w:tcW w:w="835" w:type="dxa"/>
          </w:tcPr>
          <w:p w:rsidR="00DD16E4" w:rsidRPr="00611FB4" w:rsidRDefault="00DD16E4" w:rsidP="00A70523">
            <w:r w:rsidRPr="00611FB4">
              <w:t>нр</w:t>
            </w:r>
          </w:p>
        </w:tc>
        <w:tc>
          <w:tcPr>
            <w:tcW w:w="678" w:type="dxa"/>
          </w:tcPr>
          <w:p w:rsidR="00DD16E4" w:rsidRPr="00611FB4" w:rsidRDefault="00DD16E4" w:rsidP="00A70523">
            <w:r w:rsidRPr="00611FB4">
              <w:t>вр</w:t>
            </w:r>
          </w:p>
        </w:tc>
        <w:tc>
          <w:tcPr>
            <w:tcW w:w="1399" w:type="dxa"/>
          </w:tcPr>
          <w:p w:rsidR="00DD16E4" w:rsidRPr="00611FB4" w:rsidRDefault="00DD16E4" w:rsidP="00A70523">
            <w:r>
              <w:t>Сумма на 2019</w:t>
            </w:r>
            <w:r w:rsidRPr="00611FB4">
              <w:t xml:space="preserve"> год</w:t>
            </w:r>
          </w:p>
        </w:tc>
        <w:tc>
          <w:tcPr>
            <w:tcW w:w="727" w:type="dxa"/>
          </w:tcPr>
          <w:p w:rsidR="00DD16E4" w:rsidRPr="00611FB4" w:rsidRDefault="00DD16E4" w:rsidP="00A70523">
            <w:r>
              <w:t>Сумма на 2020</w:t>
            </w:r>
            <w:r w:rsidRPr="00611FB4">
              <w:t xml:space="preserve"> год</w:t>
            </w:r>
          </w:p>
        </w:tc>
        <w:tc>
          <w:tcPr>
            <w:tcW w:w="816" w:type="dxa"/>
          </w:tcPr>
          <w:p w:rsidR="00DD16E4" w:rsidRPr="00611FB4" w:rsidRDefault="00DD16E4" w:rsidP="00A70523">
            <w:r>
              <w:t>Сумма на 2021</w:t>
            </w:r>
            <w:r w:rsidRPr="00611FB4">
              <w:t xml:space="preserve"> год</w:t>
            </w:r>
          </w:p>
        </w:tc>
      </w:tr>
      <w:tr w:rsidR="00DD16E4" w:rsidTr="00A70523">
        <w:tc>
          <w:tcPr>
            <w:tcW w:w="2660" w:type="dxa"/>
          </w:tcPr>
          <w:p w:rsidR="00DD16E4" w:rsidRPr="00611FB4" w:rsidRDefault="00DD16E4" w:rsidP="00A70523">
            <w:pPr>
              <w:jc w:val="center"/>
              <w:rPr>
                <w:b/>
              </w:rPr>
            </w:pPr>
            <w:r w:rsidRPr="00611FB4">
              <w:rPr>
                <w:b/>
              </w:rPr>
              <w:t>Комплексное социальн</w:t>
            </w:r>
            <w:r>
              <w:rPr>
                <w:b/>
              </w:rPr>
              <w:t>о-экономическое развитие Вельжич</w:t>
            </w:r>
            <w:r w:rsidRPr="00611FB4">
              <w:rPr>
                <w:b/>
              </w:rPr>
              <w:t xml:space="preserve">ского сельского поселения </w:t>
            </w:r>
          </w:p>
        </w:tc>
        <w:tc>
          <w:tcPr>
            <w:tcW w:w="567" w:type="dxa"/>
          </w:tcPr>
          <w:p w:rsidR="00DD16E4" w:rsidRPr="00611FB4" w:rsidRDefault="00DD16E4" w:rsidP="00A70523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551" w:type="dxa"/>
          </w:tcPr>
          <w:p w:rsidR="00DD16E4" w:rsidRPr="00611FB4" w:rsidRDefault="00DD16E4" w:rsidP="00A70523">
            <w:pPr>
              <w:jc w:val="center"/>
              <w:rPr>
                <w:b/>
              </w:rPr>
            </w:pPr>
          </w:p>
        </w:tc>
        <w:tc>
          <w:tcPr>
            <w:tcW w:w="643" w:type="dxa"/>
          </w:tcPr>
          <w:p w:rsidR="00DD16E4" w:rsidRPr="00611FB4" w:rsidRDefault="00DD16E4" w:rsidP="00A70523">
            <w:pPr>
              <w:jc w:val="center"/>
              <w:rPr>
                <w:b/>
              </w:rPr>
            </w:pPr>
          </w:p>
        </w:tc>
        <w:tc>
          <w:tcPr>
            <w:tcW w:w="695" w:type="dxa"/>
          </w:tcPr>
          <w:p w:rsidR="00DD16E4" w:rsidRPr="00611FB4" w:rsidRDefault="00DD16E4" w:rsidP="00A70523">
            <w:pPr>
              <w:jc w:val="center"/>
              <w:rPr>
                <w:b/>
              </w:rPr>
            </w:pPr>
          </w:p>
        </w:tc>
        <w:tc>
          <w:tcPr>
            <w:tcW w:w="835" w:type="dxa"/>
          </w:tcPr>
          <w:p w:rsidR="00DD16E4" w:rsidRPr="00611FB4" w:rsidRDefault="00DD16E4" w:rsidP="00A70523">
            <w:pPr>
              <w:jc w:val="center"/>
              <w:rPr>
                <w:b/>
              </w:rPr>
            </w:pPr>
          </w:p>
        </w:tc>
        <w:tc>
          <w:tcPr>
            <w:tcW w:w="678" w:type="dxa"/>
          </w:tcPr>
          <w:p w:rsidR="00DD16E4" w:rsidRPr="00611FB4" w:rsidRDefault="00DD16E4" w:rsidP="00A70523">
            <w:pPr>
              <w:jc w:val="center"/>
              <w:rPr>
                <w:b/>
              </w:rPr>
            </w:pPr>
          </w:p>
        </w:tc>
        <w:tc>
          <w:tcPr>
            <w:tcW w:w="1399" w:type="dxa"/>
          </w:tcPr>
          <w:p w:rsidR="00DD16E4" w:rsidRPr="00611FB4" w:rsidRDefault="00DD16E4" w:rsidP="00A70523">
            <w:pPr>
              <w:jc w:val="center"/>
              <w:rPr>
                <w:b/>
              </w:rPr>
            </w:pPr>
            <w:r>
              <w:rPr>
                <w:b/>
              </w:rPr>
              <w:t>17931,00</w:t>
            </w:r>
          </w:p>
        </w:tc>
        <w:tc>
          <w:tcPr>
            <w:tcW w:w="727" w:type="dxa"/>
          </w:tcPr>
          <w:p w:rsidR="00DD16E4" w:rsidRPr="00611FB4" w:rsidRDefault="00DD16E4" w:rsidP="00A70523">
            <w:pPr>
              <w:jc w:val="center"/>
              <w:rPr>
                <w:b/>
              </w:rPr>
            </w:pPr>
            <w:r w:rsidRPr="00611FB4">
              <w:rPr>
                <w:b/>
              </w:rPr>
              <w:t>0,00</w:t>
            </w:r>
          </w:p>
        </w:tc>
        <w:tc>
          <w:tcPr>
            <w:tcW w:w="816" w:type="dxa"/>
          </w:tcPr>
          <w:p w:rsidR="00DD16E4" w:rsidRPr="00611FB4" w:rsidRDefault="00DD16E4" w:rsidP="00A70523">
            <w:pPr>
              <w:jc w:val="center"/>
              <w:rPr>
                <w:b/>
              </w:rPr>
            </w:pPr>
            <w:r w:rsidRPr="00611FB4">
              <w:rPr>
                <w:b/>
              </w:rPr>
              <w:t>0,00</w:t>
            </w:r>
          </w:p>
        </w:tc>
      </w:tr>
      <w:tr w:rsidR="00DD16E4" w:rsidTr="00A70523">
        <w:tc>
          <w:tcPr>
            <w:tcW w:w="2660" w:type="dxa"/>
          </w:tcPr>
          <w:p w:rsidR="00DD16E4" w:rsidRPr="00611FB4" w:rsidRDefault="00DD16E4" w:rsidP="00A70523">
            <w:r w:rsidRPr="00611FB4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DD16E4" w:rsidRPr="00611FB4" w:rsidRDefault="00DD16E4" w:rsidP="00A70523">
            <w:r>
              <w:t>30</w:t>
            </w:r>
          </w:p>
        </w:tc>
        <w:tc>
          <w:tcPr>
            <w:tcW w:w="551" w:type="dxa"/>
          </w:tcPr>
          <w:p w:rsidR="00DD16E4" w:rsidRPr="00611FB4" w:rsidRDefault="00DD16E4" w:rsidP="00A70523">
            <w:r w:rsidRPr="00611FB4">
              <w:t>0</w:t>
            </w:r>
          </w:p>
        </w:tc>
        <w:tc>
          <w:tcPr>
            <w:tcW w:w="643" w:type="dxa"/>
          </w:tcPr>
          <w:p w:rsidR="00DD16E4" w:rsidRPr="00611FB4" w:rsidRDefault="00DD16E4" w:rsidP="00A70523">
            <w:r w:rsidRPr="00611FB4">
              <w:t>12</w:t>
            </w:r>
          </w:p>
        </w:tc>
        <w:tc>
          <w:tcPr>
            <w:tcW w:w="695" w:type="dxa"/>
          </w:tcPr>
          <w:p w:rsidR="00DD16E4" w:rsidRPr="00611FB4" w:rsidRDefault="00DD16E4" w:rsidP="00A70523"/>
        </w:tc>
        <w:tc>
          <w:tcPr>
            <w:tcW w:w="835" w:type="dxa"/>
          </w:tcPr>
          <w:p w:rsidR="00DD16E4" w:rsidRPr="00611FB4" w:rsidRDefault="00DD16E4" w:rsidP="00A70523"/>
        </w:tc>
        <w:tc>
          <w:tcPr>
            <w:tcW w:w="678" w:type="dxa"/>
          </w:tcPr>
          <w:p w:rsidR="00DD16E4" w:rsidRPr="00611FB4" w:rsidRDefault="00DD16E4" w:rsidP="00A70523"/>
        </w:tc>
        <w:tc>
          <w:tcPr>
            <w:tcW w:w="1399" w:type="dxa"/>
          </w:tcPr>
          <w:p w:rsidR="00DD16E4" w:rsidRPr="00611FB4" w:rsidRDefault="00DD16E4" w:rsidP="00A70523">
            <w:r>
              <w:t>17931,00</w:t>
            </w:r>
          </w:p>
        </w:tc>
        <w:tc>
          <w:tcPr>
            <w:tcW w:w="727" w:type="dxa"/>
          </w:tcPr>
          <w:p w:rsidR="00DD16E4" w:rsidRPr="00611FB4" w:rsidRDefault="00DD16E4" w:rsidP="00A70523">
            <w:r w:rsidRPr="00611FB4">
              <w:t>0,00</w:t>
            </w:r>
          </w:p>
        </w:tc>
        <w:tc>
          <w:tcPr>
            <w:tcW w:w="816" w:type="dxa"/>
          </w:tcPr>
          <w:p w:rsidR="00DD16E4" w:rsidRPr="00611FB4" w:rsidRDefault="00DD16E4" w:rsidP="00A70523">
            <w:r w:rsidRPr="00611FB4">
              <w:t>0,00</w:t>
            </w:r>
          </w:p>
        </w:tc>
      </w:tr>
      <w:tr w:rsidR="00DD16E4" w:rsidTr="00A70523">
        <w:tc>
          <w:tcPr>
            <w:tcW w:w="2660" w:type="dxa"/>
          </w:tcPr>
          <w:p w:rsidR="00DD16E4" w:rsidRPr="00611FB4" w:rsidRDefault="00DD16E4" w:rsidP="00A70523">
            <w:r>
              <w:t>Вельжич</w:t>
            </w:r>
            <w:r w:rsidRPr="00611FB4">
              <w:t>ская сельская администрация</w:t>
            </w:r>
          </w:p>
        </w:tc>
        <w:tc>
          <w:tcPr>
            <w:tcW w:w="567" w:type="dxa"/>
          </w:tcPr>
          <w:p w:rsidR="00DD16E4" w:rsidRPr="00611FB4" w:rsidRDefault="00DD16E4" w:rsidP="00A70523">
            <w:r>
              <w:t>30</w:t>
            </w:r>
          </w:p>
        </w:tc>
        <w:tc>
          <w:tcPr>
            <w:tcW w:w="551" w:type="dxa"/>
          </w:tcPr>
          <w:p w:rsidR="00DD16E4" w:rsidRPr="00611FB4" w:rsidRDefault="00DD16E4" w:rsidP="00A70523">
            <w:r w:rsidRPr="00611FB4">
              <w:t>0</w:t>
            </w:r>
          </w:p>
        </w:tc>
        <w:tc>
          <w:tcPr>
            <w:tcW w:w="643" w:type="dxa"/>
          </w:tcPr>
          <w:p w:rsidR="00DD16E4" w:rsidRPr="00611FB4" w:rsidRDefault="00DD16E4" w:rsidP="00A70523">
            <w:r w:rsidRPr="00611FB4">
              <w:t>12</w:t>
            </w:r>
          </w:p>
        </w:tc>
        <w:tc>
          <w:tcPr>
            <w:tcW w:w="695" w:type="dxa"/>
          </w:tcPr>
          <w:p w:rsidR="00DD16E4" w:rsidRPr="00611FB4" w:rsidRDefault="00DD16E4" w:rsidP="00A70523">
            <w:r w:rsidRPr="00611FB4">
              <w:t>9</w:t>
            </w:r>
            <w:r>
              <w:t>30</w:t>
            </w:r>
          </w:p>
        </w:tc>
        <w:tc>
          <w:tcPr>
            <w:tcW w:w="835" w:type="dxa"/>
          </w:tcPr>
          <w:p w:rsidR="00DD16E4" w:rsidRPr="00611FB4" w:rsidRDefault="00DD16E4" w:rsidP="00A70523"/>
        </w:tc>
        <w:tc>
          <w:tcPr>
            <w:tcW w:w="678" w:type="dxa"/>
          </w:tcPr>
          <w:p w:rsidR="00DD16E4" w:rsidRPr="00611FB4" w:rsidRDefault="00DD16E4" w:rsidP="00A70523"/>
        </w:tc>
        <w:tc>
          <w:tcPr>
            <w:tcW w:w="1399" w:type="dxa"/>
          </w:tcPr>
          <w:p w:rsidR="00DD16E4" w:rsidRPr="00611FB4" w:rsidRDefault="00DD16E4" w:rsidP="00A70523">
            <w:r>
              <w:t>17931,00</w:t>
            </w:r>
          </w:p>
        </w:tc>
        <w:tc>
          <w:tcPr>
            <w:tcW w:w="727" w:type="dxa"/>
          </w:tcPr>
          <w:p w:rsidR="00DD16E4" w:rsidRPr="00611FB4" w:rsidRDefault="00DD16E4" w:rsidP="00A70523">
            <w:r w:rsidRPr="00611FB4">
              <w:t>0,00</w:t>
            </w:r>
          </w:p>
        </w:tc>
        <w:tc>
          <w:tcPr>
            <w:tcW w:w="816" w:type="dxa"/>
          </w:tcPr>
          <w:p w:rsidR="00DD16E4" w:rsidRPr="00611FB4" w:rsidRDefault="00DD16E4" w:rsidP="00A70523">
            <w:r w:rsidRPr="00611FB4">
              <w:t>0,00</w:t>
            </w:r>
          </w:p>
        </w:tc>
      </w:tr>
      <w:tr w:rsidR="00DD16E4" w:rsidTr="00A70523">
        <w:tc>
          <w:tcPr>
            <w:tcW w:w="2660" w:type="dxa"/>
          </w:tcPr>
          <w:p w:rsidR="00DD16E4" w:rsidRPr="00611FB4" w:rsidRDefault="00DD16E4" w:rsidP="00A70523">
            <w:r w:rsidRPr="00611FB4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DD16E4" w:rsidRPr="00611FB4" w:rsidRDefault="00DD16E4" w:rsidP="00A70523">
            <w:r>
              <w:t>30</w:t>
            </w:r>
          </w:p>
        </w:tc>
        <w:tc>
          <w:tcPr>
            <w:tcW w:w="551" w:type="dxa"/>
          </w:tcPr>
          <w:p w:rsidR="00DD16E4" w:rsidRPr="00611FB4" w:rsidRDefault="00DD16E4" w:rsidP="00A70523">
            <w:r w:rsidRPr="00611FB4">
              <w:t>0</w:t>
            </w:r>
          </w:p>
        </w:tc>
        <w:tc>
          <w:tcPr>
            <w:tcW w:w="643" w:type="dxa"/>
          </w:tcPr>
          <w:p w:rsidR="00DD16E4" w:rsidRPr="00611FB4" w:rsidRDefault="00DD16E4" w:rsidP="00A70523">
            <w:r w:rsidRPr="00611FB4">
              <w:t>12</w:t>
            </w:r>
          </w:p>
        </w:tc>
        <w:tc>
          <w:tcPr>
            <w:tcW w:w="695" w:type="dxa"/>
          </w:tcPr>
          <w:p w:rsidR="00DD16E4" w:rsidRPr="00611FB4" w:rsidRDefault="00DD16E4" w:rsidP="00A70523">
            <w:r w:rsidRPr="00611FB4">
              <w:t>9</w:t>
            </w:r>
            <w:r>
              <w:t>30</w:t>
            </w:r>
          </w:p>
        </w:tc>
        <w:tc>
          <w:tcPr>
            <w:tcW w:w="835" w:type="dxa"/>
          </w:tcPr>
          <w:p w:rsidR="00DD16E4" w:rsidRPr="00611FB4" w:rsidRDefault="00DD16E4" w:rsidP="00A70523">
            <w:r w:rsidRPr="00611FB4">
              <w:t>80040</w:t>
            </w:r>
          </w:p>
        </w:tc>
        <w:tc>
          <w:tcPr>
            <w:tcW w:w="678" w:type="dxa"/>
          </w:tcPr>
          <w:p w:rsidR="00DD16E4" w:rsidRPr="00611FB4" w:rsidRDefault="00DD16E4" w:rsidP="00A70523"/>
        </w:tc>
        <w:tc>
          <w:tcPr>
            <w:tcW w:w="1399" w:type="dxa"/>
          </w:tcPr>
          <w:p w:rsidR="00DD16E4" w:rsidRPr="00611FB4" w:rsidRDefault="00DD16E4" w:rsidP="00A70523">
            <w:r>
              <w:t>17931,00</w:t>
            </w:r>
          </w:p>
        </w:tc>
        <w:tc>
          <w:tcPr>
            <w:tcW w:w="727" w:type="dxa"/>
          </w:tcPr>
          <w:p w:rsidR="00DD16E4" w:rsidRPr="00611FB4" w:rsidRDefault="00DD16E4" w:rsidP="00A70523">
            <w:r w:rsidRPr="00611FB4">
              <w:t>0,00</w:t>
            </w:r>
          </w:p>
        </w:tc>
        <w:tc>
          <w:tcPr>
            <w:tcW w:w="816" w:type="dxa"/>
          </w:tcPr>
          <w:p w:rsidR="00DD16E4" w:rsidRPr="00611FB4" w:rsidRDefault="00DD16E4" w:rsidP="00A70523">
            <w:r w:rsidRPr="00611FB4">
              <w:t>0,00</w:t>
            </w:r>
          </w:p>
        </w:tc>
      </w:tr>
      <w:tr w:rsidR="00DD16E4" w:rsidTr="00A70523">
        <w:tc>
          <w:tcPr>
            <w:tcW w:w="2660" w:type="dxa"/>
          </w:tcPr>
          <w:p w:rsidR="00DD16E4" w:rsidRPr="00611FB4" w:rsidRDefault="00DD16E4" w:rsidP="00A70523"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DD16E4" w:rsidRPr="00611FB4" w:rsidRDefault="00DD16E4" w:rsidP="00A70523">
            <w:r>
              <w:t>30</w:t>
            </w:r>
          </w:p>
        </w:tc>
        <w:tc>
          <w:tcPr>
            <w:tcW w:w="551" w:type="dxa"/>
          </w:tcPr>
          <w:p w:rsidR="00DD16E4" w:rsidRPr="00611FB4" w:rsidRDefault="00DD16E4" w:rsidP="00A70523">
            <w:r>
              <w:t>0</w:t>
            </w:r>
          </w:p>
        </w:tc>
        <w:tc>
          <w:tcPr>
            <w:tcW w:w="643" w:type="dxa"/>
          </w:tcPr>
          <w:p w:rsidR="00DD16E4" w:rsidRPr="00611FB4" w:rsidRDefault="00DD16E4" w:rsidP="00A70523">
            <w:r>
              <w:t>12</w:t>
            </w:r>
          </w:p>
        </w:tc>
        <w:tc>
          <w:tcPr>
            <w:tcW w:w="695" w:type="dxa"/>
          </w:tcPr>
          <w:p w:rsidR="00DD16E4" w:rsidRPr="00611FB4" w:rsidRDefault="00DD16E4" w:rsidP="00A70523">
            <w:r>
              <w:t>930</w:t>
            </w:r>
          </w:p>
        </w:tc>
        <w:tc>
          <w:tcPr>
            <w:tcW w:w="835" w:type="dxa"/>
          </w:tcPr>
          <w:p w:rsidR="00DD16E4" w:rsidRPr="00611FB4" w:rsidRDefault="00DD16E4" w:rsidP="00A70523">
            <w:r>
              <w:t>80040</w:t>
            </w:r>
          </w:p>
        </w:tc>
        <w:tc>
          <w:tcPr>
            <w:tcW w:w="678" w:type="dxa"/>
          </w:tcPr>
          <w:p w:rsidR="00DD16E4" w:rsidRPr="00611FB4" w:rsidRDefault="00DD16E4" w:rsidP="00A70523">
            <w:r>
              <w:t>100</w:t>
            </w:r>
          </w:p>
        </w:tc>
        <w:tc>
          <w:tcPr>
            <w:tcW w:w="1399" w:type="dxa"/>
          </w:tcPr>
          <w:p w:rsidR="00DD16E4" w:rsidRPr="00611FB4" w:rsidRDefault="00DD16E4" w:rsidP="00A70523">
            <w:r>
              <w:t>17931,00</w:t>
            </w:r>
          </w:p>
        </w:tc>
        <w:tc>
          <w:tcPr>
            <w:tcW w:w="727" w:type="dxa"/>
          </w:tcPr>
          <w:p w:rsidR="00DD16E4" w:rsidRPr="00611FB4" w:rsidRDefault="00DD16E4" w:rsidP="00A70523">
            <w:r>
              <w:t>0,00</w:t>
            </w:r>
          </w:p>
        </w:tc>
        <w:tc>
          <w:tcPr>
            <w:tcW w:w="816" w:type="dxa"/>
          </w:tcPr>
          <w:p w:rsidR="00DD16E4" w:rsidRPr="00611FB4" w:rsidRDefault="00DD16E4" w:rsidP="00A70523">
            <w:r>
              <w:t>0,00</w:t>
            </w:r>
          </w:p>
        </w:tc>
      </w:tr>
      <w:tr w:rsidR="00DD16E4" w:rsidTr="00A70523">
        <w:tc>
          <w:tcPr>
            <w:tcW w:w="2660" w:type="dxa"/>
          </w:tcPr>
          <w:p w:rsidR="00DD16E4" w:rsidRPr="00611FB4" w:rsidRDefault="00DD16E4" w:rsidP="00A70523">
            <w:r>
              <w:t>Расходы на выплату персоналу государственных (муниципальных)органов</w:t>
            </w:r>
          </w:p>
        </w:tc>
        <w:tc>
          <w:tcPr>
            <w:tcW w:w="567" w:type="dxa"/>
          </w:tcPr>
          <w:p w:rsidR="00DD16E4" w:rsidRPr="00611FB4" w:rsidRDefault="00DD16E4" w:rsidP="00A70523">
            <w:r>
              <w:t>30</w:t>
            </w:r>
          </w:p>
        </w:tc>
        <w:tc>
          <w:tcPr>
            <w:tcW w:w="551" w:type="dxa"/>
          </w:tcPr>
          <w:p w:rsidR="00DD16E4" w:rsidRPr="00611FB4" w:rsidRDefault="00DD16E4" w:rsidP="00A70523">
            <w:r>
              <w:t>0</w:t>
            </w:r>
          </w:p>
        </w:tc>
        <w:tc>
          <w:tcPr>
            <w:tcW w:w="643" w:type="dxa"/>
          </w:tcPr>
          <w:p w:rsidR="00DD16E4" w:rsidRPr="00611FB4" w:rsidRDefault="00DD16E4" w:rsidP="00A70523">
            <w:r>
              <w:t>12</w:t>
            </w:r>
          </w:p>
        </w:tc>
        <w:tc>
          <w:tcPr>
            <w:tcW w:w="695" w:type="dxa"/>
          </w:tcPr>
          <w:p w:rsidR="00DD16E4" w:rsidRPr="00611FB4" w:rsidRDefault="00DD16E4" w:rsidP="00A70523">
            <w:r>
              <w:t>930</w:t>
            </w:r>
          </w:p>
        </w:tc>
        <w:tc>
          <w:tcPr>
            <w:tcW w:w="835" w:type="dxa"/>
          </w:tcPr>
          <w:p w:rsidR="00DD16E4" w:rsidRPr="00611FB4" w:rsidRDefault="00DD16E4" w:rsidP="00A70523">
            <w:r>
              <w:t>80040</w:t>
            </w:r>
          </w:p>
        </w:tc>
        <w:tc>
          <w:tcPr>
            <w:tcW w:w="678" w:type="dxa"/>
          </w:tcPr>
          <w:p w:rsidR="00DD16E4" w:rsidRPr="00611FB4" w:rsidRDefault="00DD16E4" w:rsidP="00A70523">
            <w:r>
              <w:t>120</w:t>
            </w:r>
          </w:p>
        </w:tc>
        <w:tc>
          <w:tcPr>
            <w:tcW w:w="1399" w:type="dxa"/>
          </w:tcPr>
          <w:p w:rsidR="00DD16E4" w:rsidRPr="00611FB4" w:rsidRDefault="00DD16E4" w:rsidP="00A70523">
            <w:r>
              <w:t>17931,00</w:t>
            </w:r>
          </w:p>
        </w:tc>
        <w:tc>
          <w:tcPr>
            <w:tcW w:w="727" w:type="dxa"/>
          </w:tcPr>
          <w:p w:rsidR="00DD16E4" w:rsidRPr="00611FB4" w:rsidRDefault="00DD16E4" w:rsidP="00A70523">
            <w:r>
              <w:t>0,00</w:t>
            </w:r>
          </w:p>
        </w:tc>
        <w:tc>
          <w:tcPr>
            <w:tcW w:w="816" w:type="dxa"/>
          </w:tcPr>
          <w:p w:rsidR="00DD16E4" w:rsidRPr="00611FB4" w:rsidRDefault="00DD16E4" w:rsidP="00A70523">
            <w:r>
              <w:t>0,00</w:t>
            </w:r>
          </w:p>
        </w:tc>
      </w:tr>
      <w:tr w:rsidR="00DD16E4" w:rsidRPr="006C4203" w:rsidTr="00A70523">
        <w:tc>
          <w:tcPr>
            <w:tcW w:w="2660" w:type="dxa"/>
          </w:tcPr>
          <w:p w:rsidR="00DD16E4" w:rsidRDefault="00DD16E4" w:rsidP="00A70523">
            <w:pPr>
              <w:rPr>
                <w:b/>
              </w:rPr>
            </w:pPr>
            <w:r>
              <w:rPr>
                <w:b/>
              </w:rPr>
              <w:t>Непрограмная деятельность</w:t>
            </w:r>
          </w:p>
        </w:tc>
        <w:tc>
          <w:tcPr>
            <w:tcW w:w="567" w:type="dxa"/>
          </w:tcPr>
          <w:p w:rsidR="00DD16E4" w:rsidRDefault="00DD16E4" w:rsidP="00A70523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551" w:type="dxa"/>
          </w:tcPr>
          <w:p w:rsidR="00DD16E4" w:rsidRDefault="00DD16E4" w:rsidP="00A70523">
            <w:pPr>
              <w:rPr>
                <w:b/>
              </w:rPr>
            </w:pPr>
          </w:p>
        </w:tc>
        <w:tc>
          <w:tcPr>
            <w:tcW w:w="643" w:type="dxa"/>
          </w:tcPr>
          <w:p w:rsidR="00DD16E4" w:rsidRDefault="00DD16E4" w:rsidP="00A70523">
            <w:pPr>
              <w:rPr>
                <w:b/>
              </w:rPr>
            </w:pPr>
          </w:p>
        </w:tc>
        <w:tc>
          <w:tcPr>
            <w:tcW w:w="695" w:type="dxa"/>
          </w:tcPr>
          <w:p w:rsidR="00DD16E4" w:rsidRDefault="00DD16E4" w:rsidP="00A70523">
            <w:pPr>
              <w:rPr>
                <w:b/>
              </w:rPr>
            </w:pPr>
          </w:p>
        </w:tc>
        <w:tc>
          <w:tcPr>
            <w:tcW w:w="835" w:type="dxa"/>
          </w:tcPr>
          <w:p w:rsidR="00DD16E4" w:rsidRDefault="00DD16E4" w:rsidP="00A70523">
            <w:pPr>
              <w:rPr>
                <w:b/>
              </w:rPr>
            </w:pPr>
          </w:p>
        </w:tc>
        <w:tc>
          <w:tcPr>
            <w:tcW w:w="678" w:type="dxa"/>
          </w:tcPr>
          <w:p w:rsidR="00DD16E4" w:rsidRPr="00A31366" w:rsidRDefault="00DD16E4" w:rsidP="00A70523">
            <w:pPr>
              <w:rPr>
                <w:b/>
              </w:rPr>
            </w:pPr>
          </w:p>
        </w:tc>
        <w:tc>
          <w:tcPr>
            <w:tcW w:w="1399" w:type="dxa"/>
          </w:tcPr>
          <w:p w:rsidR="00DD16E4" w:rsidRDefault="00DD16E4" w:rsidP="00DC6928">
            <w:pPr>
              <w:rPr>
                <w:b/>
              </w:rPr>
            </w:pPr>
            <w:r>
              <w:rPr>
                <w:b/>
              </w:rPr>
              <w:t>126669,00</w:t>
            </w:r>
          </w:p>
        </w:tc>
        <w:tc>
          <w:tcPr>
            <w:tcW w:w="727" w:type="dxa"/>
          </w:tcPr>
          <w:p w:rsidR="00DD16E4" w:rsidRDefault="00DD16E4" w:rsidP="00A70523">
            <w:r>
              <w:t>0,00</w:t>
            </w:r>
          </w:p>
        </w:tc>
        <w:tc>
          <w:tcPr>
            <w:tcW w:w="816" w:type="dxa"/>
          </w:tcPr>
          <w:p w:rsidR="00DD16E4" w:rsidRDefault="00DD16E4" w:rsidP="00A70523">
            <w:r>
              <w:t>0,00</w:t>
            </w:r>
          </w:p>
        </w:tc>
      </w:tr>
      <w:tr w:rsidR="00DD16E4" w:rsidRPr="006C4203" w:rsidTr="00A70523">
        <w:tc>
          <w:tcPr>
            <w:tcW w:w="2660" w:type="dxa"/>
          </w:tcPr>
          <w:p w:rsidR="00DD16E4" w:rsidRDefault="00DD16E4" w:rsidP="00A70523">
            <w:pPr>
              <w:rPr>
                <w:b/>
              </w:rPr>
            </w:pPr>
            <w:r>
              <w:rPr>
                <w:b/>
              </w:rPr>
              <w:t>Вельжичская сельская администрация</w:t>
            </w:r>
          </w:p>
        </w:tc>
        <w:tc>
          <w:tcPr>
            <w:tcW w:w="567" w:type="dxa"/>
          </w:tcPr>
          <w:p w:rsidR="00DD16E4" w:rsidRDefault="00DD16E4" w:rsidP="00A70523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551" w:type="dxa"/>
          </w:tcPr>
          <w:p w:rsidR="00DD16E4" w:rsidRDefault="00DD16E4" w:rsidP="00A70523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43" w:type="dxa"/>
          </w:tcPr>
          <w:p w:rsidR="00DD16E4" w:rsidRDefault="00DD16E4" w:rsidP="00A70523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5" w:type="dxa"/>
          </w:tcPr>
          <w:p w:rsidR="00DD16E4" w:rsidRDefault="00DD16E4" w:rsidP="00A70523">
            <w:pPr>
              <w:rPr>
                <w:b/>
              </w:rPr>
            </w:pPr>
            <w:r>
              <w:rPr>
                <w:b/>
              </w:rPr>
              <w:t>930</w:t>
            </w:r>
          </w:p>
        </w:tc>
        <w:tc>
          <w:tcPr>
            <w:tcW w:w="835" w:type="dxa"/>
          </w:tcPr>
          <w:p w:rsidR="00DD16E4" w:rsidRDefault="00DD16E4" w:rsidP="00A70523">
            <w:pPr>
              <w:rPr>
                <w:b/>
              </w:rPr>
            </w:pPr>
          </w:p>
        </w:tc>
        <w:tc>
          <w:tcPr>
            <w:tcW w:w="678" w:type="dxa"/>
          </w:tcPr>
          <w:p w:rsidR="00DD16E4" w:rsidRPr="00A31366" w:rsidRDefault="00DD16E4" w:rsidP="00A70523">
            <w:pPr>
              <w:rPr>
                <w:b/>
              </w:rPr>
            </w:pPr>
          </w:p>
        </w:tc>
        <w:tc>
          <w:tcPr>
            <w:tcW w:w="1399" w:type="dxa"/>
          </w:tcPr>
          <w:p w:rsidR="00DD16E4" w:rsidRDefault="00DD16E4" w:rsidP="00DC6928">
            <w:pPr>
              <w:rPr>
                <w:b/>
              </w:rPr>
            </w:pPr>
            <w:r>
              <w:rPr>
                <w:b/>
              </w:rPr>
              <w:t>126669,00</w:t>
            </w:r>
          </w:p>
        </w:tc>
        <w:tc>
          <w:tcPr>
            <w:tcW w:w="727" w:type="dxa"/>
          </w:tcPr>
          <w:p w:rsidR="00DD16E4" w:rsidRDefault="00DD16E4" w:rsidP="00A70523">
            <w:r>
              <w:t>0,00</w:t>
            </w:r>
          </w:p>
        </w:tc>
        <w:tc>
          <w:tcPr>
            <w:tcW w:w="816" w:type="dxa"/>
          </w:tcPr>
          <w:p w:rsidR="00DD16E4" w:rsidRDefault="00DD16E4" w:rsidP="00A70523">
            <w:r>
              <w:t>0,00</w:t>
            </w:r>
          </w:p>
        </w:tc>
      </w:tr>
      <w:tr w:rsidR="00DD16E4" w:rsidRPr="006C4203" w:rsidTr="00A70523">
        <w:tc>
          <w:tcPr>
            <w:tcW w:w="2660" w:type="dxa"/>
          </w:tcPr>
          <w:p w:rsidR="00DD16E4" w:rsidRPr="00A31366" w:rsidRDefault="00DD16E4" w:rsidP="00A70523">
            <w:pPr>
              <w:rPr>
                <w:b/>
              </w:rPr>
            </w:pPr>
            <w:r>
              <w:rPr>
                <w:b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</w:tcPr>
          <w:p w:rsidR="00DD16E4" w:rsidRPr="00A31366" w:rsidRDefault="00DD16E4" w:rsidP="00A70523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551" w:type="dxa"/>
          </w:tcPr>
          <w:p w:rsidR="00DD16E4" w:rsidRPr="00A31366" w:rsidRDefault="00DD16E4" w:rsidP="00A70523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43" w:type="dxa"/>
          </w:tcPr>
          <w:p w:rsidR="00DD16E4" w:rsidRPr="00A31366" w:rsidRDefault="00DD16E4" w:rsidP="00A70523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95" w:type="dxa"/>
          </w:tcPr>
          <w:p w:rsidR="00DD16E4" w:rsidRPr="00A31366" w:rsidRDefault="00DD16E4" w:rsidP="00A70523">
            <w:pPr>
              <w:rPr>
                <w:b/>
              </w:rPr>
            </w:pPr>
            <w:r>
              <w:rPr>
                <w:b/>
              </w:rPr>
              <w:t>930</w:t>
            </w:r>
          </w:p>
        </w:tc>
        <w:tc>
          <w:tcPr>
            <w:tcW w:w="835" w:type="dxa"/>
          </w:tcPr>
          <w:p w:rsidR="00DD16E4" w:rsidRPr="00A31366" w:rsidRDefault="00DD16E4" w:rsidP="00A70523">
            <w:pPr>
              <w:rPr>
                <w:b/>
              </w:rPr>
            </w:pPr>
            <w:r>
              <w:rPr>
                <w:b/>
              </w:rPr>
              <w:t>80010</w:t>
            </w:r>
          </w:p>
        </w:tc>
        <w:tc>
          <w:tcPr>
            <w:tcW w:w="678" w:type="dxa"/>
          </w:tcPr>
          <w:p w:rsidR="00DD16E4" w:rsidRPr="00A31366" w:rsidRDefault="00DD16E4" w:rsidP="00A70523">
            <w:pPr>
              <w:rPr>
                <w:b/>
              </w:rPr>
            </w:pPr>
          </w:p>
        </w:tc>
        <w:tc>
          <w:tcPr>
            <w:tcW w:w="1399" w:type="dxa"/>
          </w:tcPr>
          <w:p w:rsidR="00DD16E4" w:rsidRPr="00A31366" w:rsidRDefault="00DD16E4" w:rsidP="00A70523">
            <w:pPr>
              <w:rPr>
                <w:b/>
              </w:rPr>
            </w:pPr>
            <w:r>
              <w:rPr>
                <w:b/>
              </w:rPr>
              <w:t>126669,00</w:t>
            </w:r>
          </w:p>
        </w:tc>
        <w:tc>
          <w:tcPr>
            <w:tcW w:w="727" w:type="dxa"/>
          </w:tcPr>
          <w:p w:rsidR="00DD16E4" w:rsidRPr="00F960DA" w:rsidRDefault="00DD16E4" w:rsidP="00A70523">
            <w:r>
              <w:t>0,00</w:t>
            </w:r>
          </w:p>
        </w:tc>
        <w:tc>
          <w:tcPr>
            <w:tcW w:w="816" w:type="dxa"/>
          </w:tcPr>
          <w:p w:rsidR="00DD16E4" w:rsidRPr="00F960DA" w:rsidRDefault="00DD16E4" w:rsidP="00A70523">
            <w:r>
              <w:t>0,00</w:t>
            </w:r>
          </w:p>
        </w:tc>
      </w:tr>
      <w:tr w:rsidR="00DD16E4" w:rsidRPr="006C4203" w:rsidTr="00A70523">
        <w:tc>
          <w:tcPr>
            <w:tcW w:w="2660" w:type="dxa"/>
          </w:tcPr>
          <w:p w:rsidR="00DD16E4" w:rsidRPr="00F960DA" w:rsidRDefault="00DD16E4" w:rsidP="00A70523"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DD16E4" w:rsidRPr="00F960DA" w:rsidRDefault="00DD16E4" w:rsidP="00A70523">
            <w:r>
              <w:t>50</w:t>
            </w:r>
          </w:p>
        </w:tc>
        <w:tc>
          <w:tcPr>
            <w:tcW w:w="551" w:type="dxa"/>
          </w:tcPr>
          <w:p w:rsidR="00DD16E4" w:rsidRPr="00F960DA" w:rsidRDefault="00DD16E4" w:rsidP="00A70523">
            <w:r>
              <w:t>0</w:t>
            </w:r>
          </w:p>
        </w:tc>
        <w:tc>
          <w:tcPr>
            <w:tcW w:w="643" w:type="dxa"/>
          </w:tcPr>
          <w:p w:rsidR="00DD16E4" w:rsidRPr="00F960DA" w:rsidRDefault="00DD16E4" w:rsidP="00A70523">
            <w:r>
              <w:t>00</w:t>
            </w:r>
          </w:p>
        </w:tc>
        <w:tc>
          <w:tcPr>
            <w:tcW w:w="695" w:type="dxa"/>
          </w:tcPr>
          <w:p w:rsidR="00DD16E4" w:rsidRPr="00F960DA" w:rsidRDefault="00DD16E4" w:rsidP="00A70523">
            <w:r>
              <w:t>930</w:t>
            </w:r>
          </w:p>
        </w:tc>
        <w:tc>
          <w:tcPr>
            <w:tcW w:w="835" w:type="dxa"/>
          </w:tcPr>
          <w:p w:rsidR="00DD16E4" w:rsidRPr="00F960DA" w:rsidRDefault="00DD16E4" w:rsidP="00A70523">
            <w:r>
              <w:t>80010</w:t>
            </w:r>
          </w:p>
        </w:tc>
        <w:tc>
          <w:tcPr>
            <w:tcW w:w="678" w:type="dxa"/>
          </w:tcPr>
          <w:p w:rsidR="00DD16E4" w:rsidRPr="00F960DA" w:rsidRDefault="00DD16E4" w:rsidP="00A70523">
            <w:r>
              <w:t>100</w:t>
            </w:r>
          </w:p>
        </w:tc>
        <w:tc>
          <w:tcPr>
            <w:tcW w:w="1399" w:type="dxa"/>
          </w:tcPr>
          <w:p w:rsidR="00DD16E4" w:rsidRPr="00F960DA" w:rsidRDefault="00DD16E4" w:rsidP="00A70523">
            <w:r>
              <w:t>126669,00</w:t>
            </w:r>
          </w:p>
        </w:tc>
        <w:tc>
          <w:tcPr>
            <w:tcW w:w="727" w:type="dxa"/>
          </w:tcPr>
          <w:p w:rsidR="00DD16E4" w:rsidRPr="00F960DA" w:rsidRDefault="00DD16E4" w:rsidP="00A70523">
            <w:r>
              <w:t>0,00</w:t>
            </w:r>
          </w:p>
        </w:tc>
        <w:tc>
          <w:tcPr>
            <w:tcW w:w="816" w:type="dxa"/>
          </w:tcPr>
          <w:p w:rsidR="00DD16E4" w:rsidRPr="00F960DA" w:rsidRDefault="00DD16E4" w:rsidP="00A70523">
            <w:r>
              <w:t>0,00</w:t>
            </w:r>
          </w:p>
        </w:tc>
      </w:tr>
      <w:tr w:rsidR="00DD16E4" w:rsidRPr="006C4203" w:rsidTr="00A70523">
        <w:tc>
          <w:tcPr>
            <w:tcW w:w="2660" w:type="dxa"/>
          </w:tcPr>
          <w:p w:rsidR="00DD16E4" w:rsidRPr="00F960DA" w:rsidRDefault="00DD16E4" w:rsidP="00A70523">
            <w: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</w:tcPr>
          <w:p w:rsidR="00DD16E4" w:rsidRPr="00F960DA" w:rsidRDefault="00DD16E4" w:rsidP="00A70523">
            <w:r>
              <w:t>50</w:t>
            </w:r>
          </w:p>
        </w:tc>
        <w:tc>
          <w:tcPr>
            <w:tcW w:w="551" w:type="dxa"/>
          </w:tcPr>
          <w:p w:rsidR="00DD16E4" w:rsidRPr="00F960DA" w:rsidRDefault="00DD16E4" w:rsidP="00A70523">
            <w:r>
              <w:t>0</w:t>
            </w:r>
          </w:p>
        </w:tc>
        <w:tc>
          <w:tcPr>
            <w:tcW w:w="643" w:type="dxa"/>
          </w:tcPr>
          <w:p w:rsidR="00DD16E4" w:rsidRPr="00F960DA" w:rsidRDefault="00DD16E4" w:rsidP="00A70523">
            <w:r>
              <w:t>00</w:t>
            </w:r>
          </w:p>
        </w:tc>
        <w:tc>
          <w:tcPr>
            <w:tcW w:w="695" w:type="dxa"/>
          </w:tcPr>
          <w:p w:rsidR="00DD16E4" w:rsidRPr="00F960DA" w:rsidRDefault="00DD16E4" w:rsidP="00A70523">
            <w:r>
              <w:t>930</w:t>
            </w:r>
          </w:p>
        </w:tc>
        <w:tc>
          <w:tcPr>
            <w:tcW w:w="835" w:type="dxa"/>
          </w:tcPr>
          <w:p w:rsidR="00DD16E4" w:rsidRPr="00F960DA" w:rsidRDefault="00DD16E4" w:rsidP="00A70523">
            <w:r>
              <w:t>80010</w:t>
            </w:r>
          </w:p>
        </w:tc>
        <w:tc>
          <w:tcPr>
            <w:tcW w:w="678" w:type="dxa"/>
          </w:tcPr>
          <w:p w:rsidR="00DD16E4" w:rsidRPr="00F960DA" w:rsidRDefault="00DD16E4" w:rsidP="00A70523">
            <w:r>
              <w:t>120</w:t>
            </w:r>
          </w:p>
        </w:tc>
        <w:tc>
          <w:tcPr>
            <w:tcW w:w="1399" w:type="dxa"/>
          </w:tcPr>
          <w:p w:rsidR="00DD16E4" w:rsidRPr="00F960DA" w:rsidRDefault="00DD16E4" w:rsidP="00A70523">
            <w:r>
              <w:t>126669,00</w:t>
            </w:r>
          </w:p>
        </w:tc>
        <w:tc>
          <w:tcPr>
            <w:tcW w:w="727" w:type="dxa"/>
          </w:tcPr>
          <w:p w:rsidR="00DD16E4" w:rsidRPr="00F960DA" w:rsidRDefault="00DD16E4" w:rsidP="00A70523">
            <w:r>
              <w:t>0,00</w:t>
            </w:r>
          </w:p>
        </w:tc>
        <w:tc>
          <w:tcPr>
            <w:tcW w:w="816" w:type="dxa"/>
          </w:tcPr>
          <w:p w:rsidR="00DD16E4" w:rsidRPr="00F960DA" w:rsidRDefault="00DD16E4" w:rsidP="00A70523">
            <w:r>
              <w:t>0,00</w:t>
            </w:r>
          </w:p>
        </w:tc>
      </w:tr>
      <w:tr w:rsidR="00DD16E4" w:rsidRPr="006C4203" w:rsidTr="00A70523">
        <w:tc>
          <w:tcPr>
            <w:tcW w:w="2660" w:type="dxa"/>
          </w:tcPr>
          <w:p w:rsidR="00DD16E4" w:rsidRPr="00611FB4" w:rsidRDefault="00DD16E4" w:rsidP="00A70523">
            <w:pPr>
              <w:rPr>
                <w:b/>
              </w:rPr>
            </w:pPr>
            <w:r w:rsidRPr="00611FB4">
              <w:rPr>
                <w:b/>
              </w:rPr>
              <w:t>итого</w:t>
            </w:r>
          </w:p>
        </w:tc>
        <w:tc>
          <w:tcPr>
            <w:tcW w:w="567" w:type="dxa"/>
          </w:tcPr>
          <w:p w:rsidR="00DD16E4" w:rsidRPr="00611FB4" w:rsidRDefault="00DD16E4" w:rsidP="00A70523">
            <w:pPr>
              <w:rPr>
                <w:b/>
              </w:rPr>
            </w:pPr>
          </w:p>
        </w:tc>
        <w:tc>
          <w:tcPr>
            <w:tcW w:w="551" w:type="dxa"/>
          </w:tcPr>
          <w:p w:rsidR="00DD16E4" w:rsidRPr="00611FB4" w:rsidRDefault="00DD16E4" w:rsidP="00A70523">
            <w:pPr>
              <w:rPr>
                <w:b/>
              </w:rPr>
            </w:pPr>
          </w:p>
        </w:tc>
        <w:tc>
          <w:tcPr>
            <w:tcW w:w="643" w:type="dxa"/>
          </w:tcPr>
          <w:p w:rsidR="00DD16E4" w:rsidRPr="00611FB4" w:rsidRDefault="00DD16E4" w:rsidP="00A70523">
            <w:pPr>
              <w:rPr>
                <w:b/>
              </w:rPr>
            </w:pPr>
          </w:p>
        </w:tc>
        <w:tc>
          <w:tcPr>
            <w:tcW w:w="695" w:type="dxa"/>
          </w:tcPr>
          <w:p w:rsidR="00DD16E4" w:rsidRPr="00611FB4" w:rsidRDefault="00DD16E4" w:rsidP="00A70523">
            <w:pPr>
              <w:rPr>
                <w:b/>
              </w:rPr>
            </w:pPr>
          </w:p>
        </w:tc>
        <w:tc>
          <w:tcPr>
            <w:tcW w:w="835" w:type="dxa"/>
          </w:tcPr>
          <w:p w:rsidR="00DD16E4" w:rsidRPr="00611FB4" w:rsidRDefault="00DD16E4" w:rsidP="00A70523">
            <w:pPr>
              <w:rPr>
                <w:b/>
              </w:rPr>
            </w:pPr>
          </w:p>
        </w:tc>
        <w:tc>
          <w:tcPr>
            <w:tcW w:w="678" w:type="dxa"/>
          </w:tcPr>
          <w:p w:rsidR="00DD16E4" w:rsidRPr="00611FB4" w:rsidRDefault="00DD16E4" w:rsidP="00A70523">
            <w:pPr>
              <w:rPr>
                <w:b/>
              </w:rPr>
            </w:pPr>
          </w:p>
        </w:tc>
        <w:tc>
          <w:tcPr>
            <w:tcW w:w="1399" w:type="dxa"/>
          </w:tcPr>
          <w:p w:rsidR="00DD16E4" w:rsidRPr="00611FB4" w:rsidRDefault="00DD16E4" w:rsidP="00A70523">
            <w:pPr>
              <w:rPr>
                <w:b/>
              </w:rPr>
            </w:pPr>
            <w:r>
              <w:rPr>
                <w:b/>
              </w:rPr>
              <w:t>144600,00</w:t>
            </w:r>
          </w:p>
        </w:tc>
        <w:tc>
          <w:tcPr>
            <w:tcW w:w="727" w:type="dxa"/>
          </w:tcPr>
          <w:p w:rsidR="00DD16E4" w:rsidRPr="00611FB4" w:rsidRDefault="00DD16E4" w:rsidP="00A70523">
            <w:pPr>
              <w:rPr>
                <w:b/>
              </w:rPr>
            </w:pPr>
            <w:r w:rsidRPr="00611FB4">
              <w:rPr>
                <w:b/>
              </w:rPr>
              <w:t>0,00</w:t>
            </w:r>
          </w:p>
        </w:tc>
        <w:tc>
          <w:tcPr>
            <w:tcW w:w="816" w:type="dxa"/>
          </w:tcPr>
          <w:p w:rsidR="00DD16E4" w:rsidRPr="00611FB4" w:rsidRDefault="00DD16E4" w:rsidP="00A70523">
            <w:pPr>
              <w:rPr>
                <w:b/>
              </w:rPr>
            </w:pPr>
            <w:r w:rsidRPr="00611FB4">
              <w:rPr>
                <w:b/>
              </w:rPr>
              <w:t>0,00</w:t>
            </w:r>
          </w:p>
        </w:tc>
      </w:tr>
    </w:tbl>
    <w:p w:rsidR="00DD16E4" w:rsidRPr="006C4203" w:rsidRDefault="00DD16E4" w:rsidP="007D7EA6">
      <w:pPr>
        <w:rPr>
          <w:b/>
        </w:rPr>
      </w:pPr>
    </w:p>
    <w:p w:rsidR="00DD16E4" w:rsidRPr="006C4203" w:rsidRDefault="00DD16E4" w:rsidP="007D7EA6">
      <w:r>
        <w:t xml:space="preserve">                   1.6 В пункте 7 «Установить объем межбюджетных трансфертов, получаемых из других бюджетов бюджетной системы Российской Федерации» на 2019 год вместо цифр «122563» записать «267163»   </w:t>
      </w:r>
    </w:p>
    <w:p w:rsidR="00DD16E4" w:rsidRDefault="00DD16E4" w:rsidP="007D7EA6">
      <w:pPr>
        <w:tabs>
          <w:tab w:val="left" w:pos="1125"/>
        </w:tabs>
      </w:pPr>
      <w:r>
        <w:tab/>
        <w:t>1.7 Приложение9 «Источники внутреннего финансирования дефицита бюджета муниципального образования «Вельжичское сельского поселение, Мглинского района,Брянской области» на 2019 год и на плановый период 2020 и 2021 годов»» согласно приложения 1 к решению, изложить в новой редакции</w:t>
      </w:r>
    </w:p>
    <w:p w:rsidR="00DD16E4" w:rsidRPr="006C44E5" w:rsidRDefault="00DD16E4" w:rsidP="007D7EA6">
      <w:pPr>
        <w:ind w:firstLine="180"/>
        <w:jc w:val="both"/>
      </w:pPr>
      <w:r w:rsidRPr="006C44E5">
        <w:t xml:space="preserve">            </w:t>
      </w:r>
      <w:r>
        <w:t xml:space="preserve"> </w:t>
      </w:r>
      <w:r w:rsidRPr="006C44E5">
        <w:t xml:space="preserve">  2 .  Настоящее Решение вступает в силу со дня его подписания.</w:t>
      </w:r>
    </w:p>
    <w:p w:rsidR="00DD16E4" w:rsidRPr="005214A4" w:rsidRDefault="00DD16E4" w:rsidP="007D7EA6">
      <w:pPr>
        <w:tabs>
          <w:tab w:val="left" w:pos="0"/>
          <w:tab w:val="left" w:pos="6300"/>
        </w:tabs>
        <w:ind w:firstLine="720"/>
        <w:jc w:val="both"/>
      </w:pPr>
      <w:r w:rsidRPr="006C44E5">
        <w:t xml:space="preserve">      3. Настоящее решение опубликовать в официальном издании</w:t>
      </w:r>
      <w:r>
        <w:t xml:space="preserve"> «Муниципальный вестник» Вельжич</w:t>
      </w:r>
      <w:r w:rsidRPr="006C44E5">
        <w:t>ского сельского поселения и разместить на официальном сайте администрации Мглинского района в сети Интернет (www.</w:t>
      </w:r>
      <w:r>
        <w:t>mgladm.r</w:t>
      </w:r>
      <w:r>
        <w:rPr>
          <w:lang w:val="en-US"/>
        </w:rPr>
        <w:t>u</w:t>
      </w:r>
      <w:r w:rsidRPr="005214A4">
        <w:t>)</w:t>
      </w:r>
    </w:p>
    <w:p w:rsidR="00DD16E4" w:rsidRPr="00D16DC4" w:rsidRDefault="00DD16E4" w:rsidP="007D7EA6"/>
    <w:p w:rsidR="00DD16E4" w:rsidRPr="00951846" w:rsidRDefault="00DD16E4" w:rsidP="007D7EA6">
      <w:pPr>
        <w:ind w:firstLine="708"/>
        <w:jc w:val="both"/>
        <w:rPr>
          <w:sz w:val="28"/>
          <w:szCs w:val="28"/>
        </w:rPr>
      </w:pPr>
    </w:p>
    <w:p w:rsidR="00DD16E4" w:rsidRPr="00951846" w:rsidRDefault="00DD16E4" w:rsidP="00951846">
      <w:pPr>
        <w:jc w:val="both"/>
        <w:outlineLvl w:val="0"/>
        <w:rPr>
          <w:sz w:val="28"/>
          <w:szCs w:val="28"/>
        </w:rPr>
      </w:pPr>
      <w:r w:rsidRPr="00951846">
        <w:rPr>
          <w:sz w:val="28"/>
          <w:szCs w:val="28"/>
        </w:rPr>
        <w:t>Г</w:t>
      </w:r>
      <w:r>
        <w:rPr>
          <w:sz w:val="28"/>
          <w:szCs w:val="28"/>
        </w:rPr>
        <w:t>лава Вельжич</w:t>
      </w:r>
      <w:r w:rsidRPr="00951846">
        <w:rPr>
          <w:sz w:val="28"/>
          <w:szCs w:val="28"/>
        </w:rPr>
        <w:t>ского</w:t>
      </w:r>
    </w:p>
    <w:p w:rsidR="00DD16E4" w:rsidRPr="00951846" w:rsidRDefault="00DD16E4" w:rsidP="00951846">
      <w:pPr>
        <w:jc w:val="both"/>
        <w:outlineLvl w:val="0"/>
        <w:rPr>
          <w:sz w:val="28"/>
          <w:szCs w:val="28"/>
        </w:rPr>
      </w:pPr>
      <w:r w:rsidRPr="00951846">
        <w:rPr>
          <w:sz w:val="28"/>
          <w:szCs w:val="28"/>
        </w:rPr>
        <w:t xml:space="preserve">сельского поселения                                                          </w:t>
      </w:r>
      <w:r>
        <w:rPr>
          <w:sz w:val="28"/>
          <w:szCs w:val="28"/>
        </w:rPr>
        <w:t xml:space="preserve">               В.П.Бацанов</w:t>
      </w:r>
    </w:p>
    <w:sectPr w:rsidR="00DD16E4" w:rsidRPr="00951846" w:rsidSect="00361A74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DA44E7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7D2"/>
    <w:rsid w:val="0000165C"/>
    <w:rsid w:val="000109AB"/>
    <w:rsid w:val="000124CF"/>
    <w:rsid w:val="00012F7F"/>
    <w:rsid w:val="000131EE"/>
    <w:rsid w:val="0001633B"/>
    <w:rsid w:val="00042D97"/>
    <w:rsid w:val="000436F6"/>
    <w:rsid w:val="00044F43"/>
    <w:rsid w:val="000463DD"/>
    <w:rsid w:val="00057D6C"/>
    <w:rsid w:val="00060B57"/>
    <w:rsid w:val="00061400"/>
    <w:rsid w:val="000665C2"/>
    <w:rsid w:val="00077B8F"/>
    <w:rsid w:val="00080CC9"/>
    <w:rsid w:val="0009740E"/>
    <w:rsid w:val="000B798B"/>
    <w:rsid w:val="000C1A18"/>
    <w:rsid w:val="000C4C4E"/>
    <w:rsid w:val="000D236C"/>
    <w:rsid w:val="000D6448"/>
    <w:rsid w:val="001023CB"/>
    <w:rsid w:val="0011096D"/>
    <w:rsid w:val="00112070"/>
    <w:rsid w:val="001164DC"/>
    <w:rsid w:val="00122FEA"/>
    <w:rsid w:val="00125FC4"/>
    <w:rsid w:val="00126F23"/>
    <w:rsid w:val="001332D0"/>
    <w:rsid w:val="00135B5D"/>
    <w:rsid w:val="00163393"/>
    <w:rsid w:val="0016426D"/>
    <w:rsid w:val="0019094E"/>
    <w:rsid w:val="001B3F63"/>
    <w:rsid w:val="001C0635"/>
    <w:rsid w:val="001C1E88"/>
    <w:rsid w:val="001D0222"/>
    <w:rsid w:val="001E2E37"/>
    <w:rsid w:val="001E4C2D"/>
    <w:rsid w:val="001F72ED"/>
    <w:rsid w:val="00202114"/>
    <w:rsid w:val="00202AC6"/>
    <w:rsid w:val="00203CB5"/>
    <w:rsid w:val="0020729C"/>
    <w:rsid w:val="00215F97"/>
    <w:rsid w:val="002433E5"/>
    <w:rsid w:val="00265222"/>
    <w:rsid w:val="00266EC5"/>
    <w:rsid w:val="002823B4"/>
    <w:rsid w:val="0028430A"/>
    <w:rsid w:val="002919AD"/>
    <w:rsid w:val="0029266E"/>
    <w:rsid w:val="002A491D"/>
    <w:rsid w:val="002D1E95"/>
    <w:rsid w:val="002E1F44"/>
    <w:rsid w:val="002F59F4"/>
    <w:rsid w:val="002F742E"/>
    <w:rsid w:val="00311D6B"/>
    <w:rsid w:val="00331961"/>
    <w:rsid w:val="0033410B"/>
    <w:rsid w:val="00336DD2"/>
    <w:rsid w:val="00341EAF"/>
    <w:rsid w:val="003427D8"/>
    <w:rsid w:val="00361A74"/>
    <w:rsid w:val="00365A54"/>
    <w:rsid w:val="00367FF9"/>
    <w:rsid w:val="00371B3B"/>
    <w:rsid w:val="0039249F"/>
    <w:rsid w:val="00392A6B"/>
    <w:rsid w:val="00392BA2"/>
    <w:rsid w:val="00392E6D"/>
    <w:rsid w:val="003A41BA"/>
    <w:rsid w:val="003C00D7"/>
    <w:rsid w:val="003C2757"/>
    <w:rsid w:val="003C454D"/>
    <w:rsid w:val="003D088D"/>
    <w:rsid w:val="003E586F"/>
    <w:rsid w:val="003F351E"/>
    <w:rsid w:val="003F644C"/>
    <w:rsid w:val="00404BC2"/>
    <w:rsid w:val="004110D9"/>
    <w:rsid w:val="00412D7C"/>
    <w:rsid w:val="00415E05"/>
    <w:rsid w:val="00422A86"/>
    <w:rsid w:val="00434332"/>
    <w:rsid w:val="00435B67"/>
    <w:rsid w:val="00444051"/>
    <w:rsid w:val="00447ADA"/>
    <w:rsid w:val="0045456C"/>
    <w:rsid w:val="0045785A"/>
    <w:rsid w:val="00467BC9"/>
    <w:rsid w:val="00474EFA"/>
    <w:rsid w:val="00484435"/>
    <w:rsid w:val="00493AD4"/>
    <w:rsid w:val="004A1636"/>
    <w:rsid w:val="004A2B8B"/>
    <w:rsid w:val="004A379E"/>
    <w:rsid w:val="004A6DDF"/>
    <w:rsid w:val="004B7D87"/>
    <w:rsid w:val="004C44B5"/>
    <w:rsid w:val="004D0F03"/>
    <w:rsid w:val="004D41D2"/>
    <w:rsid w:val="004D5976"/>
    <w:rsid w:val="004E0600"/>
    <w:rsid w:val="004E35B0"/>
    <w:rsid w:val="004E4FD2"/>
    <w:rsid w:val="004F7872"/>
    <w:rsid w:val="004F794D"/>
    <w:rsid w:val="005214A4"/>
    <w:rsid w:val="00544ACF"/>
    <w:rsid w:val="00552827"/>
    <w:rsid w:val="00553C03"/>
    <w:rsid w:val="00556159"/>
    <w:rsid w:val="00560855"/>
    <w:rsid w:val="00571CFF"/>
    <w:rsid w:val="00586697"/>
    <w:rsid w:val="0059717B"/>
    <w:rsid w:val="005C2852"/>
    <w:rsid w:val="005C29FB"/>
    <w:rsid w:val="005C6693"/>
    <w:rsid w:val="005E612F"/>
    <w:rsid w:val="005F6179"/>
    <w:rsid w:val="006003A3"/>
    <w:rsid w:val="00607FB2"/>
    <w:rsid w:val="006113DC"/>
    <w:rsid w:val="00611FB4"/>
    <w:rsid w:val="0061681D"/>
    <w:rsid w:val="00634727"/>
    <w:rsid w:val="00645776"/>
    <w:rsid w:val="00650FB9"/>
    <w:rsid w:val="00654EE6"/>
    <w:rsid w:val="00662B8B"/>
    <w:rsid w:val="00681DB2"/>
    <w:rsid w:val="00684E9B"/>
    <w:rsid w:val="006865EA"/>
    <w:rsid w:val="0068681A"/>
    <w:rsid w:val="006A542A"/>
    <w:rsid w:val="006B1CBF"/>
    <w:rsid w:val="006B798A"/>
    <w:rsid w:val="006C1BD9"/>
    <w:rsid w:val="006C41B8"/>
    <w:rsid w:val="006C4203"/>
    <w:rsid w:val="006C44E5"/>
    <w:rsid w:val="006F2B8B"/>
    <w:rsid w:val="0070620A"/>
    <w:rsid w:val="00715643"/>
    <w:rsid w:val="007222CC"/>
    <w:rsid w:val="00731BED"/>
    <w:rsid w:val="00741A06"/>
    <w:rsid w:val="007522CA"/>
    <w:rsid w:val="007557A0"/>
    <w:rsid w:val="00762804"/>
    <w:rsid w:val="0076371F"/>
    <w:rsid w:val="0076407C"/>
    <w:rsid w:val="007A56A9"/>
    <w:rsid w:val="007A5F15"/>
    <w:rsid w:val="007B3096"/>
    <w:rsid w:val="007D074B"/>
    <w:rsid w:val="007D7EA6"/>
    <w:rsid w:val="007F2C17"/>
    <w:rsid w:val="007F421F"/>
    <w:rsid w:val="008061F5"/>
    <w:rsid w:val="00807B6F"/>
    <w:rsid w:val="0081699A"/>
    <w:rsid w:val="008229AC"/>
    <w:rsid w:val="0083399C"/>
    <w:rsid w:val="00873C46"/>
    <w:rsid w:val="00876A0A"/>
    <w:rsid w:val="008B6356"/>
    <w:rsid w:val="008E3EE3"/>
    <w:rsid w:val="009024A2"/>
    <w:rsid w:val="0090293F"/>
    <w:rsid w:val="00920E32"/>
    <w:rsid w:val="009436D8"/>
    <w:rsid w:val="0095140A"/>
    <w:rsid w:val="00951846"/>
    <w:rsid w:val="00955AAC"/>
    <w:rsid w:val="00963919"/>
    <w:rsid w:val="00977948"/>
    <w:rsid w:val="00984F28"/>
    <w:rsid w:val="00985146"/>
    <w:rsid w:val="00991E01"/>
    <w:rsid w:val="009A4762"/>
    <w:rsid w:val="009B14FB"/>
    <w:rsid w:val="009C278D"/>
    <w:rsid w:val="009C4049"/>
    <w:rsid w:val="009D29A6"/>
    <w:rsid w:val="009D4FA5"/>
    <w:rsid w:val="009E05A2"/>
    <w:rsid w:val="009E27F9"/>
    <w:rsid w:val="00A0486B"/>
    <w:rsid w:val="00A169A5"/>
    <w:rsid w:val="00A2055C"/>
    <w:rsid w:val="00A31366"/>
    <w:rsid w:val="00A31815"/>
    <w:rsid w:val="00A34C41"/>
    <w:rsid w:val="00A36127"/>
    <w:rsid w:val="00A43899"/>
    <w:rsid w:val="00A579F0"/>
    <w:rsid w:val="00A63422"/>
    <w:rsid w:val="00A67E59"/>
    <w:rsid w:val="00A70523"/>
    <w:rsid w:val="00A832BE"/>
    <w:rsid w:val="00A93974"/>
    <w:rsid w:val="00AB3A9B"/>
    <w:rsid w:val="00AC29A9"/>
    <w:rsid w:val="00AC2DA6"/>
    <w:rsid w:val="00AD0965"/>
    <w:rsid w:val="00AF3CE6"/>
    <w:rsid w:val="00AF3F38"/>
    <w:rsid w:val="00B03843"/>
    <w:rsid w:val="00B03CDD"/>
    <w:rsid w:val="00B05B05"/>
    <w:rsid w:val="00B107D2"/>
    <w:rsid w:val="00B10C78"/>
    <w:rsid w:val="00B12352"/>
    <w:rsid w:val="00B242DC"/>
    <w:rsid w:val="00B34866"/>
    <w:rsid w:val="00B358C4"/>
    <w:rsid w:val="00B45A6D"/>
    <w:rsid w:val="00B52BB0"/>
    <w:rsid w:val="00B5333C"/>
    <w:rsid w:val="00B62AB2"/>
    <w:rsid w:val="00B65940"/>
    <w:rsid w:val="00B71B82"/>
    <w:rsid w:val="00B77934"/>
    <w:rsid w:val="00B91118"/>
    <w:rsid w:val="00BA04AB"/>
    <w:rsid w:val="00BA06D2"/>
    <w:rsid w:val="00BC2A8C"/>
    <w:rsid w:val="00BD3D31"/>
    <w:rsid w:val="00BE1192"/>
    <w:rsid w:val="00BF179C"/>
    <w:rsid w:val="00C01027"/>
    <w:rsid w:val="00C015A7"/>
    <w:rsid w:val="00C03BED"/>
    <w:rsid w:val="00C10CD0"/>
    <w:rsid w:val="00C1625F"/>
    <w:rsid w:val="00C2087B"/>
    <w:rsid w:val="00C245D1"/>
    <w:rsid w:val="00C32FB3"/>
    <w:rsid w:val="00C410AA"/>
    <w:rsid w:val="00C43B04"/>
    <w:rsid w:val="00C4580A"/>
    <w:rsid w:val="00C564D0"/>
    <w:rsid w:val="00C75D78"/>
    <w:rsid w:val="00C817E1"/>
    <w:rsid w:val="00C87886"/>
    <w:rsid w:val="00C90585"/>
    <w:rsid w:val="00C93439"/>
    <w:rsid w:val="00CA15FE"/>
    <w:rsid w:val="00CB3758"/>
    <w:rsid w:val="00CC19E6"/>
    <w:rsid w:val="00CC6FDB"/>
    <w:rsid w:val="00CC76B7"/>
    <w:rsid w:val="00CD01E5"/>
    <w:rsid w:val="00CD142C"/>
    <w:rsid w:val="00CD6517"/>
    <w:rsid w:val="00CE4A47"/>
    <w:rsid w:val="00CE6508"/>
    <w:rsid w:val="00CE7354"/>
    <w:rsid w:val="00CF1DBE"/>
    <w:rsid w:val="00CF253D"/>
    <w:rsid w:val="00D16DC4"/>
    <w:rsid w:val="00D17573"/>
    <w:rsid w:val="00D25329"/>
    <w:rsid w:val="00D30A32"/>
    <w:rsid w:val="00D37A8D"/>
    <w:rsid w:val="00D65482"/>
    <w:rsid w:val="00D712AD"/>
    <w:rsid w:val="00D74128"/>
    <w:rsid w:val="00D74888"/>
    <w:rsid w:val="00D8277D"/>
    <w:rsid w:val="00D97469"/>
    <w:rsid w:val="00DA12F7"/>
    <w:rsid w:val="00DA2471"/>
    <w:rsid w:val="00DA33B4"/>
    <w:rsid w:val="00DB57AE"/>
    <w:rsid w:val="00DB7AC6"/>
    <w:rsid w:val="00DC39DF"/>
    <w:rsid w:val="00DC6928"/>
    <w:rsid w:val="00DD16E4"/>
    <w:rsid w:val="00DD2E1C"/>
    <w:rsid w:val="00DD5B9B"/>
    <w:rsid w:val="00DD775E"/>
    <w:rsid w:val="00E016DD"/>
    <w:rsid w:val="00E23AD5"/>
    <w:rsid w:val="00E25055"/>
    <w:rsid w:val="00E45055"/>
    <w:rsid w:val="00E62EC7"/>
    <w:rsid w:val="00E63632"/>
    <w:rsid w:val="00E75BD8"/>
    <w:rsid w:val="00EA0F48"/>
    <w:rsid w:val="00EA4BA2"/>
    <w:rsid w:val="00ED1E94"/>
    <w:rsid w:val="00EE1B58"/>
    <w:rsid w:val="00EE74F1"/>
    <w:rsid w:val="00EF1B76"/>
    <w:rsid w:val="00EF1D46"/>
    <w:rsid w:val="00EF4881"/>
    <w:rsid w:val="00F040C2"/>
    <w:rsid w:val="00F05280"/>
    <w:rsid w:val="00F15E07"/>
    <w:rsid w:val="00F267CA"/>
    <w:rsid w:val="00F52930"/>
    <w:rsid w:val="00F564B6"/>
    <w:rsid w:val="00F718C7"/>
    <w:rsid w:val="00F960DA"/>
    <w:rsid w:val="00FD0ED3"/>
    <w:rsid w:val="00FD225F"/>
    <w:rsid w:val="00FF7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43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05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0AB"/>
    <w:rPr>
      <w:sz w:val="0"/>
      <w:szCs w:val="0"/>
    </w:rPr>
  </w:style>
  <w:style w:type="paragraph" w:styleId="DocumentMap">
    <w:name w:val="Document Map"/>
    <w:basedOn w:val="Normal"/>
    <w:link w:val="DocumentMapChar"/>
    <w:uiPriority w:val="99"/>
    <w:semiHidden/>
    <w:rsid w:val="007F421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270AB"/>
    <w:rPr>
      <w:sz w:val="0"/>
      <w:szCs w:val="0"/>
    </w:rPr>
  </w:style>
  <w:style w:type="paragraph" w:styleId="Subtitle">
    <w:name w:val="Subtitle"/>
    <w:basedOn w:val="Normal"/>
    <w:link w:val="SubtitleChar"/>
    <w:uiPriority w:val="99"/>
    <w:qFormat/>
    <w:rsid w:val="00A63422"/>
    <w:pPr>
      <w:jc w:val="center"/>
    </w:pPr>
    <w:rPr>
      <w:b/>
      <w:sz w:val="4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63422"/>
    <w:rPr>
      <w:b/>
      <w:sz w:val="40"/>
      <w:lang w:val="ru-RU" w:eastAsia="ru-RU"/>
    </w:rPr>
  </w:style>
  <w:style w:type="table" w:styleId="TableGrid">
    <w:name w:val="Table Grid"/>
    <w:basedOn w:val="TableNormal"/>
    <w:uiPriority w:val="99"/>
    <w:rsid w:val="00B779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x-phmenubuttonauth">
    <w:name w:val="x-ph__menu__button x-ph__menu__button_auth"/>
    <w:basedOn w:val="DefaultParagraphFont"/>
    <w:uiPriority w:val="99"/>
    <w:rsid w:val="000D236C"/>
    <w:rPr>
      <w:rFonts w:cs="Times New Roman"/>
    </w:rPr>
  </w:style>
  <w:style w:type="paragraph" w:styleId="ListParagraph">
    <w:name w:val="List Paragraph"/>
    <w:basedOn w:val="Normal"/>
    <w:uiPriority w:val="99"/>
    <w:qFormat/>
    <w:rsid w:val="007D7EA6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264</TotalTime>
  <Pages>6</Pages>
  <Words>1324</Words>
  <Characters>7553</Characters>
  <Application>Microsoft Office Outlook</Application>
  <DocSecurity>0</DocSecurity>
  <Lines>0</Lines>
  <Paragraphs>0</Paragraphs>
  <ScaleCrop>false</ScaleCrop>
  <Company>Pre_Installed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Брянская область</dc:title>
  <dc:subject/>
  <dc:creator>Pre_Installed User</dc:creator>
  <cp:keywords/>
  <dc:description/>
  <cp:lastModifiedBy>Вельжичская</cp:lastModifiedBy>
  <cp:revision>11</cp:revision>
  <cp:lastPrinted>2019-04-08T07:28:00Z</cp:lastPrinted>
  <dcterms:created xsi:type="dcterms:W3CDTF">2019-03-15T12:53:00Z</dcterms:created>
  <dcterms:modified xsi:type="dcterms:W3CDTF">2019-04-08T07:30:00Z</dcterms:modified>
</cp:coreProperties>
</file>